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D1D" w:rsidRPr="00D668F9" w:rsidRDefault="00217EDB" w:rsidP="00D668F9">
      <w:pPr>
        <w:pStyle w:val="CT"/>
        <w:spacing w:before="0" w:after="200"/>
        <w:jc w:val="left"/>
        <w:rPr>
          <w:rFonts w:asciiTheme="minorHAnsi" w:eastAsia="Arial Unicode MS" w:hAnsiTheme="minorHAnsi"/>
          <w:sz w:val="32"/>
          <w:szCs w:val="32"/>
        </w:rPr>
      </w:pPr>
      <w:r w:rsidRPr="00D668F9">
        <w:rPr>
          <w:rFonts w:asciiTheme="minorHAnsi" w:eastAsia="Arial Unicode MS" w:hAnsiTheme="minorHAnsi"/>
          <w:sz w:val="32"/>
          <w:szCs w:val="32"/>
        </w:rPr>
        <w:t>How to Install Your Own Copy of Our Nature’s Source Website</w:t>
      </w:r>
    </w:p>
    <w:p w:rsidR="00285A06" w:rsidRPr="00D668F9" w:rsidRDefault="00217EDB" w:rsidP="00D668F9">
      <w:pPr>
        <w:pStyle w:val="TextNoIndent"/>
        <w:spacing w:after="200" w:line="276" w:lineRule="auto"/>
        <w:rPr>
          <w:rFonts w:asciiTheme="minorHAnsi" w:eastAsia="Arial Unicode MS" w:hAnsiTheme="minorHAnsi"/>
        </w:rPr>
      </w:pPr>
      <w:r w:rsidRPr="00D668F9">
        <w:rPr>
          <w:rFonts w:asciiTheme="minorHAnsi" w:eastAsia="Arial Unicode MS" w:hAnsiTheme="minorHAnsi"/>
          <w:iCs/>
        </w:rPr>
        <w:t>Users of this text will have access to a zip file (</w:t>
      </w:r>
      <w:r w:rsidR="00934439" w:rsidRPr="00AD0E98">
        <w:rPr>
          <w:rFonts w:ascii="Courier New" w:eastAsia="Arial Unicode MS" w:hAnsi="Courier New" w:cs="Courier New"/>
          <w:iCs/>
        </w:rPr>
        <w:t>NaturesSourceWebsite</w:t>
      </w:r>
      <w:r w:rsidRPr="00AD0E98">
        <w:rPr>
          <w:rFonts w:ascii="Courier New" w:eastAsia="Arial Unicode MS" w:hAnsi="Courier New" w:cs="Courier New"/>
          <w:iCs/>
        </w:rPr>
        <w:t>.zip</w:t>
      </w:r>
      <w:r w:rsidRPr="00D668F9">
        <w:rPr>
          <w:rFonts w:asciiTheme="minorHAnsi" w:eastAsia="Arial Unicode MS" w:hAnsiTheme="minorHAnsi"/>
          <w:iCs/>
        </w:rPr>
        <w:t xml:space="preserve">) containing all the files necessary to replicate a complete copy of the </w:t>
      </w:r>
      <w:r w:rsidRPr="00DE17A5">
        <w:rPr>
          <w:rFonts w:asciiTheme="minorHAnsi" w:eastAsia="Arial Unicode MS" w:hAnsiTheme="minorHAnsi"/>
          <w:b/>
          <w:iCs/>
        </w:rPr>
        <w:t>Nature’s Source</w:t>
      </w:r>
      <w:r w:rsidRPr="00D668F9">
        <w:rPr>
          <w:rFonts w:asciiTheme="minorHAnsi" w:eastAsia="Arial Unicode MS" w:hAnsiTheme="minorHAnsi"/>
          <w:iCs/>
        </w:rPr>
        <w:t xml:space="preserve"> website that we develop in a step-by-step process through the first ten chapters. Setting up your own copy of this website will make it easier</w:t>
      </w:r>
      <w:r w:rsidR="00601C8A" w:rsidRPr="00D668F9">
        <w:rPr>
          <w:rFonts w:asciiTheme="minorHAnsi" w:eastAsia="Arial Unicode MS" w:hAnsiTheme="minorHAnsi"/>
          <w:iCs/>
        </w:rPr>
        <w:t xml:space="preserve"> for you</w:t>
      </w:r>
      <w:r w:rsidRPr="00D668F9">
        <w:rPr>
          <w:rFonts w:asciiTheme="minorHAnsi" w:eastAsia="Arial Unicode MS" w:hAnsiTheme="minorHAnsi"/>
          <w:iCs/>
        </w:rPr>
        <w:t xml:space="preserve"> to follow the incremental </w:t>
      </w:r>
      <w:r w:rsidR="00B24BE6" w:rsidRPr="00D668F9">
        <w:rPr>
          <w:rFonts w:asciiTheme="minorHAnsi" w:eastAsia="Arial Unicode MS" w:hAnsiTheme="minorHAnsi"/>
          <w:iCs/>
        </w:rPr>
        <w:t>developments</w:t>
      </w:r>
      <w:r w:rsidRPr="00D668F9">
        <w:rPr>
          <w:rFonts w:asciiTheme="minorHAnsi" w:eastAsia="Arial Unicode MS" w:hAnsiTheme="minorHAnsi"/>
          <w:iCs/>
        </w:rPr>
        <w:t xml:space="preserve"> as they are introduced and discussed in each chapter, and will also permit easy experimentation to answer those “what-if” questions that will inevitably arise.</w:t>
      </w:r>
    </w:p>
    <w:p w:rsidR="00247D1D" w:rsidRPr="00D668F9" w:rsidRDefault="00D668F9" w:rsidP="00D668F9">
      <w:pPr>
        <w:pStyle w:val="TextNoIndent"/>
        <w:spacing w:after="200" w:line="276" w:lineRule="auto"/>
        <w:rPr>
          <w:rFonts w:asciiTheme="minorHAnsi" w:eastAsia="Arial Unicode MS" w:hAnsiTheme="minorHAnsi"/>
          <w:sz w:val="22"/>
          <w:szCs w:val="22"/>
        </w:rPr>
      </w:pPr>
      <w:r>
        <w:rPr>
          <w:rFonts w:asciiTheme="minorHAnsi" w:eastAsia="Arial Unicode MS" w:hAnsiTheme="minorHAnsi"/>
          <w:sz w:val="22"/>
          <w:szCs w:val="22"/>
        </w:rPr>
        <w:tab/>
      </w:r>
      <w:r w:rsidR="00603E75" w:rsidRPr="00D668F9">
        <w:rPr>
          <w:rFonts w:asciiTheme="minorHAnsi" w:eastAsia="Arial Unicode MS" w:hAnsiTheme="minorHAnsi"/>
          <w:sz w:val="22"/>
          <w:szCs w:val="22"/>
        </w:rPr>
        <w:t>We outline here the necessary steps to achieve this setup</w:t>
      </w:r>
      <w:r w:rsidR="00247D1D" w:rsidRPr="00D668F9">
        <w:rPr>
          <w:rFonts w:asciiTheme="minorHAnsi" w:eastAsia="Arial Unicode MS" w:hAnsiTheme="minorHAnsi"/>
          <w:sz w:val="22"/>
          <w:szCs w:val="22"/>
        </w:rPr>
        <w:t xml:space="preserve">. </w:t>
      </w:r>
      <w:r w:rsidR="00603E75" w:rsidRPr="00D668F9">
        <w:rPr>
          <w:rFonts w:asciiTheme="minorHAnsi" w:eastAsia="Arial Unicode MS" w:hAnsiTheme="minorHAnsi"/>
          <w:sz w:val="22"/>
          <w:szCs w:val="22"/>
        </w:rPr>
        <w:t xml:space="preserve">Our own setup is on a Linux (Ubuntu) machine running the Apache web server, and what follows needs to be read in that context. However, </w:t>
      </w:r>
      <w:r w:rsidR="002B5FE0" w:rsidRPr="00D668F9">
        <w:rPr>
          <w:rFonts w:asciiTheme="minorHAnsi" w:eastAsia="Arial Unicode MS" w:hAnsiTheme="minorHAnsi"/>
          <w:sz w:val="22"/>
          <w:szCs w:val="22"/>
        </w:rPr>
        <w:t>any other environment will work as well, as long as the following three conditions are satisfied:</w:t>
      </w:r>
    </w:p>
    <w:p w:rsidR="002B5FE0" w:rsidRPr="00D668F9" w:rsidRDefault="002B5FE0" w:rsidP="00D668F9">
      <w:pPr>
        <w:pStyle w:val="TextIndented"/>
        <w:numPr>
          <w:ilvl w:val="0"/>
          <w:numId w:val="178"/>
        </w:numPr>
        <w:spacing w:line="276" w:lineRule="auto"/>
        <w:rPr>
          <w:rFonts w:asciiTheme="minorHAnsi" w:eastAsia="Arial Unicode MS" w:hAnsiTheme="minorHAnsi"/>
        </w:rPr>
      </w:pPr>
      <w:r w:rsidRPr="00D668F9">
        <w:rPr>
          <w:rFonts w:asciiTheme="minorHAnsi" w:eastAsia="Arial Unicode MS" w:hAnsiTheme="minorHAnsi"/>
        </w:rPr>
        <w:t>The web server must be “SSI-aware”. That is, it must be able to properly process server-side includes.</w:t>
      </w:r>
    </w:p>
    <w:p w:rsidR="002B5FE0" w:rsidRPr="00D668F9" w:rsidRDefault="002B5FE0" w:rsidP="00D668F9">
      <w:pPr>
        <w:pStyle w:val="TextIndented"/>
        <w:numPr>
          <w:ilvl w:val="0"/>
          <w:numId w:val="178"/>
        </w:numPr>
        <w:spacing w:line="276" w:lineRule="auto"/>
        <w:rPr>
          <w:rFonts w:asciiTheme="minorHAnsi" w:eastAsia="Arial Unicode MS" w:hAnsiTheme="minorHAnsi"/>
        </w:rPr>
      </w:pPr>
      <w:r w:rsidRPr="00D668F9">
        <w:rPr>
          <w:rFonts w:asciiTheme="minorHAnsi" w:eastAsia="Arial Unicode MS" w:hAnsiTheme="minorHAnsi"/>
        </w:rPr>
        <w:t xml:space="preserve">The web server must be able to run PHP scripts, and for development purposes </w:t>
      </w:r>
      <w:r w:rsidR="00B14016" w:rsidRPr="00D668F9">
        <w:rPr>
          <w:rFonts w:asciiTheme="minorHAnsi" w:eastAsia="Arial Unicode MS" w:hAnsiTheme="minorHAnsi"/>
        </w:rPr>
        <w:t xml:space="preserve">the </w:t>
      </w:r>
      <w:r w:rsidRPr="00D668F9">
        <w:rPr>
          <w:rFonts w:asciiTheme="minorHAnsi" w:eastAsia="Arial Unicode MS" w:hAnsiTheme="minorHAnsi"/>
        </w:rPr>
        <w:t xml:space="preserve">PHP </w:t>
      </w:r>
      <w:r w:rsidR="00B14016" w:rsidRPr="00D668F9">
        <w:rPr>
          <w:rFonts w:asciiTheme="minorHAnsi" w:eastAsia="Arial Unicode MS" w:hAnsiTheme="minorHAnsi"/>
        </w:rPr>
        <w:t xml:space="preserve">installation </w:t>
      </w:r>
      <w:r w:rsidRPr="00D668F9">
        <w:rPr>
          <w:rFonts w:asciiTheme="minorHAnsi" w:eastAsia="Arial Unicode MS" w:hAnsiTheme="minorHAnsi"/>
        </w:rPr>
        <w:t>should be configured to display error messages</w:t>
      </w:r>
      <w:r w:rsidR="00681A88" w:rsidRPr="00D668F9">
        <w:rPr>
          <w:rFonts w:asciiTheme="minorHAnsi" w:eastAsia="Arial Unicode MS" w:hAnsiTheme="minorHAnsi"/>
        </w:rPr>
        <w:t>, which may not be the default</w:t>
      </w:r>
      <w:r w:rsidRPr="00D668F9">
        <w:rPr>
          <w:rFonts w:asciiTheme="minorHAnsi" w:eastAsia="Arial Unicode MS" w:hAnsiTheme="minorHAnsi"/>
        </w:rPr>
        <w:t>.</w:t>
      </w:r>
    </w:p>
    <w:p w:rsidR="002B5FE0" w:rsidRPr="00D668F9" w:rsidRDefault="002B5FE0" w:rsidP="00D668F9">
      <w:pPr>
        <w:pStyle w:val="TextIndented"/>
        <w:numPr>
          <w:ilvl w:val="0"/>
          <w:numId w:val="178"/>
        </w:numPr>
        <w:spacing w:line="276" w:lineRule="auto"/>
        <w:rPr>
          <w:rFonts w:asciiTheme="minorHAnsi" w:eastAsia="Arial Unicode MS" w:hAnsiTheme="minorHAnsi"/>
        </w:rPr>
      </w:pPr>
      <w:r w:rsidRPr="00D668F9">
        <w:rPr>
          <w:rFonts w:asciiTheme="minorHAnsi" w:eastAsia="Arial Unicode MS" w:hAnsiTheme="minorHAnsi"/>
        </w:rPr>
        <w:t xml:space="preserve">MySQL must be installed on the same machine as the web server, and any account on that machine wishing to install the </w:t>
      </w:r>
      <w:r w:rsidRPr="00DE17A5">
        <w:rPr>
          <w:rFonts w:asciiTheme="minorHAnsi" w:eastAsia="Arial Unicode MS" w:hAnsiTheme="minorHAnsi"/>
          <w:b/>
        </w:rPr>
        <w:t>Nature’s Source</w:t>
      </w:r>
      <w:r w:rsidRPr="00D668F9">
        <w:rPr>
          <w:rFonts w:asciiTheme="minorHAnsi" w:eastAsia="Arial Unicode MS" w:hAnsiTheme="minorHAnsi"/>
        </w:rPr>
        <w:t xml:space="preserve"> website must also have sufficient MySQL access on the machine to be able to install the </w:t>
      </w:r>
      <w:r w:rsidRPr="00DE17A5">
        <w:rPr>
          <w:rFonts w:asciiTheme="minorHAnsi" w:eastAsia="Arial Unicode MS" w:hAnsiTheme="minorHAnsi"/>
          <w:b/>
        </w:rPr>
        <w:t>Nature’s Source</w:t>
      </w:r>
      <w:r w:rsidRPr="00D668F9">
        <w:rPr>
          <w:rFonts w:asciiTheme="minorHAnsi" w:eastAsia="Arial Unicode MS" w:hAnsiTheme="minorHAnsi"/>
        </w:rPr>
        <w:t xml:space="preserve"> MySQL database.</w:t>
      </w:r>
    </w:p>
    <w:p w:rsidR="00D668F9" w:rsidRDefault="00D668F9" w:rsidP="00D668F9">
      <w:pPr>
        <w:pStyle w:val="TextNoIndent"/>
        <w:spacing w:after="200" w:line="276" w:lineRule="auto"/>
        <w:rPr>
          <w:rFonts w:eastAsia="Arial Unicode MS"/>
        </w:rPr>
      </w:pPr>
    </w:p>
    <w:p w:rsidR="002B5FE0" w:rsidRPr="00AD0E98" w:rsidRDefault="00D668F9" w:rsidP="00D668F9">
      <w:pPr>
        <w:pStyle w:val="TextNoIndent"/>
        <w:spacing w:after="200" w:line="276" w:lineRule="auto"/>
        <w:rPr>
          <w:rFonts w:asciiTheme="minorHAnsi" w:eastAsia="Arial Unicode MS" w:hAnsiTheme="minorHAnsi"/>
        </w:rPr>
      </w:pPr>
      <w:r w:rsidRPr="00AD0E98">
        <w:rPr>
          <w:rFonts w:asciiTheme="minorHAnsi" w:eastAsia="Arial Unicode MS" w:hAnsiTheme="minorHAnsi"/>
        </w:rPr>
        <w:tab/>
      </w:r>
      <w:r w:rsidR="002B5FE0" w:rsidRPr="00AD0E98">
        <w:rPr>
          <w:rFonts w:asciiTheme="minorHAnsi" w:eastAsia="Arial Unicode MS" w:hAnsiTheme="minorHAnsi"/>
        </w:rPr>
        <w:t>Given that the above conditions are satisfied</w:t>
      </w:r>
      <w:r w:rsidR="003C7618" w:rsidRPr="00AD0E98">
        <w:rPr>
          <w:rFonts w:asciiTheme="minorHAnsi" w:eastAsia="Arial Unicode MS" w:hAnsiTheme="minorHAnsi"/>
        </w:rPr>
        <w:t xml:space="preserve">, and you have an account on the machine where you wish to install the </w:t>
      </w:r>
      <w:r w:rsidR="003C7618" w:rsidRPr="00AD0E98">
        <w:rPr>
          <w:rFonts w:asciiTheme="minorHAnsi" w:eastAsia="Arial Unicode MS" w:hAnsiTheme="minorHAnsi"/>
          <w:b/>
        </w:rPr>
        <w:t>Nature’s Source</w:t>
      </w:r>
      <w:r w:rsidR="003C7618" w:rsidRPr="00AD0E98">
        <w:rPr>
          <w:rFonts w:asciiTheme="minorHAnsi" w:eastAsia="Arial Unicode MS" w:hAnsiTheme="minorHAnsi"/>
        </w:rPr>
        <w:t xml:space="preserve"> website, the first step is to obtain a copy of the zip file containing the website (</w:t>
      </w:r>
      <w:r w:rsidR="00934439" w:rsidRPr="00AD0E98">
        <w:rPr>
          <w:rFonts w:ascii="Courier New" w:eastAsia="Arial Unicode MS" w:hAnsi="Courier New" w:cs="Courier New"/>
          <w:iCs/>
        </w:rPr>
        <w:t>NaturesSourceWebsite</w:t>
      </w:r>
      <w:r w:rsidR="003C7618" w:rsidRPr="00AD0E98">
        <w:rPr>
          <w:rFonts w:ascii="Courier New" w:eastAsia="Arial Unicode MS" w:hAnsi="Courier New" w:cs="Courier New"/>
        </w:rPr>
        <w:t>.zip</w:t>
      </w:r>
      <w:r w:rsidR="003C7618" w:rsidRPr="00AD0E98">
        <w:rPr>
          <w:rFonts w:asciiTheme="minorHAnsi" w:eastAsia="Arial Unicode MS" w:hAnsiTheme="minorHAnsi"/>
        </w:rPr>
        <w:t xml:space="preserve">), and unzip it within your document root directory (typically </w:t>
      </w:r>
      <w:r w:rsidR="003C7618" w:rsidRPr="00AF52D7">
        <w:rPr>
          <w:rFonts w:ascii="Courier New" w:eastAsia="Arial Unicode MS" w:hAnsi="Courier New" w:cs="Courier New"/>
        </w:rPr>
        <w:t>public_html</w:t>
      </w:r>
      <w:r w:rsidR="003C7618" w:rsidRPr="00AD0E98">
        <w:rPr>
          <w:rFonts w:asciiTheme="minorHAnsi" w:eastAsia="Arial Unicode MS" w:hAnsiTheme="minorHAnsi"/>
        </w:rPr>
        <w:t>, but not always). This will put all files in their proper locations, ready to be “served” by the web server, but not all files will be properly served until some adjustments are made, so this is not the end of</w:t>
      </w:r>
      <w:r w:rsidR="00AF52D7">
        <w:rPr>
          <w:rFonts w:asciiTheme="minorHAnsi" w:eastAsia="Arial Unicode MS" w:hAnsiTheme="minorHAnsi"/>
        </w:rPr>
        <w:t xml:space="preserve"> the story. T</w:t>
      </w:r>
      <w:r w:rsidR="003C7618" w:rsidRPr="00AD0E98">
        <w:rPr>
          <w:rFonts w:asciiTheme="minorHAnsi" w:eastAsia="Arial Unicode MS" w:hAnsiTheme="minorHAnsi"/>
        </w:rPr>
        <w:t xml:space="preserve">he following </w:t>
      </w:r>
      <w:r w:rsidR="00E80FEB" w:rsidRPr="00AD0E98">
        <w:rPr>
          <w:rFonts w:asciiTheme="minorHAnsi" w:eastAsia="Arial Unicode MS" w:hAnsiTheme="minorHAnsi"/>
        </w:rPr>
        <w:t xml:space="preserve">steps will now have to be taken to make the necessary </w:t>
      </w:r>
      <w:r w:rsidR="003C7618" w:rsidRPr="00AD0E98">
        <w:rPr>
          <w:rFonts w:asciiTheme="minorHAnsi" w:eastAsia="Arial Unicode MS" w:hAnsiTheme="minorHAnsi"/>
        </w:rPr>
        <w:t xml:space="preserve">changes to </w:t>
      </w:r>
      <w:r w:rsidR="002E14F4" w:rsidRPr="00AD0E98">
        <w:rPr>
          <w:rFonts w:asciiTheme="minorHAnsi" w:eastAsia="Arial Unicode MS" w:hAnsiTheme="minorHAnsi"/>
        </w:rPr>
        <w:t xml:space="preserve">(just </w:t>
      </w:r>
      <w:r w:rsidR="003C7618" w:rsidRPr="00AD0E98">
        <w:rPr>
          <w:rFonts w:asciiTheme="minorHAnsi" w:eastAsia="Arial Unicode MS" w:hAnsiTheme="minorHAnsi"/>
        </w:rPr>
        <w:t>some of</w:t>
      </w:r>
      <w:r w:rsidR="002E14F4" w:rsidRPr="00AD0E98">
        <w:rPr>
          <w:rFonts w:asciiTheme="minorHAnsi" w:eastAsia="Arial Unicode MS" w:hAnsiTheme="minorHAnsi"/>
        </w:rPr>
        <w:t>)</w:t>
      </w:r>
      <w:r w:rsidR="003C7618" w:rsidRPr="00AD0E98">
        <w:rPr>
          <w:rFonts w:asciiTheme="minorHAnsi" w:eastAsia="Arial Unicode MS" w:hAnsiTheme="minorHAnsi"/>
        </w:rPr>
        <w:t xml:space="preserve"> the unzipped files</w:t>
      </w:r>
      <w:r w:rsidR="00E80FEB" w:rsidRPr="00AD0E98">
        <w:rPr>
          <w:rFonts w:asciiTheme="minorHAnsi" w:eastAsia="Arial Unicode MS" w:hAnsiTheme="minorHAnsi"/>
        </w:rPr>
        <w:t xml:space="preserve">, and install the </w:t>
      </w:r>
      <w:r w:rsidR="00E80FEB" w:rsidRPr="00AD0E98">
        <w:rPr>
          <w:rFonts w:asciiTheme="minorHAnsi" w:eastAsia="Arial Unicode MS" w:hAnsiTheme="minorHAnsi"/>
          <w:b/>
        </w:rPr>
        <w:t>Nature’s Source</w:t>
      </w:r>
      <w:r w:rsidR="00E80FEB" w:rsidRPr="00AD0E98">
        <w:rPr>
          <w:rFonts w:asciiTheme="minorHAnsi" w:eastAsia="Arial Unicode MS" w:hAnsiTheme="minorHAnsi"/>
        </w:rPr>
        <w:t xml:space="preserve"> database</w:t>
      </w:r>
      <w:r w:rsidR="003C7618" w:rsidRPr="00AD0E98">
        <w:rPr>
          <w:rFonts w:asciiTheme="minorHAnsi" w:eastAsia="Arial Unicode MS" w:hAnsiTheme="minorHAnsi"/>
        </w:rPr>
        <w:t>:</w:t>
      </w:r>
    </w:p>
    <w:p w:rsidR="00757CCD" w:rsidRPr="00757CCD" w:rsidRDefault="003C7618" w:rsidP="00DE17A5">
      <w:pPr>
        <w:pStyle w:val="TextIndented"/>
        <w:numPr>
          <w:ilvl w:val="0"/>
          <w:numId w:val="181"/>
        </w:numPr>
        <w:spacing w:line="276" w:lineRule="auto"/>
        <w:rPr>
          <w:rFonts w:asciiTheme="minorHAnsi" w:eastAsia="Arial Unicode MS" w:hAnsiTheme="minorHAnsi"/>
        </w:rPr>
      </w:pPr>
      <w:r w:rsidRPr="00757CCD">
        <w:rPr>
          <w:rFonts w:asciiTheme="minorHAnsi" w:eastAsia="Arial Unicode MS" w:hAnsiTheme="minorHAnsi"/>
        </w:rPr>
        <w:t xml:space="preserve">In the early chapters </w:t>
      </w:r>
      <w:r w:rsidR="00E80FEB" w:rsidRPr="00757CCD">
        <w:rPr>
          <w:rFonts w:asciiTheme="minorHAnsi" w:eastAsia="Arial Unicode MS" w:hAnsiTheme="minorHAnsi"/>
        </w:rPr>
        <w:t xml:space="preserve">of the text </w:t>
      </w:r>
      <w:r w:rsidRPr="00757CCD">
        <w:rPr>
          <w:rFonts w:asciiTheme="minorHAnsi" w:eastAsia="Arial Unicode MS" w:hAnsiTheme="minorHAnsi"/>
        </w:rPr>
        <w:t xml:space="preserve">we make extensive use of server-side includes and the HTML base element. Since the zip file contains an exact copy of our own working site, our base elements contain href attribute values which are absolute paths for our site location and these will have to be changed to match the location of the newly installed </w:t>
      </w:r>
      <w:r w:rsidR="00E80FEB" w:rsidRPr="00757CCD">
        <w:rPr>
          <w:rFonts w:asciiTheme="minorHAnsi" w:eastAsia="Arial Unicode MS" w:hAnsiTheme="minorHAnsi"/>
        </w:rPr>
        <w:t>web</w:t>
      </w:r>
      <w:r w:rsidRPr="00757CCD">
        <w:rPr>
          <w:rFonts w:asciiTheme="minorHAnsi" w:eastAsia="Arial Unicode MS" w:hAnsiTheme="minorHAnsi"/>
        </w:rPr>
        <w:t>site. Here is a list of the lines that will have to be changed:</w:t>
      </w:r>
      <w:r w:rsidR="00757CCD" w:rsidRPr="00757CCD">
        <w:rPr>
          <w:rFonts w:asciiTheme="minorHAnsi" w:eastAsia="Arial Unicode MS" w:hAnsiTheme="minorHAnsi"/>
        </w:rPr>
        <w:br/>
      </w:r>
    </w:p>
    <w:p w:rsidR="003C7618" w:rsidRPr="00177E9B" w:rsidRDefault="003C7618" w:rsidP="00177E9B">
      <w:pPr>
        <w:pStyle w:val="TextIndented"/>
        <w:spacing w:line="360" w:lineRule="auto"/>
        <w:ind w:firstLine="0"/>
        <w:rPr>
          <w:rFonts w:ascii="Consolas" w:eastAsia="Arial Unicode MS" w:hAnsi="Consolas" w:cs="Consolas"/>
          <w:sz w:val="16"/>
          <w:szCs w:val="16"/>
        </w:rPr>
      </w:pPr>
      <w:r w:rsidRPr="00177E9B">
        <w:rPr>
          <w:rFonts w:ascii="Consolas" w:eastAsia="Arial Unicode MS" w:hAnsi="Consolas" w:cs="Consolas"/>
          <w:sz w:val="16"/>
          <w:szCs w:val="16"/>
        </w:rPr>
        <w:t>ch03/nature3/</w:t>
      </w:r>
      <w:r w:rsidR="00757CCD">
        <w:rPr>
          <w:rFonts w:ascii="Consolas" w:eastAsia="Arial Unicode MS" w:hAnsi="Consolas" w:cs="Consolas"/>
          <w:sz w:val="16"/>
          <w:szCs w:val="16"/>
        </w:rPr>
        <w:t xml:space="preserve">common/document_head.html:7: </w:t>
      </w:r>
      <w:r w:rsidRPr="00177E9B">
        <w:rPr>
          <w:rFonts w:ascii="Consolas" w:eastAsia="Arial Unicode MS" w:hAnsi="Consolas" w:cs="Consolas"/>
          <w:sz w:val="16"/>
          <w:szCs w:val="16"/>
        </w:rPr>
        <w:t>&lt;base href="http://cs.smu.ca/webbook2e/ch03/nature3/"&gt;</w:t>
      </w:r>
    </w:p>
    <w:p w:rsidR="003C7618" w:rsidRPr="00177E9B" w:rsidRDefault="003C7618" w:rsidP="00177E9B">
      <w:pPr>
        <w:pStyle w:val="TextIndented"/>
        <w:spacing w:line="360" w:lineRule="auto"/>
        <w:ind w:firstLine="0"/>
        <w:rPr>
          <w:rFonts w:ascii="Consolas" w:eastAsia="Arial Unicode MS" w:hAnsi="Consolas" w:cs="Consolas"/>
          <w:sz w:val="16"/>
          <w:szCs w:val="16"/>
        </w:rPr>
      </w:pPr>
      <w:r w:rsidRPr="00177E9B">
        <w:rPr>
          <w:rFonts w:ascii="Consolas" w:eastAsia="Arial Unicode MS" w:hAnsi="Consolas" w:cs="Consolas"/>
          <w:sz w:val="16"/>
          <w:szCs w:val="16"/>
        </w:rPr>
        <w:t>ch04/nature2/common/document_head.html:6: &lt;base href="http://cs.smu.ca/webbook2e/ch04/nature2/"&gt;</w:t>
      </w:r>
    </w:p>
    <w:p w:rsidR="003C7618" w:rsidRPr="00177E9B" w:rsidRDefault="003C7618" w:rsidP="00177E9B">
      <w:pPr>
        <w:pStyle w:val="TextIndented"/>
        <w:spacing w:line="360" w:lineRule="auto"/>
        <w:ind w:firstLine="0"/>
        <w:rPr>
          <w:rFonts w:ascii="Consolas" w:eastAsia="Arial Unicode MS" w:hAnsi="Consolas" w:cs="Consolas"/>
          <w:sz w:val="16"/>
          <w:szCs w:val="16"/>
        </w:rPr>
      </w:pPr>
      <w:r w:rsidRPr="00177E9B">
        <w:rPr>
          <w:rFonts w:ascii="Consolas" w:eastAsia="Arial Unicode MS" w:hAnsi="Consolas" w:cs="Consolas"/>
          <w:sz w:val="16"/>
          <w:szCs w:val="16"/>
        </w:rPr>
        <w:t>ch04/nature3/common/document_head.html:7: &lt;base href="http://cs.smu.ca/webbook2e/ch04/nature3/"&gt;</w:t>
      </w:r>
    </w:p>
    <w:p w:rsidR="003C7618" w:rsidRPr="00177E9B" w:rsidRDefault="003C7618" w:rsidP="00177E9B">
      <w:pPr>
        <w:pStyle w:val="TextIndented"/>
        <w:spacing w:line="360" w:lineRule="auto"/>
        <w:ind w:firstLine="0"/>
        <w:rPr>
          <w:rFonts w:ascii="Consolas" w:eastAsia="Arial Unicode MS" w:hAnsi="Consolas" w:cs="Consolas"/>
          <w:sz w:val="16"/>
          <w:szCs w:val="16"/>
        </w:rPr>
      </w:pPr>
      <w:r w:rsidRPr="00177E9B">
        <w:rPr>
          <w:rFonts w:ascii="Consolas" w:eastAsia="Arial Unicode MS" w:hAnsi="Consolas" w:cs="Consolas"/>
          <w:sz w:val="16"/>
          <w:szCs w:val="16"/>
        </w:rPr>
        <w:lastRenderedPageBreak/>
        <w:t>ch04/nature4/common/document_head.html:7: &lt;base href="http://cs.smu.ca/webbook2e/ch04/nature4/"&gt;</w:t>
      </w:r>
    </w:p>
    <w:p w:rsidR="00177E9B" w:rsidRPr="00177E9B" w:rsidRDefault="00177E9B" w:rsidP="00177E9B">
      <w:pPr>
        <w:pStyle w:val="TextIndented"/>
        <w:spacing w:line="360" w:lineRule="auto"/>
        <w:ind w:firstLine="0"/>
        <w:rPr>
          <w:rFonts w:ascii="Consolas" w:eastAsia="Arial Unicode MS" w:hAnsi="Consolas" w:cs="Consolas"/>
          <w:sz w:val="16"/>
          <w:szCs w:val="16"/>
        </w:rPr>
      </w:pPr>
      <w:r w:rsidRPr="00177E9B">
        <w:rPr>
          <w:rFonts w:ascii="Consolas" w:eastAsia="Arial Unicode MS" w:hAnsi="Consolas" w:cs="Consolas"/>
          <w:sz w:val="16"/>
          <w:szCs w:val="16"/>
        </w:rPr>
        <w:t>ch07/nature1/common/document_head.html:7: &lt;base href="http://cs.smu.ca/webbook2e/ch07/nature1/"&gt;</w:t>
      </w:r>
    </w:p>
    <w:p w:rsidR="003C7618" w:rsidRPr="00177E9B" w:rsidRDefault="003C7618" w:rsidP="00177E9B">
      <w:pPr>
        <w:pStyle w:val="TextIndented"/>
        <w:spacing w:line="360" w:lineRule="auto"/>
        <w:ind w:firstLine="0"/>
        <w:rPr>
          <w:rFonts w:ascii="Consolas" w:eastAsia="Arial Unicode MS" w:hAnsi="Consolas" w:cs="Consolas"/>
          <w:sz w:val="16"/>
          <w:szCs w:val="16"/>
        </w:rPr>
      </w:pPr>
      <w:r w:rsidRPr="00177E9B">
        <w:rPr>
          <w:rFonts w:ascii="Consolas" w:eastAsia="Arial Unicode MS" w:hAnsi="Consolas" w:cs="Consolas"/>
          <w:sz w:val="16"/>
          <w:szCs w:val="16"/>
        </w:rPr>
        <w:t>ch07/nature2/common/document_head.html:7: &lt;base href="http://cs.smu.ca/webbook2e/ch07/nature2/"&gt;</w:t>
      </w:r>
    </w:p>
    <w:p w:rsidR="003C7618" w:rsidRPr="00177E9B" w:rsidRDefault="003C7618" w:rsidP="00177E9B">
      <w:pPr>
        <w:pStyle w:val="TextIndented"/>
        <w:spacing w:line="360" w:lineRule="auto"/>
        <w:ind w:firstLine="0"/>
        <w:rPr>
          <w:rFonts w:ascii="Consolas" w:eastAsia="Arial Unicode MS" w:hAnsi="Consolas" w:cs="Consolas"/>
          <w:sz w:val="16"/>
          <w:szCs w:val="16"/>
        </w:rPr>
      </w:pPr>
      <w:r w:rsidRPr="00177E9B">
        <w:rPr>
          <w:rFonts w:ascii="Consolas" w:eastAsia="Arial Unicode MS" w:hAnsi="Consolas" w:cs="Consolas"/>
          <w:sz w:val="16"/>
          <w:szCs w:val="16"/>
        </w:rPr>
        <w:t>ch08/nature/common/document_head.html:7:  &lt;base href="http://cs.smu.ca/webbook2e/ch08/nature/"&gt;</w:t>
      </w:r>
    </w:p>
    <w:p w:rsidR="003C7618" w:rsidRDefault="003C7618" w:rsidP="00177E9B">
      <w:pPr>
        <w:pStyle w:val="TextIndented"/>
        <w:spacing w:line="360" w:lineRule="auto"/>
        <w:ind w:firstLine="0"/>
        <w:rPr>
          <w:rFonts w:ascii="Consolas" w:eastAsia="Arial Unicode MS" w:hAnsi="Consolas" w:cs="Consolas"/>
          <w:sz w:val="16"/>
          <w:szCs w:val="16"/>
        </w:rPr>
      </w:pPr>
      <w:r w:rsidRPr="00177E9B">
        <w:rPr>
          <w:rFonts w:ascii="Consolas" w:eastAsia="Arial Unicode MS" w:hAnsi="Consolas" w:cs="Consolas"/>
          <w:sz w:val="16"/>
          <w:szCs w:val="16"/>
        </w:rPr>
        <w:t>ch10/nature/common/document_head.html:7:  &lt;base href="http://cs.smu.ca/webbook2e/ch10/nature/"&gt;</w:t>
      </w:r>
    </w:p>
    <w:p w:rsidR="00177E9B" w:rsidRPr="00AD0E98" w:rsidRDefault="00177E9B" w:rsidP="00757CCD">
      <w:pPr>
        <w:pStyle w:val="TextNoIndent"/>
        <w:spacing w:before="120" w:after="200" w:line="276" w:lineRule="auto"/>
        <w:rPr>
          <w:rFonts w:asciiTheme="minorHAnsi" w:eastAsia="Arial Unicode MS" w:hAnsiTheme="minorHAnsi"/>
        </w:rPr>
      </w:pPr>
      <w:r w:rsidRPr="00AD0E98">
        <w:rPr>
          <w:rFonts w:asciiTheme="minorHAnsi" w:eastAsia="Arial Unicode MS" w:hAnsiTheme="minorHAnsi"/>
        </w:rPr>
        <w:t xml:space="preserve">To illustrate the kind of change that needs to be made, look at the first line in the above list. If you have done as we suggested above and unzipped the files directly into your document root, then you need to go to line 7 of the </w:t>
      </w:r>
      <w:r w:rsidRPr="00AD0E98">
        <w:rPr>
          <w:rFonts w:asciiTheme="minorHAnsi" w:eastAsia="Arial Unicode MS" w:hAnsiTheme="minorHAnsi" w:cs="Courier New"/>
        </w:rPr>
        <w:t>document_head.html</w:t>
      </w:r>
      <w:r w:rsidRPr="00AD0E98">
        <w:rPr>
          <w:rFonts w:asciiTheme="minorHAnsi" w:eastAsia="Arial Unicode MS" w:hAnsiTheme="minorHAnsi"/>
        </w:rPr>
        <w:t xml:space="preserve"> file </w:t>
      </w:r>
      <w:r w:rsidR="00DE17A5" w:rsidRPr="00AD0E98">
        <w:rPr>
          <w:rFonts w:asciiTheme="minorHAnsi" w:eastAsia="Arial Unicode MS" w:hAnsiTheme="minorHAnsi"/>
        </w:rPr>
        <w:t xml:space="preserve">found </w:t>
      </w:r>
      <w:r w:rsidRPr="00AD0E98">
        <w:rPr>
          <w:rFonts w:asciiTheme="minorHAnsi" w:eastAsia="Arial Unicode MS" w:hAnsiTheme="minorHAnsi"/>
        </w:rPr>
        <w:t xml:space="preserve">in </w:t>
      </w:r>
      <w:r w:rsidR="00DE17A5" w:rsidRPr="00AD0E98">
        <w:rPr>
          <w:rFonts w:asciiTheme="minorHAnsi" w:eastAsia="Arial Unicode MS" w:hAnsiTheme="minorHAnsi"/>
        </w:rPr>
        <w:t xml:space="preserve">the subdirectory </w:t>
      </w:r>
      <w:r w:rsidRPr="00AD0E98">
        <w:rPr>
          <w:rFonts w:ascii="Courier New" w:eastAsia="Arial Unicode MS" w:hAnsi="Courier New" w:cs="Courier New"/>
        </w:rPr>
        <w:t>ch03/nature3/common</w:t>
      </w:r>
      <w:r w:rsidR="00841CF5" w:rsidRPr="00AD0E98">
        <w:rPr>
          <w:rFonts w:ascii="Courier New" w:eastAsia="Arial Unicode MS" w:hAnsi="Courier New" w:cs="Courier New"/>
        </w:rPr>
        <w:t xml:space="preserve"> and change cs.smu.ca/webbook2e</w:t>
      </w:r>
      <w:r w:rsidR="00841CF5" w:rsidRPr="00AD0E98">
        <w:rPr>
          <w:rFonts w:asciiTheme="minorHAnsi" w:eastAsia="Arial Unicode MS" w:hAnsiTheme="minorHAnsi"/>
        </w:rPr>
        <w:t xml:space="preserve"> to (for example) </w:t>
      </w:r>
      <w:r w:rsidR="00841CF5" w:rsidRPr="00AD0E98">
        <w:rPr>
          <w:rFonts w:ascii="Courier New" w:eastAsia="Arial Unicode MS" w:hAnsi="Courier New" w:cs="Courier New"/>
        </w:rPr>
        <w:t>www.your_school.edu</w:t>
      </w:r>
      <w:r w:rsidR="00841CF5" w:rsidRPr="00AD0E98">
        <w:rPr>
          <w:rFonts w:asciiTheme="minorHAnsi" w:eastAsia="Arial Unicode MS" w:hAnsiTheme="minorHAnsi"/>
        </w:rPr>
        <w:t xml:space="preserve">. If you have put the files in some other </w:t>
      </w:r>
      <w:r w:rsidR="00CC0DF8" w:rsidRPr="00AD0E98">
        <w:rPr>
          <w:rFonts w:asciiTheme="minorHAnsi" w:eastAsia="Arial Unicode MS" w:hAnsiTheme="minorHAnsi"/>
        </w:rPr>
        <w:t>location (inside a subdirectory within</w:t>
      </w:r>
      <w:r w:rsidR="00841CF5" w:rsidRPr="00AD0E98">
        <w:rPr>
          <w:rFonts w:asciiTheme="minorHAnsi" w:eastAsia="Arial Unicode MS" w:hAnsiTheme="minorHAnsi"/>
        </w:rPr>
        <w:t xml:space="preserve"> your document root, </w:t>
      </w:r>
      <w:r w:rsidR="00CC0DF8" w:rsidRPr="00AD0E98">
        <w:rPr>
          <w:rFonts w:asciiTheme="minorHAnsi" w:eastAsia="Arial Unicode MS" w:hAnsiTheme="minorHAnsi"/>
        </w:rPr>
        <w:t xml:space="preserve">for example) </w:t>
      </w:r>
      <w:r w:rsidR="00841CF5" w:rsidRPr="00AD0E98">
        <w:rPr>
          <w:rFonts w:asciiTheme="minorHAnsi" w:eastAsia="Arial Unicode MS" w:hAnsiTheme="minorHAnsi"/>
        </w:rPr>
        <w:t>an appropriate adjustment would, of course, have to be made.</w:t>
      </w:r>
    </w:p>
    <w:p w:rsidR="00C433A3" w:rsidRPr="00AD0E98" w:rsidRDefault="00C433A3" w:rsidP="00C433A3">
      <w:pPr>
        <w:pStyle w:val="TextNoIndent"/>
        <w:numPr>
          <w:ilvl w:val="0"/>
          <w:numId w:val="181"/>
        </w:numPr>
        <w:spacing w:before="120" w:after="200" w:line="276" w:lineRule="auto"/>
        <w:rPr>
          <w:rFonts w:asciiTheme="minorHAnsi" w:eastAsia="Arial Unicode MS" w:hAnsiTheme="minorHAnsi"/>
        </w:rPr>
      </w:pPr>
      <w:r w:rsidRPr="00AD0E98">
        <w:rPr>
          <w:rFonts w:asciiTheme="minorHAnsi" w:eastAsia="Arial Unicode MS" w:hAnsiTheme="minorHAnsi"/>
        </w:rPr>
        <w:t>The</w:t>
      </w:r>
      <w:r>
        <w:rPr>
          <w:rFonts w:asciiTheme="minorHAnsi" w:eastAsia="Arial Unicode MS" w:hAnsiTheme="minorHAnsi"/>
        </w:rPr>
        <w:t xml:space="preserve"> simplest way to install the</w:t>
      </w:r>
      <w:r w:rsidRPr="00AD0E98">
        <w:rPr>
          <w:rFonts w:asciiTheme="minorHAnsi" w:eastAsia="Arial Unicode MS" w:hAnsiTheme="minorHAnsi"/>
        </w:rPr>
        <w:t xml:space="preserve"> </w:t>
      </w:r>
      <w:r w:rsidRPr="00846353">
        <w:rPr>
          <w:rFonts w:asciiTheme="minorHAnsi" w:eastAsia="Arial Unicode MS" w:hAnsiTheme="minorHAnsi"/>
          <w:b/>
        </w:rPr>
        <w:t>Nature’s Source</w:t>
      </w:r>
      <w:r w:rsidRPr="00AD0E98">
        <w:rPr>
          <w:rFonts w:asciiTheme="minorHAnsi" w:eastAsia="Arial Unicode MS" w:hAnsiTheme="minorHAnsi"/>
        </w:rPr>
        <w:t xml:space="preserve"> </w:t>
      </w:r>
      <w:r>
        <w:rPr>
          <w:rFonts w:asciiTheme="minorHAnsi" w:eastAsia="Arial Unicode MS" w:hAnsiTheme="minorHAnsi"/>
        </w:rPr>
        <w:t xml:space="preserve">database is to first log in to the account where the Nature’s Source website content has been installed and in which the </w:t>
      </w:r>
      <w:r w:rsidRPr="00846353">
        <w:rPr>
          <w:rFonts w:asciiTheme="minorHAnsi" w:eastAsia="Arial Unicode MS" w:hAnsiTheme="minorHAnsi"/>
          <w:b/>
        </w:rPr>
        <w:t>Nature’s Source</w:t>
      </w:r>
      <w:r>
        <w:rPr>
          <w:rFonts w:asciiTheme="minorHAnsi" w:eastAsia="Arial Unicode MS" w:hAnsiTheme="minorHAnsi"/>
        </w:rPr>
        <w:t xml:space="preserve"> database is to be located, change to ch09 subdirectory containing the Nature’s Source database zip file (</w:t>
      </w:r>
      <w:r w:rsidRPr="00846353">
        <w:rPr>
          <w:rFonts w:ascii="Courier New" w:eastAsia="Arial Unicode MS" w:hAnsi="Courier New" w:cs="Courier New"/>
        </w:rPr>
        <w:t>webbook2e_backup20150504.sql</w:t>
      </w:r>
      <w:r>
        <w:rPr>
          <w:rFonts w:asciiTheme="minorHAnsi" w:eastAsia="Arial Unicode MS" w:hAnsiTheme="minorHAnsi"/>
        </w:rPr>
        <w:t xml:space="preserve">) is found, and log in to MySQL. At the </w:t>
      </w:r>
      <w:r w:rsidRPr="00846353">
        <w:rPr>
          <w:rFonts w:ascii="Courier New" w:eastAsia="Arial Unicode MS" w:hAnsi="Courier New" w:cs="Courier New"/>
        </w:rPr>
        <w:t>mysql&gt;</w:t>
      </w:r>
      <w:r>
        <w:rPr>
          <w:rFonts w:asciiTheme="minorHAnsi" w:eastAsia="Arial Unicode MS" w:hAnsiTheme="minorHAnsi"/>
        </w:rPr>
        <w:t xml:space="preserve"> prompt give the following two commands:</w:t>
      </w:r>
      <w:r>
        <w:rPr>
          <w:rFonts w:asciiTheme="minorHAnsi" w:eastAsia="Arial Unicode MS" w:hAnsiTheme="minorHAnsi"/>
        </w:rPr>
        <w:br/>
      </w:r>
      <w:r w:rsidRPr="00846353">
        <w:rPr>
          <w:rFonts w:ascii="Courier New" w:eastAsia="Arial Unicode MS" w:hAnsi="Courier New" w:cs="Courier New"/>
        </w:rPr>
        <w:t>mysql&gt; use your_database_name;</w:t>
      </w:r>
      <w:r w:rsidRPr="00846353">
        <w:rPr>
          <w:rFonts w:ascii="Courier New" w:eastAsia="Arial Unicode MS" w:hAnsi="Courier New" w:cs="Courier New"/>
        </w:rPr>
        <w:br/>
        <w:t>mysql&gt; source webbook2e_backup20150504.sql</w:t>
      </w:r>
    </w:p>
    <w:p w:rsidR="005B1304" w:rsidRPr="005B1304" w:rsidRDefault="00C433A3" w:rsidP="005B1304">
      <w:pPr>
        <w:pStyle w:val="TextNoIndent"/>
        <w:numPr>
          <w:ilvl w:val="0"/>
          <w:numId w:val="181"/>
        </w:numPr>
        <w:spacing w:line="240" w:lineRule="auto"/>
        <w:rPr>
          <w:rFonts w:ascii="Courier New" w:eastAsia="Arial Unicode MS" w:hAnsi="Courier New" w:cs="Courier New"/>
        </w:rPr>
      </w:pPr>
      <w:r>
        <w:rPr>
          <w:rFonts w:asciiTheme="minorHAnsi" w:eastAsia="Arial Unicode MS" w:hAnsiTheme="minorHAnsi"/>
        </w:rPr>
        <w:t xml:space="preserve">For security reasons at least your database username and password should be located in a file outside the public area (outside your </w:t>
      </w:r>
      <w:r w:rsidRPr="00AF52D7">
        <w:rPr>
          <w:rFonts w:ascii="Courier New" w:eastAsia="Arial Unicode MS" w:hAnsi="Courier New" w:cs="Courier New"/>
        </w:rPr>
        <w:t>public_html</w:t>
      </w:r>
      <w:r>
        <w:rPr>
          <w:rFonts w:asciiTheme="minorHAnsi" w:eastAsia="Arial Unicode MS" w:hAnsiTheme="minorHAnsi"/>
        </w:rPr>
        <w:t xml:space="preserve">, say) of your web site, but the file must be readable by PHP so that the information can be “included” in any PHP script where it is needed. This is requirement is discussed in Chapter 8 of the text, and </w:t>
      </w:r>
      <w:r w:rsidR="005B1304">
        <w:rPr>
          <w:rFonts w:asciiTheme="minorHAnsi" w:eastAsia="Arial Unicode MS" w:hAnsiTheme="minorHAnsi"/>
        </w:rPr>
        <w:t>if you want the website files to work properly (out of the box, so to speak) you should do</w:t>
      </w:r>
      <w:r>
        <w:rPr>
          <w:rFonts w:asciiTheme="minorHAnsi" w:eastAsia="Arial Unicode MS" w:hAnsiTheme="minorHAnsi"/>
        </w:rPr>
        <w:t xml:space="preserve"> something analogous to what we have done in our own case: Create a file called</w:t>
      </w:r>
      <w:r w:rsidR="005B1304">
        <w:rPr>
          <w:rFonts w:asciiTheme="minorHAnsi" w:eastAsia="Arial Unicode MS" w:hAnsiTheme="minorHAnsi"/>
        </w:rPr>
        <w:t xml:space="preserve"> </w:t>
      </w:r>
      <w:r w:rsidR="005B1304" w:rsidRPr="005B1304">
        <w:rPr>
          <w:rFonts w:ascii="Courier New" w:eastAsia="Arial Unicode MS" w:hAnsi="Courier New" w:cs="Courier New"/>
        </w:rPr>
        <w:t>database.inc</w:t>
      </w:r>
      <w:r w:rsidR="00AF52D7">
        <w:rPr>
          <w:rFonts w:asciiTheme="minorHAnsi" w:eastAsia="Arial Unicode MS" w:hAnsiTheme="minorHAnsi"/>
        </w:rPr>
        <w:br/>
      </w:r>
      <w:r w:rsidR="005B1304">
        <w:rPr>
          <w:rFonts w:asciiTheme="minorHAnsi" w:eastAsia="Arial Unicode MS" w:hAnsiTheme="minorHAnsi"/>
        </w:rPr>
        <w:t>(a “database include file” for PHP, if you like) in a subdirectory at the root level of your account, and place in this file the following contents:</w:t>
      </w:r>
      <w:r>
        <w:rPr>
          <w:rFonts w:asciiTheme="minorHAnsi" w:eastAsia="Arial Unicode MS" w:hAnsiTheme="minorHAnsi"/>
        </w:rPr>
        <w:br/>
      </w:r>
      <w:r w:rsidR="005B1304" w:rsidRPr="005B1304">
        <w:rPr>
          <w:rFonts w:ascii="Courier New" w:eastAsia="Arial Unicode MS" w:hAnsi="Courier New" w:cs="Courier New"/>
        </w:rPr>
        <w:t>&lt;?php</w:t>
      </w:r>
    </w:p>
    <w:p w:rsidR="005B1304" w:rsidRPr="005B1304" w:rsidRDefault="005B1304" w:rsidP="005B1304">
      <w:pPr>
        <w:pStyle w:val="TextNoIndent"/>
        <w:spacing w:line="240" w:lineRule="auto"/>
        <w:ind w:left="360"/>
        <w:rPr>
          <w:rFonts w:ascii="Courier New" w:eastAsia="Arial Unicode MS" w:hAnsi="Courier New" w:cs="Courier New"/>
        </w:rPr>
      </w:pPr>
      <w:r w:rsidRPr="005B1304">
        <w:rPr>
          <w:rFonts w:ascii="Courier New" w:eastAsia="Arial Unicode MS" w:hAnsi="Courier New" w:cs="Courier New"/>
        </w:rPr>
        <w:t>$dbLocation = "localhost";</w:t>
      </w:r>
    </w:p>
    <w:p w:rsidR="005B1304" w:rsidRPr="005B1304" w:rsidRDefault="005B1304" w:rsidP="005B1304">
      <w:pPr>
        <w:pStyle w:val="TextNoIndent"/>
        <w:spacing w:line="240" w:lineRule="auto"/>
        <w:ind w:left="360"/>
        <w:rPr>
          <w:rFonts w:ascii="Courier New" w:eastAsia="Arial Unicode MS" w:hAnsi="Courier New" w:cs="Courier New"/>
        </w:rPr>
      </w:pPr>
      <w:r w:rsidRPr="005B1304">
        <w:rPr>
          <w:rFonts w:ascii="Courier New" w:eastAsia="Arial Unicode MS" w:hAnsi="Courier New" w:cs="Courier New"/>
        </w:rPr>
        <w:t>$dbUsername = "</w:t>
      </w:r>
      <w:r>
        <w:rPr>
          <w:rFonts w:ascii="Courier New" w:eastAsia="Arial Unicode MS" w:hAnsi="Courier New" w:cs="Courier New"/>
        </w:rPr>
        <w:t>your_mysql_username</w:t>
      </w:r>
      <w:r w:rsidRPr="005B1304">
        <w:rPr>
          <w:rFonts w:ascii="Courier New" w:eastAsia="Arial Unicode MS" w:hAnsi="Courier New" w:cs="Courier New"/>
        </w:rPr>
        <w:t>";</w:t>
      </w:r>
    </w:p>
    <w:p w:rsidR="005B1304" w:rsidRPr="005B1304" w:rsidRDefault="005B1304" w:rsidP="005B1304">
      <w:pPr>
        <w:pStyle w:val="TextNoIndent"/>
        <w:spacing w:line="240" w:lineRule="auto"/>
        <w:ind w:left="360"/>
        <w:rPr>
          <w:rFonts w:ascii="Courier New" w:eastAsia="Arial Unicode MS" w:hAnsi="Courier New" w:cs="Courier New"/>
        </w:rPr>
      </w:pPr>
      <w:r w:rsidRPr="005B1304">
        <w:rPr>
          <w:rFonts w:ascii="Courier New" w:eastAsia="Arial Unicode MS" w:hAnsi="Courier New" w:cs="Courier New"/>
        </w:rPr>
        <w:t>$dbPassword = "</w:t>
      </w:r>
      <w:r>
        <w:rPr>
          <w:rFonts w:ascii="Courier New" w:eastAsia="Arial Unicode MS" w:hAnsi="Courier New" w:cs="Courier New"/>
        </w:rPr>
        <w:t>your_mysql_password</w:t>
      </w:r>
      <w:r w:rsidRPr="005B1304">
        <w:rPr>
          <w:rFonts w:ascii="Courier New" w:eastAsia="Arial Unicode MS" w:hAnsi="Courier New" w:cs="Courier New"/>
        </w:rPr>
        <w:t>";</w:t>
      </w:r>
    </w:p>
    <w:p w:rsidR="005B1304" w:rsidRPr="005B1304" w:rsidRDefault="005B1304" w:rsidP="005B1304">
      <w:pPr>
        <w:pStyle w:val="TextNoIndent"/>
        <w:spacing w:line="240" w:lineRule="auto"/>
        <w:ind w:left="360"/>
        <w:rPr>
          <w:rFonts w:ascii="Courier New" w:eastAsia="Arial Unicode MS" w:hAnsi="Courier New" w:cs="Courier New"/>
        </w:rPr>
      </w:pPr>
      <w:r w:rsidRPr="005B1304">
        <w:rPr>
          <w:rFonts w:ascii="Courier New" w:eastAsia="Arial Unicode MS" w:hAnsi="Courier New" w:cs="Courier New"/>
        </w:rPr>
        <w:t>$dbName = "</w:t>
      </w:r>
      <w:r>
        <w:rPr>
          <w:rFonts w:ascii="Courier New" w:eastAsia="Arial Unicode MS" w:hAnsi="Courier New" w:cs="Courier New"/>
        </w:rPr>
        <w:t>your_mysql_database_name</w:t>
      </w:r>
      <w:r w:rsidRPr="005B1304">
        <w:rPr>
          <w:rFonts w:ascii="Courier New" w:eastAsia="Arial Unicode MS" w:hAnsi="Courier New" w:cs="Courier New"/>
        </w:rPr>
        <w:t>";</w:t>
      </w:r>
    </w:p>
    <w:p w:rsidR="00C433A3" w:rsidRDefault="005B1304" w:rsidP="005B1304">
      <w:pPr>
        <w:pStyle w:val="TextNoIndent"/>
        <w:spacing w:line="240" w:lineRule="auto"/>
        <w:ind w:left="360"/>
        <w:rPr>
          <w:rFonts w:ascii="Courier New" w:eastAsia="Arial Unicode MS" w:hAnsi="Courier New" w:cs="Courier New"/>
        </w:rPr>
      </w:pPr>
      <w:r w:rsidRPr="005B1304">
        <w:rPr>
          <w:rFonts w:ascii="Courier New" w:eastAsia="Arial Unicode MS" w:hAnsi="Courier New" w:cs="Courier New"/>
        </w:rPr>
        <w:t>?&gt;</w:t>
      </w:r>
    </w:p>
    <w:p w:rsidR="009D5F4F" w:rsidRDefault="009D5F4F" w:rsidP="005B1304">
      <w:pPr>
        <w:pStyle w:val="TextNoIndent"/>
        <w:spacing w:line="240" w:lineRule="auto"/>
        <w:ind w:left="360"/>
        <w:rPr>
          <w:rFonts w:asciiTheme="minorHAnsi" w:eastAsia="Arial Unicode MS" w:hAnsiTheme="minorHAnsi"/>
        </w:rPr>
      </w:pPr>
      <w:r>
        <w:rPr>
          <w:rFonts w:asciiTheme="minorHAnsi" w:eastAsia="Arial Unicode MS" w:hAnsiTheme="minorHAnsi"/>
        </w:rPr>
        <w:t xml:space="preserve">The path to this </w:t>
      </w:r>
      <w:r w:rsidRPr="009D5F4F">
        <w:rPr>
          <w:rFonts w:ascii="Courier New" w:eastAsia="Arial Unicode MS" w:hAnsi="Courier New" w:cs="Courier New"/>
        </w:rPr>
        <w:t>database.inc</w:t>
      </w:r>
      <w:r>
        <w:rPr>
          <w:rFonts w:asciiTheme="minorHAnsi" w:eastAsia="Arial Unicode MS" w:hAnsiTheme="minorHAnsi"/>
        </w:rPr>
        <w:t xml:space="preserve"> file will have to be placed in line 10 of </w:t>
      </w:r>
      <w:bookmarkStart w:id="0" w:name="_GoBack"/>
      <w:bookmarkEnd w:id="0"/>
      <w:r>
        <w:rPr>
          <w:rFonts w:asciiTheme="minorHAnsi" w:eastAsia="Arial Unicode MS" w:hAnsiTheme="minorHAnsi"/>
        </w:rPr>
        <w:t>this file:</w:t>
      </w:r>
    </w:p>
    <w:p w:rsidR="009D5F4F" w:rsidRPr="009D5F4F" w:rsidRDefault="009D5F4F" w:rsidP="005B1304">
      <w:pPr>
        <w:pStyle w:val="TextNoIndent"/>
        <w:spacing w:line="240" w:lineRule="auto"/>
        <w:ind w:left="360"/>
        <w:rPr>
          <w:rFonts w:ascii="Courier New" w:eastAsia="Arial Unicode MS" w:hAnsi="Courier New" w:cs="Courier New"/>
        </w:rPr>
      </w:pPr>
      <w:r w:rsidRPr="009D5F4F">
        <w:rPr>
          <w:rFonts w:ascii="Courier New" w:eastAsia="Arial Unicode MS" w:hAnsi="Courier New" w:cs="Courier New"/>
        </w:rPr>
        <w:t>ch10/nature/scripts/connectToDatabase.php</w:t>
      </w:r>
    </w:p>
    <w:p w:rsidR="00177E9B" w:rsidRPr="00177E9B" w:rsidRDefault="00177E9B" w:rsidP="00846353">
      <w:pPr>
        <w:pStyle w:val="TextIndented"/>
        <w:tabs>
          <w:tab w:val="clear" w:pos="960"/>
          <w:tab w:val="clear" w:pos="1440"/>
          <w:tab w:val="clear" w:pos="1920"/>
          <w:tab w:val="left" w:pos="6105"/>
        </w:tabs>
        <w:ind w:firstLine="0"/>
        <w:rPr>
          <w:rFonts w:eastAsia="Arial Unicode MS"/>
        </w:rPr>
      </w:pPr>
    </w:p>
    <w:sectPr w:rsidR="00177E9B" w:rsidRPr="00177E9B" w:rsidSect="00A50029">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78DC" w:rsidRDefault="00E478DC">
      <w:pPr>
        <w:spacing w:after="0" w:line="240" w:lineRule="auto"/>
      </w:pPr>
      <w:r>
        <w:separator/>
      </w:r>
    </w:p>
  </w:endnote>
  <w:endnote w:type="continuationSeparator" w:id="0">
    <w:p w:rsidR="00E478DC" w:rsidRDefault="00E478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Roman">
    <w:altName w:val="Times New Roman"/>
    <w:panose1 w:val="00000000000000000000"/>
    <w:charset w:val="CD"/>
    <w:family w:val="auto"/>
    <w:notTrueType/>
    <w:pitch w:val="default"/>
    <w:sig w:usb0="00000203" w:usb1="00000000" w:usb2="00000000" w:usb3="00000000" w:csb0="00000005" w:csb1="00000000"/>
  </w:font>
  <w:font w:name="TimesLTStd-Bold">
    <w:altName w:val="Cambria"/>
    <w:panose1 w:val="00000000000000000000"/>
    <w:charset w:val="4D"/>
    <w:family w:val="auto"/>
    <w:notTrueType/>
    <w:pitch w:val="default"/>
    <w:sig w:usb0="00000003" w:usb1="00000000" w:usb2="00000000" w:usb3="00000000" w:csb0="00000001" w:csb1="00000000"/>
  </w:font>
  <w:font w:name="HelveticaLTStd-Bold">
    <w:altName w:val="Times New Roman"/>
    <w:panose1 w:val="00000000000000000000"/>
    <w:charset w:val="CD"/>
    <w:family w:val="auto"/>
    <w:notTrueType/>
    <w:pitch w:val="default"/>
    <w:sig w:usb0="00000001" w:usb1="00000000" w:usb2="00000000" w:usb3="00000000" w:csb0="00000000" w:csb1="00000000"/>
  </w:font>
  <w:font w:name="TimesLTStd-Roman">
    <w:altName w:val="Cambria"/>
    <w:panose1 w:val="00000000000000000000"/>
    <w:charset w:val="4D"/>
    <w:family w:val="auto"/>
    <w:notTrueType/>
    <w:pitch w:val="default"/>
    <w:sig w:usb0="00000003" w:usb1="00000000" w:usb2="00000000" w:usb3="00000000" w:csb0="00000001" w:csb1="00000000"/>
  </w:font>
  <w:font w:name="HelveticaLTStd-BoldObl">
    <w:altName w:val="Times New Roman"/>
    <w:panose1 w:val="00000000000000000000"/>
    <w:charset w:val="CD"/>
    <w:family w:val="auto"/>
    <w:notTrueType/>
    <w:pitch w:val="default"/>
    <w:sig w:usb0="00000001" w:usb1="00000000" w:usb2="00000000" w:usb3="00000000" w:csb0="00000000" w:csb1="00000000"/>
  </w:font>
  <w:font w:name="TimesLTStd-Italic">
    <w:altName w:val="Cambria"/>
    <w:panose1 w:val="00000000000000000000"/>
    <w:charset w:val="4D"/>
    <w:family w:val="auto"/>
    <w:notTrueType/>
    <w:pitch w:val="default"/>
    <w:sig w:usb0="00000003" w:usb1="00000000" w:usb2="00000000" w:usb3="00000000" w:csb0="00000001" w:csb1="00000000"/>
  </w:font>
  <w:font w:name="HelveticaLTStd-Roman">
    <w:altName w:val="Times New Roman"/>
    <w:panose1 w:val="00000000000000000000"/>
    <w:charset w:val="CD"/>
    <w:family w:val="auto"/>
    <w:notTrueType/>
    <w:pitch w:val="default"/>
    <w:sig w:usb0="00000001" w:usb1="00000000" w:usb2="00000000" w:usb3="00000000" w:csb0="00000000" w:csb1="00000000"/>
  </w:font>
  <w:font w:name="WeidemannStd-Black">
    <w:altName w:val="Cambria"/>
    <w:panose1 w:val="00000000000000000000"/>
    <w:charset w:val="4D"/>
    <w:family w:val="auto"/>
    <w:notTrueType/>
    <w:pitch w:val="default"/>
    <w:sig w:usb0="00000003" w:usb1="00000000" w:usb2="00000000" w:usb3="00000000" w:csb0="00000001" w:csb1="00000000"/>
  </w:font>
  <w:font w:name="WeidemannStd-Medium">
    <w:altName w:val="Cambria"/>
    <w:panose1 w:val="00000000000000000000"/>
    <w:charset w:val="4D"/>
    <w:family w:val="auto"/>
    <w:notTrueType/>
    <w:pitch w:val="default"/>
    <w:sig w:usb0="00000003" w:usb1="00000000" w:usb2="00000000" w:usb3="00000000" w:csb0="00000001" w:csb1="00000000"/>
  </w:font>
  <w:font w:name="AGaramondPro-Regular">
    <w:altName w:val="Cambria"/>
    <w:panose1 w:val="00000000000000000000"/>
    <w:charset w:val="4D"/>
    <w:family w:val="auto"/>
    <w:notTrueType/>
    <w:pitch w:val="default"/>
    <w:sig w:usb0="00000003" w:usb1="00000000" w:usb2="00000000" w:usb3="00000000" w:csb0="00000001" w:csb1="00000000"/>
  </w:font>
  <w:font w:name="WeidemannStd-Bold">
    <w:altName w:val="Cambria"/>
    <w:panose1 w:val="00000000000000000000"/>
    <w:charset w:val="4D"/>
    <w:family w:val="auto"/>
    <w:notTrueType/>
    <w:pitch w:val="default"/>
    <w:sig w:usb0="00000003" w:usb1="00000000" w:usb2="00000000" w:usb3="00000000" w:csb0="00000001" w:csb1="00000000"/>
  </w:font>
  <w:font w:name="LegacySansStd-Book">
    <w:altName w:val="Cambria"/>
    <w:panose1 w:val="00000000000000000000"/>
    <w:charset w:val="4D"/>
    <w:family w:val="auto"/>
    <w:notTrueType/>
    <w:pitch w:val="default"/>
    <w:sig w:usb0="00000003" w:usb1="00000000" w:usb2="00000000" w:usb3="00000000" w:csb0="00000001" w:csb1="00000000"/>
  </w:font>
  <w:font w:name="LegacySansStd-Medium">
    <w:altName w:val="Cambria"/>
    <w:panose1 w:val="00000000000000000000"/>
    <w:charset w:val="4D"/>
    <w:family w:val="auto"/>
    <w:notTrueType/>
    <w:pitch w:val="default"/>
    <w:sig w:usb0="00000003" w:usb1="00000000" w:usb2="00000000" w:usb3="00000000" w:csb0="00000001" w:csb1="00000000"/>
  </w:font>
  <w:font w:name="LegacySansStd-MediumItalic">
    <w:altName w:val="Cambria"/>
    <w:panose1 w:val="00000000000000000000"/>
    <w:charset w:val="4D"/>
    <w:family w:val="auto"/>
    <w:notTrueType/>
    <w:pitch w:val="default"/>
    <w:sig w:usb0="00000003" w:usb1="00000000" w:usb2="00000000" w:usb3="00000000" w:csb0="00000001" w:csb1="00000000"/>
  </w:font>
  <w:font w:name="LegacySansStd-Bold">
    <w:altName w:val="Cambria"/>
    <w:panose1 w:val="00000000000000000000"/>
    <w:charset w:val="4D"/>
    <w:family w:val="auto"/>
    <w:notTrueType/>
    <w:pitch w:val="default"/>
    <w:sig w:usb0="00000003" w:usb1="00000000" w:usb2="00000000" w:usb3="00000000" w:csb0="00000001" w:csb1="00000000"/>
  </w:font>
  <w:font w:name="AGaramondPro-Italic">
    <w:altName w:val="Cambria"/>
    <w:panose1 w:val="00000000000000000000"/>
    <w:charset w:val="4D"/>
    <w:family w:val="auto"/>
    <w:notTrueType/>
    <w:pitch w:val="default"/>
    <w:sig w:usb0="00000003" w:usb1="00000000" w:usb2="00000000" w:usb3="00000000" w:csb0="00000001" w:csb1="00000000"/>
  </w:font>
  <w:font w:name="AGaramondPro-Bold">
    <w:altName w:val="Cambria"/>
    <w:panose1 w:val="00000000000000000000"/>
    <w:charset w:val="4D"/>
    <w:family w:val="auto"/>
    <w:notTrueType/>
    <w:pitch w:val="default"/>
    <w:sig w:usb0="00000003" w:usb1="00000000" w:usb2="00000000" w:usb3="00000000" w:csb0="00000001" w:csb1="00000000"/>
  </w:font>
  <w:font w:name="LegacySansStd-BookItalic">
    <w:altName w:val="Cambria"/>
    <w:panose1 w:val="00000000000000000000"/>
    <w:charset w:val="4D"/>
    <w:family w:val="auto"/>
    <w:notTrueType/>
    <w:pitch w:val="default"/>
    <w:sig w:usb0="00000003" w:usb1="00000000" w:usb2="00000000" w:usb3="00000000" w:csb0="00000001" w:csb1="00000000"/>
  </w:font>
  <w:font w:name="Myriad Pro Light">
    <w:altName w:val="Myriad Pro Light"/>
    <w:panose1 w:val="00000000000000000000"/>
    <w:charset w:val="00"/>
    <w:family w:val="swiss"/>
    <w:notTrueType/>
    <w:pitch w:val="variable"/>
    <w:sig w:usb0="20000287" w:usb1="00000001"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Gadget">
    <w:altName w:val="Gadget"/>
    <w:panose1 w:val="00000000000000000000"/>
    <w:charset w:val="00"/>
    <w:family w:val="auto"/>
    <w:notTrueType/>
    <w:pitch w:val="variable"/>
    <w:sig w:usb0="00000003" w:usb1="00000000" w:usb2="00000000" w:usb3="00000000" w:csb0="00000001" w:csb1="00000000"/>
  </w:font>
  <w:font w:name="RotisSansSerif Bold">
    <w:altName w:val="Courier New"/>
    <w:charset w:val="00"/>
    <w:family w:val="auto"/>
    <w:pitch w:val="variable"/>
    <w:sig w:usb0="00000000" w:usb1="00000000" w:usb2="00000000" w:usb3="00000000" w:csb0="00000001" w:csb1="00000000"/>
  </w:font>
  <w:font w:name="Techno">
    <w:altName w:val="Times New Roman"/>
    <w:charset w:val="00"/>
    <w:family w:val="roman"/>
    <w:pitch w:val="variable"/>
  </w:font>
  <w:font w:name="RotisSansSerif">
    <w:altName w:val="Courier"/>
    <w:charset w:val="00"/>
    <w:family w:val="auto"/>
    <w:pitch w:val="variable"/>
    <w:sig w:usb0="00000000" w:usb1="00000000" w:usb2="00000000" w:usb3="00000000" w:csb0="00000001" w:csb1="00000000"/>
  </w:font>
  <w:font w:name="Zapf Dingbats">
    <w:altName w:val="ZapfDingbats"/>
    <w:charset w:val="02"/>
    <w:family w:val="auto"/>
    <w:pitch w:val="variable"/>
    <w:sig w:usb0="00000003" w:usb1="00000000" w:usb2="00000100" w:usb3="00000000" w:csb0="80000001" w:csb1="00000000"/>
  </w:font>
  <w:font w:name="RotisSansSerif Italic">
    <w:altName w:val="Courier New"/>
    <w:charset w:val="00"/>
    <w:family w:val="auto"/>
    <w:pitch w:val="variable"/>
    <w:sig w:usb0="00000000" w:usb1="00000000" w:usb2="00000000" w:usb3="00000000" w:csb0="00000001" w:csb1="00000000"/>
  </w:font>
  <w:font w:name="RotisSerif">
    <w:altName w:val="Courier"/>
    <w:charset w:val="00"/>
    <w:family w:val="auto"/>
    <w:pitch w:val="variable"/>
    <w:sig w:usb0="00000000" w:usb1="00000000" w:usb2="00000000" w:usb3="00000000" w:csb0="00000001" w:csb1="00000000"/>
  </w:font>
  <w:font w:name="Prestige Elite">
    <w:altName w:val="Times New Roman"/>
    <w:panose1 w:val="00000000000000000000"/>
    <w:charset w:val="4D"/>
    <w:family w:val="roman"/>
    <w:notTrueType/>
    <w:pitch w:val="default"/>
    <w:sig w:usb0="00000003" w:usb1="00000000" w:usb2="00000000" w:usb3="00000000" w:csb0="00000001" w:csb1="00000000"/>
  </w:font>
  <w:font w:name="RotisSerif Italic">
    <w:altName w:val="Courier"/>
    <w:charset w:val="00"/>
    <w:family w:val="auto"/>
    <w:pitch w:val="variable"/>
    <w:sig w:usb0="00000000" w:usb1="00000000" w:usb2="00000000" w:usb3="00000000" w:csb0="00000001" w:csb1="00000000"/>
  </w:font>
  <w:font w:name="MRockwell-Bold">
    <w:panose1 w:val="00000000000000000000"/>
    <w:charset w:val="4D"/>
    <w:family w:val="auto"/>
    <w:notTrueType/>
    <w:pitch w:val="default"/>
    <w:sig w:usb0="00000003" w:usb1="00000000" w:usb2="00000000" w:usb3="00000000" w:csb0="00000001" w:csb1="00000000"/>
  </w:font>
  <w:font w:name="Interstate-LightCondensed">
    <w:panose1 w:val="00000000000000000000"/>
    <w:charset w:val="4D"/>
    <w:family w:val="auto"/>
    <w:notTrueType/>
    <w:pitch w:val="default"/>
    <w:sig w:usb0="00000003" w:usb1="00000000" w:usb2="00000000" w:usb3="00000000" w:csb0="00000001" w:csb1="00000000"/>
  </w:font>
  <w:font w:name="Interstate-Bold">
    <w:panose1 w:val="00000000000000000000"/>
    <w:charset w:val="4D"/>
    <w:family w:val="auto"/>
    <w:notTrueType/>
    <w:pitch w:val="default"/>
    <w:sig w:usb0="00000003" w:usb1="00000000" w:usb2="00000000" w:usb3="00000000" w:csb0="00000001" w:csb1="00000000"/>
  </w:font>
  <w:font w:name="Berkeley-Book">
    <w:panose1 w:val="00000000000000000000"/>
    <w:charset w:val="4D"/>
    <w:family w:val="auto"/>
    <w:notTrueType/>
    <w:pitch w:val="default"/>
    <w:sig w:usb0="00000003" w:usb1="00000000" w:usb2="00000000" w:usb3="00000000" w:csb0="00000001" w:csb1="00000000"/>
  </w:font>
  <w:font w:name="Interstate-Light">
    <w:panose1 w:val="00000000000000000000"/>
    <w:charset w:val="4D"/>
    <w:family w:val="auto"/>
    <w:notTrueType/>
    <w:pitch w:val="default"/>
    <w:sig w:usb0="00000003" w:usb1="00000000" w:usb2="00000000" w:usb3="00000000" w:csb0="00000001" w:csb1="00000000"/>
  </w:font>
  <w:font w:name="Interstate-Regular">
    <w:panose1 w:val="00000000000000000000"/>
    <w:charset w:val="4D"/>
    <w:family w:val="auto"/>
    <w:notTrueType/>
    <w:pitch w:val="default"/>
    <w:sig w:usb0="00000003" w:usb1="00000000" w:usb2="00000000" w:usb3="00000000" w:csb0="00000001" w:csb1="00000000"/>
  </w:font>
  <w:font w:name="Berkeley-Bold">
    <w:panose1 w:val="00000000000000000000"/>
    <w:charset w:val="4D"/>
    <w:family w:val="auto"/>
    <w:notTrueType/>
    <w:pitch w:val="default"/>
    <w:sig w:usb0="00000003" w:usb1="00000000" w:usb2="00000000" w:usb3="00000000" w:csb0="00000001" w:csb1="00000000"/>
  </w:font>
  <w:font w:name="MarkerFeltThin">
    <w:panose1 w:val="00000000000000000000"/>
    <w:charset w:val="4D"/>
    <w:family w:val="auto"/>
    <w:notTrueType/>
    <w:pitch w:val="default"/>
    <w:sig w:usb0="00000003" w:usb1="00000000" w:usb2="00000000" w:usb3="00000000" w:csb0="00000001" w:csb1="00000000"/>
  </w:font>
  <w:font w:name="Rockwell-ExtraBold">
    <w:panose1 w:val="00000000000000000000"/>
    <w:charset w:val="4D"/>
    <w:family w:val="auto"/>
    <w:notTrueType/>
    <w:pitch w:val="default"/>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Interstate-RegularCondensed">
    <w:panose1 w:val="00000000000000000000"/>
    <w:charset w:val="4D"/>
    <w:family w:val="auto"/>
    <w:notTrueType/>
    <w:pitch w:val="default"/>
    <w:sig w:usb0="00000003" w:usb1="00000000" w:usb2="00000000" w:usb3="00000000" w:csb0="00000001" w:csb1="00000000"/>
  </w:font>
  <w:font w:name="ZapfDingbatsITC">
    <w:panose1 w:val="00000000000000000000"/>
    <w:charset w:val="4D"/>
    <w:family w:val="auto"/>
    <w:notTrueType/>
    <w:pitch w:val="default"/>
    <w:sig w:usb0="00000003" w:usb1="00000000" w:usb2="00000000" w:usb3="00000000" w:csb0="00000001" w:csb1="00000000"/>
  </w:font>
  <w:font w:name="Interstate-BoldCondensed">
    <w:panose1 w:val="00000000000000000000"/>
    <w:charset w:val="4D"/>
    <w:family w:val="auto"/>
    <w:notTrueType/>
    <w:pitch w:val="default"/>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Interstate-Black">
    <w:panose1 w:val="00000000000000000000"/>
    <w:charset w:val="4D"/>
    <w:family w:val="auto"/>
    <w:notTrueType/>
    <w:pitch w:val="default"/>
    <w:sig w:usb0="00000003" w:usb1="00000000" w:usb2="00000000" w:usb3="00000000" w:csb0="00000001" w:csb1="00000000"/>
  </w:font>
  <w:font w:name="Rockwell-Bold">
    <w:panose1 w:val="00000000000000000000"/>
    <w:charset w:val="4D"/>
    <w:family w:val="auto"/>
    <w:notTrueType/>
    <w:pitch w:val="default"/>
    <w:sig w:usb0="00000003" w:usb1="00000000" w:usb2="00000000" w:usb3="00000000" w:csb0="00000001" w:csb1="00000000"/>
  </w:font>
  <w:font w:name="Interstate-LightItalic">
    <w:panose1 w:val="00000000000000000000"/>
    <w:charset w:val="4D"/>
    <w:family w:val="auto"/>
    <w:notTrueType/>
    <w:pitch w:val="default"/>
    <w:sig w:usb0="00000003" w:usb1="00000000" w:usb2="00000000" w:usb3="00000000" w:csb0="00000001" w:csb1="00000000"/>
  </w:font>
  <w:font w:name="Interstate-BlackCompressed">
    <w:panose1 w:val="00000000000000000000"/>
    <w:charset w:val="4D"/>
    <w:family w:val="auto"/>
    <w:notTrueType/>
    <w:pitch w:val="default"/>
    <w:sig w:usb0="00000003" w:usb1="00000000" w:usb2="00000000" w:usb3="00000000" w:csb0="00000001" w:csb1="00000000"/>
  </w:font>
  <w:font w:name="BerkeleyOldstyleITCbyBT-BkItal">
    <w:panose1 w:val="00000000000000000000"/>
    <w:charset w:val="4D"/>
    <w:family w:val="auto"/>
    <w:notTrueType/>
    <w:pitch w:val="default"/>
    <w:sig w:usb0="00000003" w:usb1="00000000" w:usb2="00000000" w:usb3="00000000" w:csb0="00000001" w:csb1="00000000"/>
  </w:font>
  <w:font w:name="Athelas">
    <w:panose1 w:val="00000000000000000000"/>
    <w:charset w:val="00"/>
    <w:family w:val="roman"/>
    <w:notTrueType/>
    <w:pitch w:val="default"/>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Letter Gothic Std">
    <w:panose1 w:val="00000000000000000000"/>
    <w:charset w:val="00"/>
    <w:family w:val="modern"/>
    <w:notTrueType/>
    <w:pitch w:val="fixed"/>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78DC" w:rsidRDefault="00E478DC">
      <w:pPr>
        <w:spacing w:after="0" w:line="240" w:lineRule="auto"/>
      </w:pPr>
      <w:r>
        <w:separator/>
      </w:r>
    </w:p>
  </w:footnote>
  <w:footnote w:type="continuationSeparator" w:id="0">
    <w:p w:rsidR="00E478DC" w:rsidRDefault="00E478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6260369"/>
      <w:docPartObj>
        <w:docPartGallery w:val="Page Numbers (Top of Page)"/>
        <w:docPartUnique/>
      </w:docPartObj>
    </w:sdtPr>
    <w:sdtEndPr>
      <w:rPr>
        <w:noProof/>
      </w:rPr>
    </w:sdtEndPr>
    <w:sdtContent>
      <w:p w:rsidR="00991983" w:rsidRDefault="00991983">
        <w:pPr>
          <w:pStyle w:val="Header"/>
          <w:jc w:val="right"/>
        </w:pPr>
        <w:r>
          <w:fldChar w:fldCharType="begin"/>
        </w:r>
        <w:r>
          <w:instrText xml:space="preserve"> PAGE   \* MERGEFORMAT </w:instrText>
        </w:r>
        <w:r>
          <w:fldChar w:fldCharType="separate"/>
        </w:r>
        <w:r w:rsidR="00BA7EFF">
          <w:rPr>
            <w:noProof/>
          </w:rPr>
          <w:t>2</w:t>
        </w:r>
        <w:r>
          <w:rPr>
            <w:noProof/>
          </w:rPr>
          <w:fldChar w:fldCharType="end"/>
        </w:r>
      </w:p>
    </w:sdtContent>
  </w:sdt>
  <w:p w:rsidR="00A529BE" w:rsidRDefault="00A529BE" w:rsidP="00991983">
    <w:pPr>
      <w:pStyle w:val="Header"/>
      <w:tabs>
        <w:tab w:val="clear" w:pos="4680"/>
        <w:tab w:val="left" w:pos="2160"/>
        <w:tab w:val="right" w:pos="9240"/>
      </w:tabs>
      <w:spacing w:after="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C503C"/>
    <w:multiLevelType w:val="multilevel"/>
    <w:tmpl w:val="AA0C2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6A2215"/>
    <w:multiLevelType w:val="hybridMultilevel"/>
    <w:tmpl w:val="C770BEEC"/>
    <w:lvl w:ilvl="0" w:tplc="A3DA83F0">
      <w:start w:val="5"/>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38706DC"/>
    <w:multiLevelType w:val="multilevel"/>
    <w:tmpl w:val="95901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4E6232D"/>
    <w:multiLevelType w:val="multilevel"/>
    <w:tmpl w:val="73F63F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4F12F61"/>
    <w:multiLevelType w:val="multilevel"/>
    <w:tmpl w:val="D4C4F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51062BC"/>
    <w:multiLevelType w:val="multilevel"/>
    <w:tmpl w:val="12C45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56F18A5"/>
    <w:multiLevelType w:val="multilevel"/>
    <w:tmpl w:val="697C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5857216"/>
    <w:multiLevelType w:val="multilevel"/>
    <w:tmpl w:val="0C325B9E"/>
    <w:lvl w:ilvl="0">
      <w:start w:val="1"/>
      <w:numFmt w:val="decimal"/>
      <w:lvlText w:val="%1."/>
      <w:lvlJc w:val="left"/>
      <w:pPr>
        <w:tabs>
          <w:tab w:val="num" w:pos="720"/>
        </w:tabs>
        <w:ind w:left="720" w:hanging="360"/>
      </w:pPr>
    </w:lvl>
    <w:lvl w:ilvl="1">
      <w:start w:val="10"/>
      <w:numFmt w:val="bullet"/>
      <w:lvlText w:val=""/>
      <w:lvlJc w:val="left"/>
      <w:pPr>
        <w:tabs>
          <w:tab w:val="num" w:pos="720"/>
        </w:tabs>
        <w:ind w:left="1440" w:hanging="360"/>
      </w:pPr>
      <w:rPr>
        <w:rFonts w:ascii="Symbol" w:eastAsia="Times New Roman" w:hAnsi="Symbol" w:hint="default"/>
        <w:b w:val="0"/>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68A7A8C"/>
    <w:multiLevelType w:val="multilevel"/>
    <w:tmpl w:val="3DC88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87E0B65"/>
    <w:multiLevelType w:val="multilevel"/>
    <w:tmpl w:val="831C3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89037F7"/>
    <w:multiLevelType w:val="hybridMultilevel"/>
    <w:tmpl w:val="38C4315E"/>
    <w:lvl w:ilvl="0" w:tplc="6C86C964">
      <w:start w:val="1"/>
      <w:numFmt w:val="bullet"/>
      <w:pStyle w:val="Tabletext9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8D17B24"/>
    <w:multiLevelType w:val="multilevel"/>
    <w:tmpl w:val="AD926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9AD6D79"/>
    <w:multiLevelType w:val="multilevel"/>
    <w:tmpl w:val="36386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9DA14D3"/>
    <w:multiLevelType w:val="multilevel"/>
    <w:tmpl w:val="30C67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A075D58"/>
    <w:multiLevelType w:val="multilevel"/>
    <w:tmpl w:val="9C6EC6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0AD0077E"/>
    <w:multiLevelType w:val="multilevel"/>
    <w:tmpl w:val="302ECE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0B211F13"/>
    <w:multiLevelType w:val="multilevel"/>
    <w:tmpl w:val="B328A7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0B41606C"/>
    <w:multiLevelType w:val="hybridMultilevel"/>
    <w:tmpl w:val="B6E4EFA8"/>
    <w:lvl w:ilvl="0" w:tplc="1528FC12">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0BDB13BF"/>
    <w:multiLevelType w:val="multilevel"/>
    <w:tmpl w:val="5058BF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0C6B0761"/>
    <w:multiLevelType w:val="multilevel"/>
    <w:tmpl w:val="6DD028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0CC210AC"/>
    <w:multiLevelType w:val="multilevel"/>
    <w:tmpl w:val="A4C45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0D0E0725"/>
    <w:multiLevelType w:val="multilevel"/>
    <w:tmpl w:val="801894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0DCB6897"/>
    <w:multiLevelType w:val="multilevel"/>
    <w:tmpl w:val="5608C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0FC94C88"/>
    <w:multiLevelType w:val="multilevel"/>
    <w:tmpl w:val="8D92C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107872A8"/>
    <w:multiLevelType w:val="multilevel"/>
    <w:tmpl w:val="094C1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108F76DB"/>
    <w:multiLevelType w:val="multilevel"/>
    <w:tmpl w:val="0B180B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11494381"/>
    <w:multiLevelType w:val="hybridMultilevel"/>
    <w:tmpl w:val="D018CCFE"/>
    <w:lvl w:ilvl="0" w:tplc="1528FC12">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11687A18"/>
    <w:multiLevelType w:val="multilevel"/>
    <w:tmpl w:val="78AC04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12DD6283"/>
    <w:multiLevelType w:val="multilevel"/>
    <w:tmpl w:val="22FA57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164C242C"/>
    <w:multiLevelType w:val="multilevel"/>
    <w:tmpl w:val="C41604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178217A3"/>
    <w:multiLevelType w:val="hybridMultilevel"/>
    <w:tmpl w:val="4CF4A496"/>
    <w:lvl w:ilvl="0" w:tplc="1DBC3688">
      <w:start w:val="1"/>
      <w:numFmt w:val="decimal"/>
      <w:lvlText w:val="%1."/>
      <w:lvlJc w:val="left"/>
      <w:pPr>
        <w:tabs>
          <w:tab w:val="num" w:pos="1440"/>
        </w:tabs>
        <w:ind w:left="1440" w:hanging="360"/>
      </w:pPr>
      <w:rPr>
        <w:rFonts w:hint="default"/>
      </w:rPr>
    </w:lvl>
    <w:lvl w:ilvl="1" w:tplc="B2B092A0">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17D73E64"/>
    <w:multiLevelType w:val="multilevel"/>
    <w:tmpl w:val="61205C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191B4670"/>
    <w:multiLevelType w:val="multilevel"/>
    <w:tmpl w:val="094C167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19DE15C2"/>
    <w:multiLevelType w:val="multilevel"/>
    <w:tmpl w:val="B2EA6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1ADD55BD"/>
    <w:multiLevelType w:val="multilevel"/>
    <w:tmpl w:val="D8688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1B431FAC"/>
    <w:multiLevelType w:val="multilevel"/>
    <w:tmpl w:val="094C167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1B775335"/>
    <w:multiLevelType w:val="hybridMultilevel"/>
    <w:tmpl w:val="B7BE92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1C5F0D00"/>
    <w:multiLevelType w:val="hybridMultilevel"/>
    <w:tmpl w:val="DCCE514C"/>
    <w:lvl w:ilvl="0" w:tplc="1528FC12">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1CC02BED"/>
    <w:multiLevelType w:val="multilevel"/>
    <w:tmpl w:val="D4CAF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1D4A57DE"/>
    <w:multiLevelType w:val="multilevel"/>
    <w:tmpl w:val="5212E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1E9576A8"/>
    <w:multiLevelType w:val="multilevel"/>
    <w:tmpl w:val="A8CE7CC0"/>
    <w:lvl w:ilvl="0">
      <w:start w:val="1"/>
      <w:numFmt w:val="decimal"/>
      <w:lvlText w:val="%1."/>
      <w:lvlJc w:val="left"/>
      <w:pPr>
        <w:tabs>
          <w:tab w:val="num" w:pos="720"/>
        </w:tabs>
        <w:ind w:left="720" w:hanging="360"/>
      </w:pPr>
    </w:lvl>
    <w:lvl w:ilvl="1">
      <w:start w:val="10"/>
      <w:numFmt w:val="bullet"/>
      <w:lvlText w:val=""/>
      <w:lvlJc w:val="left"/>
      <w:pPr>
        <w:tabs>
          <w:tab w:val="num" w:pos="720"/>
        </w:tabs>
        <w:ind w:left="1440" w:hanging="360"/>
      </w:pPr>
      <w:rPr>
        <w:rFonts w:ascii="Symbol" w:eastAsia="Times New Roman" w:hAnsi="Symbol" w:hint="default"/>
        <w:b w:val="0"/>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1E972FB2"/>
    <w:multiLevelType w:val="hybridMultilevel"/>
    <w:tmpl w:val="FE3CE06E"/>
    <w:lvl w:ilvl="0" w:tplc="B5226864">
      <w:start w:val="10"/>
      <w:numFmt w:val="bullet"/>
      <w:lvlText w:val=""/>
      <w:lvlJc w:val="left"/>
      <w:pPr>
        <w:tabs>
          <w:tab w:val="num" w:pos="0"/>
        </w:tabs>
        <w:ind w:left="720" w:hanging="360"/>
      </w:pPr>
      <w:rPr>
        <w:rFonts w:ascii="Symbol" w:eastAsia="Times New Roman" w:hAnsi="Symbol" w:hint="default"/>
        <w:b w:val="0"/>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1EA729E5"/>
    <w:multiLevelType w:val="multilevel"/>
    <w:tmpl w:val="0780F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1F2E5EDD"/>
    <w:multiLevelType w:val="multilevel"/>
    <w:tmpl w:val="025E4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1F646E06"/>
    <w:multiLevelType w:val="multilevel"/>
    <w:tmpl w:val="455A07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20353D5A"/>
    <w:multiLevelType w:val="hybridMultilevel"/>
    <w:tmpl w:val="D1228E20"/>
    <w:lvl w:ilvl="0" w:tplc="B2B092A0">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6">
    <w:nsid w:val="224864FE"/>
    <w:multiLevelType w:val="hybridMultilevel"/>
    <w:tmpl w:val="F0581878"/>
    <w:lvl w:ilvl="0" w:tplc="3C76FDC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230E087A"/>
    <w:multiLevelType w:val="hybridMultilevel"/>
    <w:tmpl w:val="94E0E496"/>
    <w:lvl w:ilvl="0" w:tplc="1A3835C8">
      <w:start w:val="1"/>
      <w:numFmt w:val="decimal"/>
      <w:pStyle w:val="NumberListauto"/>
      <w:lvlText w:val="%1."/>
      <w:lvlJc w:val="left"/>
      <w:pPr>
        <w:ind w:left="360" w:hanging="360"/>
      </w:pPr>
      <w:rPr>
        <w:rFonts w:hint="default"/>
        <w:b w:val="0"/>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48">
    <w:nsid w:val="234C5CC9"/>
    <w:multiLevelType w:val="hybridMultilevel"/>
    <w:tmpl w:val="231EC112"/>
    <w:lvl w:ilvl="0" w:tplc="B73E77BE">
      <w:start w:val="6"/>
      <w:numFmt w:val="decimal"/>
      <w:lvlText w:val="%1."/>
      <w:lvlJc w:val="left"/>
      <w:pPr>
        <w:tabs>
          <w:tab w:val="num" w:pos="2520"/>
        </w:tabs>
        <w:ind w:left="2520" w:hanging="360"/>
      </w:pPr>
      <w:rPr>
        <w:rFonts w:hint="default"/>
      </w:rPr>
    </w:lvl>
    <w:lvl w:ilvl="1" w:tplc="5E1A5F20">
      <w:start w:val="6"/>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23774E86"/>
    <w:multiLevelType w:val="hybridMultilevel"/>
    <w:tmpl w:val="FD58E096"/>
    <w:lvl w:ilvl="0" w:tplc="4858BA8C">
      <w:start w:val="1"/>
      <w:numFmt w:val="decimal"/>
      <w:lvlText w:val="%1."/>
      <w:lvlJc w:val="left"/>
      <w:pPr>
        <w:tabs>
          <w:tab w:val="num" w:pos="1440"/>
        </w:tabs>
        <w:ind w:left="1440" w:hanging="360"/>
      </w:pPr>
      <w:rPr>
        <w:rFonts w:hint="default"/>
      </w:rPr>
    </w:lvl>
    <w:lvl w:ilvl="1" w:tplc="1528FC1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23DE221C"/>
    <w:multiLevelType w:val="multilevel"/>
    <w:tmpl w:val="842E4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23FC4470"/>
    <w:multiLevelType w:val="multilevel"/>
    <w:tmpl w:val="9DF42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25C76A42"/>
    <w:multiLevelType w:val="multilevel"/>
    <w:tmpl w:val="61AA0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269018E7"/>
    <w:multiLevelType w:val="multilevel"/>
    <w:tmpl w:val="2FFAE3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26BA6313"/>
    <w:multiLevelType w:val="multilevel"/>
    <w:tmpl w:val="345C03F6"/>
    <w:lvl w:ilvl="0">
      <w:start w:val="1"/>
      <w:numFmt w:val="decimal"/>
      <w:lvlText w:val="%1."/>
      <w:lvlJc w:val="left"/>
      <w:pPr>
        <w:tabs>
          <w:tab w:val="num" w:pos="720"/>
        </w:tabs>
        <w:ind w:left="720" w:hanging="360"/>
      </w:pPr>
    </w:lvl>
    <w:lvl w:ilvl="1">
      <w:start w:val="10"/>
      <w:numFmt w:val="bullet"/>
      <w:lvlText w:val=""/>
      <w:lvlJc w:val="left"/>
      <w:pPr>
        <w:tabs>
          <w:tab w:val="num" w:pos="720"/>
        </w:tabs>
        <w:ind w:left="1440" w:hanging="360"/>
      </w:pPr>
      <w:rPr>
        <w:rFonts w:ascii="Symbol" w:eastAsia="Times New Roman" w:hAnsi="Symbol" w:hint="default"/>
        <w:b w:val="0"/>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26D45354"/>
    <w:multiLevelType w:val="multilevel"/>
    <w:tmpl w:val="18CA5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29C222AC"/>
    <w:multiLevelType w:val="hybridMultilevel"/>
    <w:tmpl w:val="FDC899DA"/>
    <w:lvl w:ilvl="0" w:tplc="E7344C00">
      <w:start w:val="1"/>
      <w:numFmt w:val="lowerLetter"/>
      <w:lvlText w:val="%1)"/>
      <w:lvlJc w:val="left"/>
      <w:pPr>
        <w:tabs>
          <w:tab w:val="num" w:pos="1440"/>
        </w:tabs>
        <w:ind w:left="1440" w:hanging="360"/>
      </w:pPr>
      <w:rPr>
        <w:rFonts w:hint="default"/>
      </w:rPr>
    </w:lvl>
    <w:lvl w:ilvl="1" w:tplc="D7C2CE4E">
      <w:start w:val="4"/>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2A11772A"/>
    <w:multiLevelType w:val="hybridMultilevel"/>
    <w:tmpl w:val="C06CA654"/>
    <w:lvl w:ilvl="0" w:tplc="F79815A4">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2A222454"/>
    <w:multiLevelType w:val="multilevel"/>
    <w:tmpl w:val="E6E695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2AF52F8B"/>
    <w:multiLevelType w:val="multilevel"/>
    <w:tmpl w:val="3FECD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2C075524"/>
    <w:multiLevelType w:val="multilevel"/>
    <w:tmpl w:val="094C1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2C24269A"/>
    <w:multiLevelType w:val="hybridMultilevel"/>
    <w:tmpl w:val="003A1486"/>
    <w:lvl w:ilvl="0" w:tplc="2EF4C740">
      <w:start w:val="2"/>
      <w:numFmt w:val="decimal"/>
      <w:lvlText w:val="%1."/>
      <w:lvlJc w:val="left"/>
      <w:pPr>
        <w:tabs>
          <w:tab w:val="num" w:pos="2700"/>
        </w:tabs>
        <w:ind w:left="27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nsid w:val="2CEB6C85"/>
    <w:multiLevelType w:val="multilevel"/>
    <w:tmpl w:val="F11A3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2D0C6AA6"/>
    <w:multiLevelType w:val="multilevel"/>
    <w:tmpl w:val="556A1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31914D4A"/>
    <w:multiLevelType w:val="multilevel"/>
    <w:tmpl w:val="A57AB2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nsid w:val="31CB7236"/>
    <w:multiLevelType w:val="hybridMultilevel"/>
    <w:tmpl w:val="95E84F9E"/>
    <w:lvl w:ilvl="0" w:tplc="5302E832">
      <w:start w:val="1"/>
      <w:numFmt w:val="decimal"/>
      <w:lvlText w:val="%1."/>
      <w:lvlJc w:val="left"/>
      <w:pPr>
        <w:tabs>
          <w:tab w:val="num" w:pos="2340"/>
        </w:tabs>
        <w:ind w:left="23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nsid w:val="31DD3978"/>
    <w:multiLevelType w:val="hybridMultilevel"/>
    <w:tmpl w:val="0484BC3A"/>
    <w:lvl w:ilvl="0" w:tplc="B5226864">
      <w:start w:val="10"/>
      <w:numFmt w:val="bullet"/>
      <w:lvlText w:val=""/>
      <w:lvlJc w:val="left"/>
      <w:pPr>
        <w:tabs>
          <w:tab w:val="num" w:pos="0"/>
        </w:tabs>
        <w:ind w:left="720" w:hanging="360"/>
      </w:pPr>
      <w:rPr>
        <w:rFonts w:ascii="Symbol" w:eastAsia="Times New Roman" w:hAnsi="Symbol" w:hint="default"/>
        <w:b w:val="0"/>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nsid w:val="3255112E"/>
    <w:multiLevelType w:val="multilevel"/>
    <w:tmpl w:val="671AC1BE"/>
    <w:lvl w:ilvl="0">
      <w:start w:val="1"/>
      <w:numFmt w:val="decimal"/>
      <w:lvlText w:val="%1."/>
      <w:lvlJc w:val="left"/>
      <w:pPr>
        <w:tabs>
          <w:tab w:val="num" w:pos="720"/>
        </w:tabs>
        <w:ind w:left="720" w:hanging="360"/>
      </w:pPr>
    </w:lvl>
    <w:lvl w:ilvl="1">
      <w:start w:val="10"/>
      <w:numFmt w:val="bullet"/>
      <w:lvlText w:val=""/>
      <w:lvlJc w:val="left"/>
      <w:pPr>
        <w:tabs>
          <w:tab w:val="num" w:pos="720"/>
        </w:tabs>
        <w:ind w:left="1440" w:hanging="360"/>
      </w:pPr>
      <w:rPr>
        <w:rFonts w:ascii="Symbol" w:eastAsia="Times New Roman" w:hAnsi="Symbol" w:hint="default"/>
        <w:b w:val="0"/>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nsid w:val="331C7A6A"/>
    <w:multiLevelType w:val="hybridMultilevel"/>
    <w:tmpl w:val="320C7946"/>
    <w:lvl w:ilvl="0" w:tplc="B5226864">
      <w:start w:val="10"/>
      <w:numFmt w:val="bullet"/>
      <w:lvlText w:val=""/>
      <w:lvlJc w:val="left"/>
      <w:pPr>
        <w:tabs>
          <w:tab w:val="num" w:pos="0"/>
        </w:tabs>
        <w:ind w:left="720" w:hanging="360"/>
      </w:pPr>
      <w:rPr>
        <w:rFonts w:ascii="Symbol" w:eastAsia="Times New Roman" w:hAnsi="Symbol" w:hint="default"/>
        <w:b w:val="0"/>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nsid w:val="332140EF"/>
    <w:multiLevelType w:val="multilevel"/>
    <w:tmpl w:val="B4A49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33522157"/>
    <w:multiLevelType w:val="multilevel"/>
    <w:tmpl w:val="958CB43C"/>
    <w:lvl w:ilvl="0">
      <w:start w:val="10"/>
      <w:numFmt w:val="bullet"/>
      <w:lvlText w:val=""/>
      <w:lvlJc w:val="left"/>
      <w:pPr>
        <w:tabs>
          <w:tab w:val="num" w:pos="0"/>
        </w:tabs>
        <w:ind w:left="720" w:hanging="360"/>
      </w:pPr>
      <w:rPr>
        <w:rFonts w:ascii="Symbol" w:eastAsia="Times New Roman" w:hAnsi="Symbol" w:hint="default"/>
        <w:b w:val="0"/>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337B3C94"/>
    <w:multiLevelType w:val="multilevel"/>
    <w:tmpl w:val="4FDC0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nsid w:val="35913585"/>
    <w:multiLevelType w:val="hybridMultilevel"/>
    <w:tmpl w:val="F25418E6"/>
    <w:lvl w:ilvl="0" w:tplc="2460021C">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36533F38"/>
    <w:multiLevelType w:val="multilevel"/>
    <w:tmpl w:val="094C167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nsid w:val="36952222"/>
    <w:multiLevelType w:val="hybridMultilevel"/>
    <w:tmpl w:val="415607A4"/>
    <w:lvl w:ilvl="0" w:tplc="7ABAA980">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nsid w:val="379A4B5A"/>
    <w:multiLevelType w:val="multilevel"/>
    <w:tmpl w:val="094C1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nsid w:val="37E03AB1"/>
    <w:multiLevelType w:val="hybridMultilevel"/>
    <w:tmpl w:val="D03C2DC2"/>
    <w:lvl w:ilvl="0" w:tplc="B5226864">
      <w:start w:val="10"/>
      <w:numFmt w:val="bullet"/>
      <w:lvlText w:val=""/>
      <w:lvlJc w:val="left"/>
      <w:pPr>
        <w:tabs>
          <w:tab w:val="num" w:pos="0"/>
        </w:tabs>
        <w:ind w:left="720" w:hanging="360"/>
      </w:pPr>
      <w:rPr>
        <w:rFonts w:ascii="Symbol" w:eastAsia="Times New Roman" w:hAnsi="Symbol" w:hint="default"/>
        <w:b w:val="0"/>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nsid w:val="388D26EB"/>
    <w:multiLevelType w:val="multilevel"/>
    <w:tmpl w:val="8098DD72"/>
    <w:lvl w:ilvl="0">
      <w:start w:val="1"/>
      <w:numFmt w:val="decimal"/>
      <w:lvlText w:val="%1."/>
      <w:lvlJc w:val="left"/>
      <w:pPr>
        <w:tabs>
          <w:tab w:val="num" w:pos="720"/>
        </w:tabs>
        <w:ind w:left="720" w:hanging="360"/>
      </w:pPr>
    </w:lvl>
    <w:lvl w:ilvl="1">
      <w:start w:val="10"/>
      <w:numFmt w:val="bullet"/>
      <w:lvlText w:val=""/>
      <w:lvlJc w:val="left"/>
      <w:pPr>
        <w:tabs>
          <w:tab w:val="num" w:pos="720"/>
        </w:tabs>
        <w:ind w:left="1440" w:hanging="360"/>
      </w:pPr>
      <w:rPr>
        <w:rFonts w:ascii="Symbol" w:eastAsia="Times New Roman" w:hAnsi="Symbol" w:hint="default"/>
        <w:b w:val="0"/>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nsid w:val="38D62AC3"/>
    <w:multiLevelType w:val="multilevel"/>
    <w:tmpl w:val="52ECA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38E1594E"/>
    <w:multiLevelType w:val="multilevel"/>
    <w:tmpl w:val="8CC04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3BBB2422"/>
    <w:multiLevelType w:val="multilevel"/>
    <w:tmpl w:val="C57A8F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3CEF56CC"/>
    <w:multiLevelType w:val="multilevel"/>
    <w:tmpl w:val="8B7201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nsid w:val="3D372F9B"/>
    <w:multiLevelType w:val="multilevel"/>
    <w:tmpl w:val="0A3056D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3">
    <w:nsid w:val="3D536375"/>
    <w:multiLevelType w:val="multilevel"/>
    <w:tmpl w:val="7BB0A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3E93519A"/>
    <w:multiLevelType w:val="multilevel"/>
    <w:tmpl w:val="73D8BB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5">
    <w:nsid w:val="3EFF761D"/>
    <w:multiLevelType w:val="multilevel"/>
    <w:tmpl w:val="29A27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3F96131C"/>
    <w:multiLevelType w:val="multilevel"/>
    <w:tmpl w:val="A66E7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nsid w:val="405E0C97"/>
    <w:multiLevelType w:val="multilevel"/>
    <w:tmpl w:val="7D42D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408732AF"/>
    <w:multiLevelType w:val="multilevel"/>
    <w:tmpl w:val="2EE44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413D08AA"/>
    <w:multiLevelType w:val="multilevel"/>
    <w:tmpl w:val="0366B7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nsid w:val="413F5C26"/>
    <w:multiLevelType w:val="multilevel"/>
    <w:tmpl w:val="BF966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427D79C0"/>
    <w:multiLevelType w:val="multilevel"/>
    <w:tmpl w:val="03788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439443C3"/>
    <w:multiLevelType w:val="multilevel"/>
    <w:tmpl w:val="C882D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43AB3420"/>
    <w:multiLevelType w:val="multilevel"/>
    <w:tmpl w:val="094C1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nsid w:val="43C1741F"/>
    <w:multiLevelType w:val="multilevel"/>
    <w:tmpl w:val="525AA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44843458"/>
    <w:multiLevelType w:val="hybridMultilevel"/>
    <w:tmpl w:val="3A8EC79E"/>
    <w:lvl w:ilvl="0" w:tplc="9662A896">
      <w:start w:val="1"/>
      <w:numFmt w:val="decimal"/>
      <w:lvlText w:val="%1."/>
      <w:lvlJc w:val="left"/>
      <w:pPr>
        <w:tabs>
          <w:tab w:val="num" w:pos="1440"/>
        </w:tabs>
        <w:ind w:left="1440" w:hanging="360"/>
      </w:pPr>
      <w:rPr>
        <w:rFonts w:hint="default"/>
      </w:rPr>
    </w:lvl>
    <w:lvl w:ilvl="1" w:tplc="4858BA8C">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6">
    <w:nsid w:val="44EC6345"/>
    <w:multiLevelType w:val="multilevel"/>
    <w:tmpl w:val="18DC0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44F93BD4"/>
    <w:multiLevelType w:val="multilevel"/>
    <w:tmpl w:val="CCC058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nsid w:val="45127DC7"/>
    <w:multiLevelType w:val="multilevel"/>
    <w:tmpl w:val="42D8A2C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9">
    <w:nsid w:val="459D4804"/>
    <w:multiLevelType w:val="multilevel"/>
    <w:tmpl w:val="18444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46560F1B"/>
    <w:multiLevelType w:val="hybridMultilevel"/>
    <w:tmpl w:val="2BEC4EA0"/>
    <w:lvl w:ilvl="0" w:tplc="FBB61D90">
      <w:start w:val="6"/>
      <w:numFmt w:val="decimal"/>
      <w:lvlText w:val="%1."/>
      <w:lvlJc w:val="left"/>
      <w:pPr>
        <w:tabs>
          <w:tab w:val="num" w:pos="2160"/>
        </w:tabs>
        <w:ind w:left="2160" w:hanging="360"/>
      </w:pPr>
      <w:rPr>
        <w:rFonts w:hint="default"/>
      </w:rPr>
    </w:lvl>
    <w:lvl w:ilvl="1" w:tplc="149AC9CE">
      <w:start w:val="6"/>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1">
    <w:nsid w:val="47B11099"/>
    <w:multiLevelType w:val="multilevel"/>
    <w:tmpl w:val="F7F4C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4BC87C36"/>
    <w:multiLevelType w:val="multilevel"/>
    <w:tmpl w:val="094C1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nsid w:val="4BDE39F7"/>
    <w:multiLevelType w:val="hybridMultilevel"/>
    <w:tmpl w:val="9E28D6E2"/>
    <w:lvl w:ilvl="0" w:tplc="F79815A4">
      <w:start w:val="1"/>
      <w:numFmt w:val="decimal"/>
      <w:lvlText w:val="%1."/>
      <w:lvlJc w:val="left"/>
      <w:pPr>
        <w:tabs>
          <w:tab w:val="num" w:pos="1440"/>
        </w:tabs>
        <w:ind w:left="144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nsid w:val="4C5E797A"/>
    <w:multiLevelType w:val="multilevel"/>
    <w:tmpl w:val="31C4B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4CD30CD2"/>
    <w:multiLevelType w:val="multilevel"/>
    <w:tmpl w:val="FCF6E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4CE22FDD"/>
    <w:multiLevelType w:val="multilevel"/>
    <w:tmpl w:val="094C167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nsid w:val="4D9D51D6"/>
    <w:multiLevelType w:val="multilevel"/>
    <w:tmpl w:val="6C382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4EA84C0E"/>
    <w:multiLevelType w:val="multilevel"/>
    <w:tmpl w:val="CF126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4EBC3E8B"/>
    <w:multiLevelType w:val="multilevel"/>
    <w:tmpl w:val="3F180F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nsid w:val="500B7A65"/>
    <w:multiLevelType w:val="multilevel"/>
    <w:tmpl w:val="006CA88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1">
    <w:nsid w:val="5049545E"/>
    <w:multiLevelType w:val="multilevel"/>
    <w:tmpl w:val="AF30619A"/>
    <w:lvl w:ilvl="0">
      <w:start w:val="1"/>
      <w:numFmt w:val="decimal"/>
      <w:lvlText w:val="%1."/>
      <w:lvlJc w:val="left"/>
      <w:pPr>
        <w:tabs>
          <w:tab w:val="num" w:pos="720"/>
        </w:tabs>
        <w:ind w:left="720" w:hanging="360"/>
      </w:pPr>
    </w:lvl>
    <w:lvl w:ilvl="1">
      <w:start w:val="10"/>
      <w:numFmt w:val="bullet"/>
      <w:lvlText w:val=""/>
      <w:lvlJc w:val="left"/>
      <w:pPr>
        <w:tabs>
          <w:tab w:val="num" w:pos="720"/>
        </w:tabs>
        <w:ind w:left="1440" w:hanging="360"/>
      </w:pPr>
      <w:rPr>
        <w:rFonts w:ascii="Symbol" w:eastAsia="Times New Roman" w:hAnsi="Symbol" w:hint="default"/>
        <w:b w:val="0"/>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nsid w:val="50D243C4"/>
    <w:multiLevelType w:val="multilevel"/>
    <w:tmpl w:val="DE608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nsid w:val="51EB6277"/>
    <w:multiLevelType w:val="hybridMultilevel"/>
    <w:tmpl w:val="6E508470"/>
    <w:lvl w:ilvl="0" w:tplc="29341F72">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4">
    <w:nsid w:val="51FC0655"/>
    <w:multiLevelType w:val="multilevel"/>
    <w:tmpl w:val="3A72B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52BF3F40"/>
    <w:multiLevelType w:val="multilevel"/>
    <w:tmpl w:val="7902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52FF4F7D"/>
    <w:multiLevelType w:val="multilevel"/>
    <w:tmpl w:val="6232B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534E1980"/>
    <w:multiLevelType w:val="multilevel"/>
    <w:tmpl w:val="F39A03CA"/>
    <w:lvl w:ilvl="0">
      <w:start w:val="1"/>
      <w:numFmt w:val="decimal"/>
      <w:lvlText w:val="%1."/>
      <w:lvlJc w:val="left"/>
      <w:pPr>
        <w:tabs>
          <w:tab w:val="num" w:pos="720"/>
        </w:tabs>
        <w:ind w:left="720" w:hanging="360"/>
      </w:pPr>
    </w:lvl>
    <w:lvl w:ilvl="1">
      <w:start w:val="10"/>
      <w:numFmt w:val="bullet"/>
      <w:lvlText w:val=""/>
      <w:lvlJc w:val="left"/>
      <w:pPr>
        <w:tabs>
          <w:tab w:val="num" w:pos="720"/>
        </w:tabs>
        <w:ind w:left="1440" w:hanging="360"/>
      </w:pPr>
      <w:rPr>
        <w:rFonts w:ascii="Symbol" w:eastAsia="Times New Roman" w:hAnsi="Symbol" w:hint="default"/>
        <w:b w:val="0"/>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nsid w:val="54B570B7"/>
    <w:multiLevelType w:val="multilevel"/>
    <w:tmpl w:val="EA08E8D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9">
    <w:nsid w:val="56943C28"/>
    <w:multiLevelType w:val="multilevel"/>
    <w:tmpl w:val="2AAA3E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nsid w:val="576D2B3F"/>
    <w:multiLevelType w:val="multilevel"/>
    <w:tmpl w:val="A49C8B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nsid w:val="57BA415D"/>
    <w:multiLevelType w:val="multilevel"/>
    <w:tmpl w:val="A1D01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582E2D9D"/>
    <w:multiLevelType w:val="multilevel"/>
    <w:tmpl w:val="56B61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58671E29"/>
    <w:multiLevelType w:val="hybridMultilevel"/>
    <w:tmpl w:val="7B1082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4">
    <w:nsid w:val="598D3825"/>
    <w:multiLevelType w:val="multilevel"/>
    <w:tmpl w:val="31247FF8"/>
    <w:lvl w:ilvl="0">
      <w:start w:val="1"/>
      <w:numFmt w:val="decimal"/>
      <w:lvlText w:val="%1."/>
      <w:lvlJc w:val="left"/>
      <w:pPr>
        <w:tabs>
          <w:tab w:val="num" w:pos="720"/>
        </w:tabs>
        <w:ind w:left="720" w:hanging="360"/>
      </w:pPr>
    </w:lvl>
    <w:lvl w:ilvl="1">
      <w:start w:val="10"/>
      <w:numFmt w:val="bullet"/>
      <w:lvlText w:val=""/>
      <w:lvlJc w:val="left"/>
      <w:pPr>
        <w:tabs>
          <w:tab w:val="num" w:pos="720"/>
        </w:tabs>
        <w:ind w:left="1440" w:hanging="360"/>
      </w:pPr>
      <w:rPr>
        <w:rFonts w:ascii="Symbol" w:eastAsia="Times New Roman" w:hAnsi="Symbol" w:hint="default"/>
        <w:b w:val="0"/>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nsid w:val="5A246FD8"/>
    <w:multiLevelType w:val="multilevel"/>
    <w:tmpl w:val="1CB237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nsid w:val="5A925924"/>
    <w:multiLevelType w:val="multilevel"/>
    <w:tmpl w:val="209C4A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nsid w:val="5AB765A8"/>
    <w:multiLevelType w:val="hybridMultilevel"/>
    <w:tmpl w:val="6ABC0F2A"/>
    <w:lvl w:ilvl="0" w:tplc="BD3E777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8">
    <w:nsid w:val="5D182117"/>
    <w:multiLevelType w:val="multilevel"/>
    <w:tmpl w:val="7032BA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nsid w:val="5D357A6E"/>
    <w:multiLevelType w:val="hybridMultilevel"/>
    <w:tmpl w:val="1E12D812"/>
    <w:lvl w:ilvl="0" w:tplc="DEA62FE8">
      <w:start w:val="1"/>
      <w:numFmt w:val="decimal"/>
      <w:pStyle w:val="NumberListautonumb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0">
    <w:nsid w:val="5D7053F7"/>
    <w:multiLevelType w:val="multilevel"/>
    <w:tmpl w:val="01CC2F6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1">
    <w:nsid w:val="5DFA1388"/>
    <w:multiLevelType w:val="multilevel"/>
    <w:tmpl w:val="F86A8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5E5D6A6B"/>
    <w:multiLevelType w:val="multilevel"/>
    <w:tmpl w:val="094C167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nsid w:val="5E6B07F7"/>
    <w:multiLevelType w:val="multilevel"/>
    <w:tmpl w:val="7D9A0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5E97089F"/>
    <w:multiLevelType w:val="multilevel"/>
    <w:tmpl w:val="FBF690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nsid w:val="5EC90352"/>
    <w:multiLevelType w:val="hybridMultilevel"/>
    <w:tmpl w:val="86B418AC"/>
    <w:lvl w:ilvl="0" w:tplc="7C5C3A8C">
      <w:start w:val="1"/>
      <w:numFmt w:val="decimal"/>
      <w:lvlText w:val="%1."/>
      <w:lvlJc w:val="left"/>
      <w:pPr>
        <w:tabs>
          <w:tab w:val="num" w:pos="2340"/>
        </w:tabs>
        <w:ind w:left="2340" w:hanging="360"/>
      </w:pPr>
      <w:rPr>
        <w:rFonts w:hint="default"/>
      </w:rPr>
    </w:lvl>
    <w:lvl w:ilvl="1" w:tplc="04090019" w:tentative="1">
      <w:start w:val="1"/>
      <w:numFmt w:val="lowerLetter"/>
      <w:lvlText w:val="%2."/>
      <w:lvlJc w:val="left"/>
      <w:pPr>
        <w:tabs>
          <w:tab w:val="num" w:pos="1440"/>
        </w:tabs>
        <w:ind w:left="1440" w:hanging="360"/>
      </w:pPr>
    </w:lvl>
    <w:lvl w:ilvl="2" w:tplc="7C5C3A8C">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6">
    <w:nsid w:val="5EF363E7"/>
    <w:multiLevelType w:val="multilevel"/>
    <w:tmpl w:val="BEAC5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nsid w:val="5FFB6903"/>
    <w:multiLevelType w:val="multilevel"/>
    <w:tmpl w:val="A5A09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nsid w:val="61C50DF9"/>
    <w:multiLevelType w:val="multilevel"/>
    <w:tmpl w:val="FD506BAC"/>
    <w:lvl w:ilvl="0">
      <w:start w:val="1"/>
      <w:numFmt w:val="decimal"/>
      <w:lvlText w:val="%1."/>
      <w:lvlJc w:val="left"/>
      <w:pPr>
        <w:tabs>
          <w:tab w:val="num" w:pos="720"/>
        </w:tabs>
        <w:ind w:left="720" w:hanging="360"/>
      </w:pPr>
    </w:lvl>
    <w:lvl w:ilvl="1">
      <w:start w:val="6"/>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nsid w:val="629D7C08"/>
    <w:multiLevelType w:val="multilevel"/>
    <w:tmpl w:val="094C1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nsid w:val="62D002CC"/>
    <w:multiLevelType w:val="multilevel"/>
    <w:tmpl w:val="07F00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63DE10E6"/>
    <w:multiLevelType w:val="hybridMultilevel"/>
    <w:tmpl w:val="0718A890"/>
    <w:lvl w:ilvl="0" w:tplc="B2B092A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2">
    <w:nsid w:val="64140E0B"/>
    <w:multiLevelType w:val="multilevel"/>
    <w:tmpl w:val="E244E3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nsid w:val="65122DD7"/>
    <w:multiLevelType w:val="multilevel"/>
    <w:tmpl w:val="B3125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677B16CE"/>
    <w:multiLevelType w:val="multilevel"/>
    <w:tmpl w:val="3A5C326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5">
    <w:nsid w:val="69040806"/>
    <w:multiLevelType w:val="hybridMultilevel"/>
    <w:tmpl w:val="09A20E2A"/>
    <w:lvl w:ilvl="0" w:tplc="CFB86CDC">
      <w:start w:val="1"/>
      <w:numFmt w:val="decimal"/>
      <w:lvlText w:val="%1."/>
      <w:lvlJc w:val="left"/>
      <w:pPr>
        <w:tabs>
          <w:tab w:val="num" w:pos="2700"/>
        </w:tabs>
        <w:ind w:left="27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6">
    <w:nsid w:val="6B270A78"/>
    <w:multiLevelType w:val="multilevel"/>
    <w:tmpl w:val="7876B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6BEB730B"/>
    <w:multiLevelType w:val="multilevel"/>
    <w:tmpl w:val="094C1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nsid w:val="6C7510C6"/>
    <w:multiLevelType w:val="multilevel"/>
    <w:tmpl w:val="7548D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nsid w:val="6C857114"/>
    <w:multiLevelType w:val="multilevel"/>
    <w:tmpl w:val="C2F252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nsid w:val="6C99019F"/>
    <w:multiLevelType w:val="multilevel"/>
    <w:tmpl w:val="99A6F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nsid w:val="6C9B5425"/>
    <w:multiLevelType w:val="hybridMultilevel"/>
    <w:tmpl w:val="BD96B096"/>
    <w:lvl w:ilvl="0" w:tplc="F334CB4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2">
    <w:nsid w:val="6E592044"/>
    <w:multiLevelType w:val="hybridMultilevel"/>
    <w:tmpl w:val="428074DA"/>
    <w:lvl w:ilvl="0" w:tplc="E9D64BA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3">
    <w:nsid w:val="6EF15494"/>
    <w:multiLevelType w:val="hybridMultilevel"/>
    <w:tmpl w:val="0F1276F6"/>
    <w:lvl w:ilvl="0" w:tplc="40D0B68E">
      <w:start w:val="1"/>
      <w:numFmt w:val="bullet"/>
      <w:pStyle w:val="Bulletlistauto2"/>
      <w:lvlText w:val=""/>
      <w:lvlJc w:val="left"/>
      <w:pPr>
        <w:ind w:left="600" w:hanging="360"/>
      </w:pPr>
      <w:rPr>
        <w:rFonts w:ascii="Symbol" w:hAnsi="Symbol" w:hint="default"/>
      </w:rPr>
    </w:lvl>
    <w:lvl w:ilvl="1" w:tplc="04090003" w:tentative="1">
      <w:start w:val="1"/>
      <w:numFmt w:val="bullet"/>
      <w:lvlText w:val="o"/>
      <w:lvlJc w:val="left"/>
      <w:pPr>
        <w:ind w:left="1320" w:hanging="360"/>
      </w:pPr>
      <w:rPr>
        <w:rFonts w:ascii="Courier New" w:hAnsi="Courier New" w:cs="Courier New" w:hint="default"/>
      </w:rPr>
    </w:lvl>
    <w:lvl w:ilvl="2" w:tplc="04090005" w:tentative="1">
      <w:start w:val="1"/>
      <w:numFmt w:val="bullet"/>
      <w:lvlText w:val=""/>
      <w:lvlJc w:val="left"/>
      <w:pPr>
        <w:ind w:left="2040" w:hanging="360"/>
      </w:pPr>
      <w:rPr>
        <w:rFonts w:ascii="Wingdings" w:hAnsi="Wingdings" w:hint="default"/>
      </w:rPr>
    </w:lvl>
    <w:lvl w:ilvl="3" w:tplc="04090001" w:tentative="1">
      <w:start w:val="1"/>
      <w:numFmt w:val="bullet"/>
      <w:lvlText w:val=""/>
      <w:lvlJc w:val="left"/>
      <w:pPr>
        <w:ind w:left="2760" w:hanging="360"/>
      </w:pPr>
      <w:rPr>
        <w:rFonts w:ascii="Symbol" w:hAnsi="Symbol" w:hint="default"/>
      </w:rPr>
    </w:lvl>
    <w:lvl w:ilvl="4" w:tplc="04090003" w:tentative="1">
      <w:start w:val="1"/>
      <w:numFmt w:val="bullet"/>
      <w:lvlText w:val="o"/>
      <w:lvlJc w:val="left"/>
      <w:pPr>
        <w:ind w:left="3480" w:hanging="360"/>
      </w:pPr>
      <w:rPr>
        <w:rFonts w:ascii="Courier New" w:hAnsi="Courier New" w:cs="Courier New" w:hint="default"/>
      </w:rPr>
    </w:lvl>
    <w:lvl w:ilvl="5" w:tplc="04090005" w:tentative="1">
      <w:start w:val="1"/>
      <w:numFmt w:val="bullet"/>
      <w:lvlText w:val=""/>
      <w:lvlJc w:val="left"/>
      <w:pPr>
        <w:ind w:left="4200" w:hanging="360"/>
      </w:pPr>
      <w:rPr>
        <w:rFonts w:ascii="Wingdings" w:hAnsi="Wingdings" w:hint="default"/>
      </w:rPr>
    </w:lvl>
    <w:lvl w:ilvl="6" w:tplc="04090001" w:tentative="1">
      <w:start w:val="1"/>
      <w:numFmt w:val="bullet"/>
      <w:lvlText w:val=""/>
      <w:lvlJc w:val="left"/>
      <w:pPr>
        <w:ind w:left="4920" w:hanging="360"/>
      </w:pPr>
      <w:rPr>
        <w:rFonts w:ascii="Symbol" w:hAnsi="Symbol" w:hint="default"/>
      </w:rPr>
    </w:lvl>
    <w:lvl w:ilvl="7" w:tplc="04090003" w:tentative="1">
      <w:start w:val="1"/>
      <w:numFmt w:val="bullet"/>
      <w:lvlText w:val="o"/>
      <w:lvlJc w:val="left"/>
      <w:pPr>
        <w:ind w:left="5640" w:hanging="360"/>
      </w:pPr>
      <w:rPr>
        <w:rFonts w:ascii="Courier New" w:hAnsi="Courier New" w:cs="Courier New" w:hint="default"/>
      </w:rPr>
    </w:lvl>
    <w:lvl w:ilvl="8" w:tplc="04090005" w:tentative="1">
      <w:start w:val="1"/>
      <w:numFmt w:val="bullet"/>
      <w:lvlText w:val=""/>
      <w:lvlJc w:val="left"/>
      <w:pPr>
        <w:ind w:left="6360" w:hanging="360"/>
      </w:pPr>
      <w:rPr>
        <w:rFonts w:ascii="Wingdings" w:hAnsi="Wingdings" w:hint="default"/>
      </w:rPr>
    </w:lvl>
  </w:abstractNum>
  <w:abstractNum w:abstractNumId="154">
    <w:nsid w:val="6F585BCA"/>
    <w:multiLevelType w:val="multilevel"/>
    <w:tmpl w:val="280E2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701072BC"/>
    <w:multiLevelType w:val="multilevel"/>
    <w:tmpl w:val="CA3CF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nsid w:val="70233BE7"/>
    <w:multiLevelType w:val="multilevel"/>
    <w:tmpl w:val="88D24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7">
    <w:nsid w:val="70C913CF"/>
    <w:multiLevelType w:val="multilevel"/>
    <w:tmpl w:val="006CA88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8">
    <w:nsid w:val="71482212"/>
    <w:multiLevelType w:val="multilevel"/>
    <w:tmpl w:val="094C1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9">
    <w:nsid w:val="71935B1F"/>
    <w:multiLevelType w:val="multilevel"/>
    <w:tmpl w:val="EA08E8D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0">
    <w:nsid w:val="730C6362"/>
    <w:multiLevelType w:val="multilevel"/>
    <w:tmpl w:val="CF2429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1">
    <w:nsid w:val="730E22AE"/>
    <w:multiLevelType w:val="multilevel"/>
    <w:tmpl w:val="094C167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2">
    <w:nsid w:val="734040A0"/>
    <w:multiLevelType w:val="multilevel"/>
    <w:tmpl w:val="D902A3C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3">
    <w:nsid w:val="74290BB6"/>
    <w:multiLevelType w:val="multilevel"/>
    <w:tmpl w:val="F33C0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nsid w:val="744D6FBC"/>
    <w:multiLevelType w:val="multilevel"/>
    <w:tmpl w:val="A02C37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nsid w:val="755B792A"/>
    <w:multiLevelType w:val="hybridMultilevel"/>
    <w:tmpl w:val="A1804D86"/>
    <w:lvl w:ilvl="0" w:tplc="04090017">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6">
    <w:nsid w:val="76347C94"/>
    <w:multiLevelType w:val="multilevel"/>
    <w:tmpl w:val="0EBCA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nsid w:val="76E03955"/>
    <w:multiLevelType w:val="multilevel"/>
    <w:tmpl w:val="48A66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nsid w:val="77402368"/>
    <w:multiLevelType w:val="multilevel"/>
    <w:tmpl w:val="E80CB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9">
    <w:nsid w:val="77F72368"/>
    <w:multiLevelType w:val="multilevel"/>
    <w:tmpl w:val="E652712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0">
    <w:nsid w:val="783D7E91"/>
    <w:multiLevelType w:val="multilevel"/>
    <w:tmpl w:val="CD26A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nsid w:val="788A07AE"/>
    <w:multiLevelType w:val="multilevel"/>
    <w:tmpl w:val="7764DC48"/>
    <w:lvl w:ilvl="0">
      <w:start w:val="1"/>
      <w:numFmt w:val="decimal"/>
      <w:lvlText w:val="%1."/>
      <w:lvlJc w:val="left"/>
      <w:pPr>
        <w:tabs>
          <w:tab w:val="num" w:pos="720"/>
        </w:tabs>
        <w:ind w:left="720" w:hanging="360"/>
      </w:pPr>
    </w:lvl>
    <w:lvl w:ilvl="1">
      <w:start w:val="10"/>
      <w:numFmt w:val="bullet"/>
      <w:lvlText w:val=""/>
      <w:lvlJc w:val="left"/>
      <w:pPr>
        <w:tabs>
          <w:tab w:val="num" w:pos="720"/>
        </w:tabs>
        <w:ind w:left="1440" w:hanging="360"/>
      </w:pPr>
      <w:rPr>
        <w:rFonts w:ascii="Symbol" w:eastAsia="Times New Roman" w:hAnsi="Symbol" w:hint="default"/>
        <w:b w:val="0"/>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2">
    <w:nsid w:val="78CB4C50"/>
    <w:multiLevelType w:val="multilevel"/>
    <w:tmpl w:val="A1E66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nsid w:val="79F73CF9"/>
    <w:multiLevelType w:val="multilevel"/>
    <w:tmpl w:val="AE7EA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nsid w:val="7AA1500B"/>
    <w:multiLevelType w:val="multilevel"/>
    <w:tmpl w:val="EB1642F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5">
    <w:nsid w:val="7AC527DB"/>
    <w:multiLevelType w:val="multilevel"/>
    <w:tmpl w:val="6E88C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nsid w:val="7B860579"/>
    <w:multiLevelType w:val="multilevel"/>
    <w:tmpl w:val="40A09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nsid w:val="7BED16E9"/>
    <w:multiLevelType w:val="hybridMultilevel"/>
    <w:tmpl w:val="28B63DAA"/>
    <w:lvl w:ilvl="0" w:tplc="7166DD72">
      <w:start w:val="1"/>
      <w:numFmt w:val="decimal"/>
      <w:lvlText w:val="%12."/>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8">
    <w:nsid w:val="7D685DFF"/>
    <w:multiLevelType w:val="multilevel"/>
    <w:tmpl w:val="78FA8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nsid w:val="7FDD112E"/>
    <w:multiLevelType w:val="hybridMultilevel"/>
    <w:tmpl w:val="7D22248C"/>
    <w:lvl w:ilvl="0" w:tplc="7E307B0C">
      <w:start w:val="1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0">
    <w:nsid w:val="7FE53B6F"/>
    <w:multiLevelType w:val="multilevel"/>
    <w:tmpl w:val="C1F8F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3"/>
  </w:num>
  <w:num w:numId="2">
    <w:abstractNumId w:val="47"/>
  </w:num>
  <w:num w:numId="3">
    <w:abstractNumId w:val="10"/>
  </w:num>
  <w:num w:numId="4">
    <w:abstractNumId w:val="129"/>
  </w:num>
  <w:num w:numId="5">
    <w:abstractNumId w:val="71"/>
  </w:num>
  <w:num w:numId="6">
    <w:abstractNumId w:val="11"/>
  </w:num>
  <w:num w:numId="7">
    <w:abstractNumId w:val="51"/>
  </w:num>
  <w:num w:numId="8">
    <w:abstractNumId w:val="53"/>
  </w:num>
  <w:num w:numId="9">
    <w:abstractNumId w:val="15"/>
  </w:num>
  <w:num w:numId="10">
    <w:abstractNumId w:val="28"/>
  </w:num>
  <w:num w:numId="11">
    <w:abstractNumId w:val="160"/>
  </w:num>
  <w:num w:numId="12">
    <w:abstractNumId w:val="177"/>
  </w:num>
  <w:num w:numId="13">
    <w:abstractNumId w:val="151"/>
  </w:num>
  <w:num w:numId="14">
    <w:abstractNumId w:val="70"/>
  </w:num>
  <w:num w:numId="15">
    <w:abstractNumId w:val="172"/>
  </w:num>
  <w:num w:numId="16">
    <w:abstractNumId w:val="115"/>
  </w:num>
  <w:num w:numId="17">
    <w:abstractNumId w:val="6"/>
  </w:num>
  <w:num w:numId="18">
    <w:abstractNumId w:val="148"/>
  </w:num>
  <w:num w:numId="19">
    <w:abstractNumId w:val="178"/>
  </w:num>
  <w:num w:numId="20">
    <w:abstractNumId w:val="142"/>
  </w:num>
  <w:num w:numId="21">
    <w:abstractNumId w:val="18"/>
  </w:num>
  <w:num w:numId="22">
    <w:abstractNumId w:val="64"/>
  </w:num>
  <w:num w:numId="23">
    <w:abstractNumId w:val="168"/>
  </w:num>
  <w:num w:numId="24">
    <w:abstractNumId w:val="126"/>
  </w:num>
  <w:num w:numId="25">
    <w:abstractNumId w:val="4"/>
  </w:num>
  <w:num w:numId="26">
    <w:abstractNumId w:val="14"/>
  </w:num>
  <w:num w:numId="27">
    <w:abstractNumId w:val="43"/>
  </w:num>
  <w:num w:numId="28">
    <w:abstractNumId w:val="29"/>
  </w:num>
  <w:num w:numId="29">
    <w:abstractNumId w:val="86"/>
  </w:num>
  <w:num w:numId="30">
    <w:abstractNumId w:val="27"/>
  </w:num>
  <w:num w:numId="31">
    <w:abstractNumId w:val="149"/>
  </w:num>
  <w:num w:numId="32">
    <w:abstractNumId w:val="109"/>
  </w:num>
  <w:num w:numId="33">
    <w:abstractNumId w:val="157"/>
  </w:num>
  <w:num w:numId="34">
    <w:abstractNumId w:val="25"/>
  </w:num>
  <w:num w:numId="35">
    <w:abstractNumId w:val="72"/>
  </w:num>
  <w:num w:numId="36">
    <w:abstractNumId w:val="46"/>
  </w:num>
  <w:num w:numId="37">
    <w:abstractNumId w:val="38"/>
  </w:num>
  <w:num w:numId="38">
    <w:abstractNumId w:val="16"/>
  </w:num>
  <w:num w:numId="39">
    <w:abstractNumId w:val="92"/>
  </w:num>
  <w:num w:numId="40">
    <w:abstractNumId w:val="146"/>
  </w:num>
  <w:num w:numId="41">
    <w:abstractNumId w:val="164"/>
  </w:num>
  <w:num w:numId="42">
    <w:abstractNumId w:val="120"/>
  </w:num>
  <w:num w:numId="43">
    <w:abstractNumId w:val="31"/>
  </w:num>
  <w:num w:numId="44">
    <w:abstractNumId w:val="2"/>
  </w:num>
  <w:num w:numId="45">
    <w:abstractNumId w:val="23"/>
  </w:num>
  <w:num w:numId="46">
    <w:abstractNumId w:val="133"/>
  </w:num>
  <w:num w:numId="47">
    <w:abstractNumId w:val="80"/>
  </w:num>
  <w:num w:numId="48">
    <w:abstractNumId w:val="44"/>
  </w:num>
  <w:num w:numId="49">
    <w:abstractNumId w:val="81"/>
  </w:num>
  <w:num w:numId="50">
    <w:abstractNumId w:val="179"/>
  </w:num>
  <w:num w:numId="51">
    <w:abstractNumId w:val="135"/>
  </w:num>
  <w:num w:numId="52">
    <w:abstractNumId w:val="65"/>
  </w:num>
  <w:num w:numId="53">
    <w:abstractNumId w:val="61"/>
  </w:num>
  <w:num w:numId="54">
    <w:abstractNumId w:val="77"/>
  </w:num>
  <w:num w:numId="55">
    <w:abstractNumId w:val="54"/>
  </w:num>
  <w:num w:numId="56">
    <w:abstractNumId w:val="68"/>
  </w:num>
  <w:num w:numId="57">
    <w:abstractNumId w:val="66"/>
  </w:num>
  <w:num w:numId="58">
    <w:abstractNumId w:val="83"/>
  </w:num>
  <w:num w:numId="59">
    <w:abstractNumId w:val="128"/>
  </w:num>
  <w:num w:numId="60">
    <w:abstractNumId w:val="140"/>
  </w:num>
  <w:num w:numId="61">
    <w:abstractNumId w:val="87"/>
  </w:num>
  <w:num w:numId="62">
    <w:abstractNumId w:val="3"/>
  </w:num>
  <w:num w:numId="63">
    <w:abstractNumId w:val="97"/>
  </w:num>
  <w:num w:numId="64">
    <w:abstractNumId w:val="58"/>
  </w:num>
  <w:num w:numId="65">
    <w:abstractNumId w:val="145"/>
  </w:num>
  <w:num w:numId="66">
    <w:abstractNumId w:val="176"/>
  </w:num>
  <w:num w:numId="67">
    <w:abstractNumId w:val="90"/>
  </w:num>
  <w:num w:numId="68">
    <w:abstractNumId w:val="62"/>
  </w:num>
  <w:num w:numId="69">
    <w:abstractNumId w:val="143"/>
  </w:num>
  <w:num w:numId="70">
    <w:abstractNumId w:val="60"/>
  </w:num>
  <w:num w:numId="71">
    <w:abstractNumId w:val="55"/>
  </w:num>
  <w:num w:numId="72">
    <w:abstractNumId w:val="158"/>
  </w:num>
  <w:num w:numId="73">
    <w:abstractNumId w:val="106"/>
  </w:num>
  <w:num w:numId="74">
    <w:abstractNumId w:val="139"/>
  </w:num>
  <w:num w:numId="75">
    <w:abstractNumId w:val="41"/>
  </w:num>
  <w:num w:numId="76">
    <w:abstractNumId w:val="26"/>
  </w:num>
  <w:num w:numId="77">
    <w:abstractNumId w:val="37"/>
  </w:num>
  <w:num w:numId="78">
    <w:abstractNumId w:val="124"/>
  </w:num>
  <w:num w:numId="79">
    <w:abstractNumId w:val="171"/>
  </w:num>
  <w:num w:numId="80">
    <w:abstractNumId w:val="76"/>
  </w:num>
  <w:num w:numId="81">
    <w:abstractNumId w:val="85"/>
  </w:num>
  <w:num w:numId="82">
    <w:abstractNumId w:val="156"/>
  </w:num>
  <w:num w:numId="83">
    <w:abstractNumId w:val="39"/>
  </w:num>
  <w:num w:numId="84">
    <w:abstractNumId w:val="166"/>
  </w:num>
  <w:num w:numId="85">
    <w:abstractNumId w:val="59"/>
  </w:num>
  <w:num w:numId="86">
    <w:abstractNumId w:val="69"/>
  </w:num>
  <w:num w:numId="87">
    <w:abstractNumId w:val="107"/>
  </w:num>
  <w:num w:numId="88">
    <w:abstractNumId w:val="112"/>
  </w:num>
  <w:num w:numId="89">
    <w:abstractNumId w:val="110"/>
  </w:num>
  <w:num w:numId="90">
    <w:abstractNumId w:val="74"/>
  </w:num>
  <w:num w:numId="91">
    <w:abstractNumId w:val="95"/>
  </w:num>
  <w:num w:numId="92">
    <w:abstractNumId w:val="49"/>
  </w:num>
  <w:num w:numId="93">
    <w:abstractNumId w:val="0"/>
  </w:num>
  <w:num w:numId="94">
    <w:abstractNumId w:val="88"/>
  </w:num>
  <w:num w:numId="95">
    <w:abstractNumId w:val="63"/>
  </w:num>
  <w:num w:numId="96">
    <w:abstractNumId w:val="131"/>
  </w:num>
  <w:num w:numId="97">
    <w:abstractNumId w:val="33"/>
  </w:num>
  <w:num w:numId="98">
    <w:abstractNumId w:val="22"/>
  </w:num>
  <w:num w:numId="99">
    <w:abstractNumId w:val="79"/>
  </w:num>
  <w:num w:numId="100">
    <w:abstractNumId w:val="20"/>
  </w:num>
  <w:num w:numId="101">
    <w:abstractNumId w:val="12"/>
  </w:num>
  <w:num w:numId="102">
    <w:abstractNumId w:val="105"/>
  </w:num>
  <w:num w:numId="103">
    <w:abstractNumId w:val="94"/>
  </w:num>
  <w:num w:numId="104">
    <w:abstractNumId w:val="121"/>
  </w:num>
  <w:num w:numId="105">
    <w:abstractNumId w:val="93"/>
  </w:num>
  <w:num w:numId="106">
    <w:abstractNumId w:val="24"/>
  </w:num>
  <w:num w:numId="107">
    <w:abstractNumId w:val="75"/>
  </w:num>
  <w:num w:numId="108">
    <w:abstractNumId w:val="161"/>
  </w:num>
  <w:num w:numId="109">
    <w:abstractNumId w:val="132"/>
  </w:num>
  <w:num w:numId="110">
    <w:abstractNumId w:val="67"/>
  </w:num>
  <w:num w:numId="111">
    <w:abstractNumId w:val="1"/>
  </w:num>
  <w:num w:numId="112">
    <w:abstractNumId w:val="103"/>
  </w:num>
  <w:num w:numId="113">
    <w:abstractNumId w:val="5"/>
  </w:num>
  <w:num w:numId="114">
    <w:abstractNumId w:val="116"/>
  </w:num>
  <w:num w:numId="115">
    <w:abstractNumId w:val="150"/>
  </w:num>
  <w:num w:numId="116">
    <w:abstractNumId w:val="108"/>
  </w:num>
  <w:num w:numId="117">
    <w:abstractNumId w:val="114"/>
  </w:num>
  <w:num w:numId="118">
    <w:abstractNumId w:val="8"/>
  </w:num>
  <w:num w:numId="119">
    <w:abstractNumId w:val="163"/>
  </w:num>
  <w:num w:numId="120">
    <w:abstractNumId w:val="173"/>
  </w:num>
  <w:num w:numId="121">
    <w:abstractNumId w:val="125"/>
  </w:num>
  <w:num w:numId="122">
    <w:abstractNumId w:val="175"/>
  </w:num>
  <w:num w:numId="123">
    <w:abstractNumId w:val="50"/>
  </w:num>
  <w:num w:numId="124">
    <w:abstractNumId w:val="21"/>
  </w:num>
  <w:num w:numId="125">
    <w:abstractNumId w:val="89"/>
  </w:num>
  <w:num w:numId="126">
    <w:abstractNumId w:val="134"/>
  </w:num>
  <w:num w:numId="127">
    <w:abstractNumId w:val="119"/>
  </w:num>
  <w:num w:numId="128">
    <w:abstractNumId w:val="111"/>
  </w:num>
  <w:num w:numId="129">
    <w:abstractNumId w:val="17"/>
  </w:num>
  <w:num w:numId="130">
    <w:abstractNumId w:val="34"/>
  </w:num>
  <w:num w:numId="131">
    <w:abstractNumId w:val="180"/>
  </w:num>
  <w:num w:numId="132">
    <w:abstractNumId w:val="101"/>
  </w:num>
  <w:num w:numId="133">
    <w:abstractNumId w:val="136"/>
  </w:num>
  <w:num w:numId="134">
    <w:abstractNumId w:val="52"/>
  </w:num>
  <w:num w:numId="135">
    <w:abstractNumId w:val="154"/>
  </w:num>
  <w:num w:numId="136">
    <w:abstractNumId w:val="78"/>
  </w:num>
  <w:num w:numId="137">
    <w:abstractNumId w:val="96"/>
  </w:num>
  <w:num w:numId="138">
    <w:abstractNumId w:val="170"/>
  </w:num>
  <w:num w:numId="139">
    <w:abstractNumId w:val="42"/>
  </w:num>
  <w:num w:numId="140">
    <w:abstractNumId w:val="32"/>
  </w:num>
  <w:num w:numId="141">
    <w:abstractNumId w:val="137"/>
  </w:num>
  <w:num w:numId="142">
    <w:abstractNumId w:val="167"/>
  </w:num>
  <w:num w:numId="143">
    <w:abstractNumId w:val="99"/>
  </w:num>
  <w:num w:numId="144">
    <w:abstractNumId w:val="155"/>
  </w:num>
  <w:num w:numId="145">
    <w:abstractNumId w:val="104"/>
  </w:num>
  <w:num w:numId="146">
    <w:abstractNumId w:val="9"/>
  </w:num>
  <w:num w:numId="147">
    <w:abstractNumId w:val="13"/>
  </w:num>
  <w:num w:numId="148">
    <w:abstractNumId w:val="122"/>
  </w:num>
  <w:num w:numId="149">
    <w:abstractNumId w:val="73"/>
  </w:num>
  <w:num w:numId="150">
    <w:abstractNumId w:val="35"/>
  </w:num>
  <w:num w:numId="151">
    <w:abstractNumId w:val="147"/>
  </w:num>
  <w:num w:numId="152">
    <w:abstractNumId w:val="102"/>
  </w:num>
  <w:num w:numId="153">
    <w:abstractNumId w:val="57"/>
  </w:num>
  <w:num w:numId="154">
    <w:abstractNumId w:val="7"/>
  </w:num>
  <w:num w:numId="155">
    <w:abstractNumId w:val="117"/>
  </w:num>
  <w:num w:numId="156">
    <w:abstractNumId w:val="40"/>
  </w:num>
  <w:num w:numId="157">
    <w:abstractNumId w:val="91"/>
  </w:num>
  <w:num w:numId="158">
    <w:abstractNumId w:val="138"/>
  </w:num>
  <w:num w:numId="159">
    <w:abstractNumId w:val="100"/>
  </w:num>
  <w:num w:numId="160">
    <w:abstractNumId w:val="30"/>
  </w:num>
  <w:num w:numId="161">
    <w:abstractNumId w:val="141"/>
  </w:num>
  <w:num w:numId="162">
    <w:abstractNumId w:val="45"/>
  </w:num>
  <w:num w:numId="163">
    <w:abstractNumId w:val="165"/>
  </w:num>
  <w:num w:numId="164">
    <w:abstractNumId w:val="56"/>
  </w:num>
  <w:num w:numId="165">
    <w:abstractNumId w:val="48"/>
  </w:num>
  <w:num w:numId="166">
    <w:abstractNumId w:val="113"/>
  </w:num>
  <w:num w:numId="167">
    <w:abstractNumId w:val="8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1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6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1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8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144"/>
  </w:num>
  <w:num w:numId="176">
    <w:abstractNumId w:val="159"/>
  </w:num>
  <w:num w:numId="177">
    <w:abstractNumId w:val="118"/>
  </w:num>
  <w:num w:numId="178">
    <w:abstractNumId w:val="123"/>
  </w:num>
  <w:num w:numId="179">
    <w:abstractNumId w:val="36"/>
  </w:num>
  <w:num w:numId="180">
    <w:abstractNumId w:val="127"/>
  </w:num>
  <w:num w:numId="181">
    <w:abstractNumId w:val="152"/>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49"/>
  <w:hideGrammaticalErrors/>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349"/>
    <w:rsid w:val="000004E5"/>
    <w:rsid w:val="00000B71"/>
    <w:rsid w:val="00000EEF"/>
    <w:rsid w:val="000033D4"/>
    <w:rsid w:val="00003F27"/>
    <w:rsid w:val="000050E4"/>
    <w:rsid w:val="00005475"/>
    <w:rsid w:val="000059CA"/>
    <w:rsid w:val="0001082A"/>
    <w:rsid w:val="000108AE"/>
    <w:rsid w:val="000111BE"/>
    <w:rsid w:val="00012580"/>
    <w:rsid w:val="00012BCD"/>
    <w:rsid w:val="00012C6C"/>
    <w:rsid w:val="00012DD6"/>
    <w:rsid w:val="00013DE6"/>
    <w:rsid w:val="0001472F"/>
    <w:rsid w:val="000148B4"/>
    <w:rsid w:val="000154F7"/>
    <w:rsid w:val="00017430"/>
    <w:rsid w:val="00021809"/>
    <w:rsid w:val="000230DA"/>
    <w:rsid w:val="00023B69"/>
    <w:rsid w:val="0002411F"/>
    <w:rsid w:val="00025240"/>
    <w:rsid w:val="000260A2"/>
    <w:rsid w:val="000260D4"/>
    <w:rsid w:val="0002638A"/>
    <w:rsid w:val="00027B7C"/>
    <w:rsid w:val="00030F2F"/>
    <w:rsid w:val="00031783"/>
    <w:rsid w:val="0003222E"/>
    <w:rsid w:val="0003233C"/>
    <w:rsid w:val="00032A68"/>
    <w:rsid w:val="00033CD5"/>
    <w:rsid w:val="000350E1"/>
    <w:rsid w:val="00035A38"/>
    <w:rsid w:val="00035C02"/>
    <w:rsid w:val="00037BF6"/>
    <w:rsid w:val="00037DE9"/>
    <w:rsid w:val="00040463"/>
    <w:rsid w:val="000410F3"/>
    <w:rsid w:val="000443F7"/>
    <w:rsid w:val="00044A01"/>
    <w:rsid w:val="00045E48"/>
    <w:rsid w:val="000462B6"/>
    <w:rsid w:val="00050E82"/>
    <w:rsid w:val="00050ED7"/>
    <w:rsid w:val="000511F1"/>
    <w:rsid w:val="000523FE"/>
    <w:rsid w:val="00052E76"/>
    <w:rsid w:val="00052EEF"/>
    <w:rsid w:val="0005316E"/>
    <w:rsid w:val="0005355E"/>
    <w:rsid w:val="000537DC"/>
    <w:rsid w:val="00053ED3"/>
    <w:rsid w:val="00054D1C"/>
    <w:rsid w:val="00056047"/>
    <w:rsid w:val="000572A7"/>
    <w:rsid w:val="00057487"/>
    <w:rsid w:val="00057632"/>
    <w:rsid w:val="0005774F"/>
    <w:rsid w:val="00064038"/>
    <w:rsid w:val="00064AF4"/>
    <w:rsid w:val="00064D2B"/>
    <w:rsid w:val="00065372"/>
    <w:rsid w:val="000666F7"/>
    <w:rsid w:val="0006733C"/>
    <w:rsid w:val="0006764A"/>
    <w:rsid w:val="000702D1"/>
    <w:rsid w:val="0007100C"/>
    <w:rsid w:val="00073DAA"/>
    <w:rsid w:val="00074BD9"/>
    <w:rsid w:val="00075E67"/>
    <w:rsid w:val="00081F4D"/>
    <w:rsid w:val="0008203E"/>
    <w:rsid w:val="0008292E"/>
    <w:rsid w:val="00083E7F"/>
    <w:rsid w:val="00085AB1"/>
    <w:rsid w:val="00086224"/>
    <w:rsid w:val="00090293"/>
    <w:rsid w:val="00090B3E"/>
    <w:rsid w:val="00090EC6"/>
    <w:rsid w:val="00091BDF"/>
    <w:rsid w:val="00092479"/>
    <w:rsid w:val="00095AB3"/>
    <w:rsid w:val="00096A16"/>
    <w:rsid w:val="00096AF3"/>
    <w:rsid w:val="00097599"/>
    <w:rsid w:val="000A37C1"/>
    <w:rsid w:val="000A38DF"/>
    <w:rsid w:val="000A3D0E"/>
    <w:rsid w:val="000A4293"/>
    <w:rsid w:val="000A50D2"/>
    <w:rsid w:val="000A5FB3"/>
    <w:rsid w:val="000B0381"/>
    <w:rsid w:val="000B0A89"/>
    <w:rsid w:val="000B0B26"/>
    <w:rsid w:val="000B2A97"/>
    <w:rsid w:val="000B311E"/>
    <w:rsid w:val="000B32CF"/>
    <w:rsid w:val="000B4D5B"/>
    <w:rsid w:val="000B5B9A"/>
    <w:rsid w:val="000B7B99"/>
    <w:rsid w:val="000C03FB"/>
    <w:rsid w:val="000C146C"/>
    <w:rsid w:val="000C497F"/>
    <w:rsid w:val="000C571A"/>
    <w:rsid w:val="000C5856"/>
    <w:rsid w:val="000C5C6F"/>
    <w:rsid w:val="000C734A"/>
    <w:rsid w:val="000C73AE"/>
    <w:rsid w:val="000C7C3D"/>
    <w:rsid w:val="000C7C6A"/>
    <w:rsid w:val="000C7CF2"/>
    <w:rsid w:val="000D021A"/>
    <w:rsid w:val="000D029F"/>
    <w:rsid w:val="000D1D45"/>
    <w:rsid w:val="000D2E76"/>
    <w:rsid w:val="000D5DA1"/>
    <w:rsid w:val="000D7226"/>
    <w:rsid w:val="000E00EF"/>
    <w:rsid w:val="000E0380"/>
    <w:rsid w:val="000E3374"/>
    <w:rsid w:val="000E33AF"/>
    <w:rsid w:val="000E4BE1"/>
    <w:rsid w:val="000E6622"/>
    <w:rsid w:val="000E7288"/>
    <w:rsid w:val="000F2037"/>
    <w:rsid w:val="000F23EA"/>
    <w:rsid w:val="000F4336"/>
    <w:rsid w:val="000F471C"/>
    <w:rsid w:val="000F4E18"/>
    <w:rsid w:val="000F51CA"/>
    <w:rsid w:val="000F6783"/>
    <w:rsid w:val="000F7C08"/>
    <w:rsid w:val="00100FDC"/>
    <w:rsid w:val="00101CC4"/>
    <w:rsid w:val="0010236E"/>
    <w:rsid w:val="00102DBC"/>
    <w:rsid w:val="00103BA6"/>
    <w:rsid w:val="00106741"/>
    <w:rsid w:val="00107184"/>
    <w:rsid w:val="0010721A"/>
    <w:rsid w:val="0010736B"/>
    <w:rsid w:val="00110631"/>
    <w:rsid w:val="00111569"/>
    <w:rsid w:val="00111BEF"/>
    <w:rsid w:val="00112F42"/>
    <w:rsid w:val="0011383C"/>
    <w:rsid w:val="001139F5"/>
    <w:rsid w:val="00113B75"/>
    <w:rsid w:val="0011429F"/>
    <w:rsid w:val="00114AC3"/>
    <w:rsid w:val="00115239"/>
    <w:rsid w:val="00115477"/>
    <w:rsid w:val="001158A3"/>
    <w:rsid w:val="001165A2"/>
    <w:rsid w:val="001216D8"/>
    <w:rsid w:val="00122ECB"/>
    <w:rsid w:val="001230C2"/>
    <w:rsid w:val="001230C7"/>
    <w:rsid w:val="00123C3A"/>
    <w:rsid w:val="00124377"/>
    <w:rsid w:val="00124B30"/>
    <w:rsid w:val="00125931"/>
    <w:rsid w:val="00126BB8"/>
    <w:rsid w:val="001278DE"/>
    <w:rsid w:val="00127D6C"/>
    <w:rsid w:val="001316B0"/>
    <w:rsid w:val="0013215E"/>
    <w:rsid w:val="0013320C"/>
    <w:rsid w:val="00136445"/>
    <w:rsid w:val="00137331"/>
    <w:rsid w:val="00140B05"/>
    <w:rsid w:val="00141665"/>
    <w:rsid w:val="001419F5"/>
    <w:rsid w:val="001425FB"/>
    <w:rsid w:val="00143616"/>
    <w:rsid w:val="001440D7"/>
    <w:rsid w:val="00145B7B"/>
    <w:rsid w:val="001473E2"/>
    <w:rsid w:val="00151438"/>
    <w:rsid w:val="00155133"/>
    <w:rsid w:val="001558D6"/>
    <w:rsid w:val="00156957"/>
    <w:rsid w:val="00157588"/>
    <w:rsid w:val="00160F70"/>
    <w:rsid w:val="001613EA"/>
    <w:rsid w:val="00161FB9"/>
    <w:rsid w:val="001631BD"/>
    <w:rsid w:val="00164FF8"/>
    <w:rsid w:val="00165950"/>
    <w:rsid w:val="00166CF9"/>
    <w:rsid w:val="00172BB3"/>
    <w:rsid w:val="001754DF"/>
    <w:rsid w:val="00175C70"/>
    <w:rsid w:val="00177E9B"/>
    <w:rsid w:val="0018096F"/>
    <w:rsid w:val="00180D06"/>
    <w:rsid w:val="00182217"/>
    <w:rsid w:val="001828B6"/>
    <w:rsid w:val="00182AB0"/>
    <w:rsid w:val="001847A5"/>
    <w:rsid w:val="00184DF3"/>
    <w:rsid w:val="00184E0D"/>
    <w:rsid w:val="00184FB8"/>
    <w:rsid w:val="00185046"/>
    <w:rsid w:val="00185993"/>
    <w:rsid w:val="00185CA9"/>
    <w:rsid w:val="00186447"/>
    <w:rsid w:val="0019063A"/>
    <w:rsid w:val="00190BAD"/>
    <w:rsid w:val="0019222C"/>
    <w:rsid w:val="00192C6A"/>
    <w:rsid w:val="001930DE"/>
    <w:rsid w:val="00193E6B"/>
    <w:rsid w:val="00195406"/>
    <w:rsid w:val="001954E7"/>
    <w:rsid w:val="00195A56"/>
    <w:rsid w:val="0019730F"/>
    <w:rsid w:val="001A2527"/>
    <w:rsid w:val="001A36CE"/>
    <w:rsid w:val="001A3F93"/>
    <w:rsid w:val="001A5A36"/>
    <w:rsid w:val="001A654B"/>
    <w:rsid w:val="001A6812"/>
    <w:rsid w:val="001B04A3"/>
    <w:rsid w:val="001B09CD"/>
    <w:rsid w:val="001B1E37"/>
    <w:rsid w:val="001B2B18"/>
    <w:rsid w:val="001B2B4F"/>
    <w:rsid w:val="001B2EB6"/>
    <w:rsid w:val="001B3B17"/>
    <w:rsid w:val="001B4A12"/>
    <w:rsid w:val="001C017C"/>
    <w:rsid w:val="001C0C53"/>
    <w:rsid w:val="001C0F93"/>
    <w:rsid w:val="001C1A56"/>
    <w:rsid w:val="001C2392"/>
    <w:rsid w:val="001C243E"/>
    <w:rsid w:val="001C3716"/>
    <w:rsid w:val="001C3A64"/>
    <w:rsid w:val="001C43C8"/>
    <w:rsid w:val="001C4F80"/>
    <w:rsid w:val="001C5698"/>
    <w:rsid w:val="001C62EA"/>
    <w:rsid w:val="001C71D6"/>
    <w:rsid w:val="001C75B3"/>
    <w:rsid w:val="001C78B3"/>
    <w:rsid w:val="001D0B85"/>
    <w:rsid w:val="001D4C9F"/>
    <w:rsid w:val="001D6462"/>
    <w:rsid w:val="001D7448"/>
    <w:rsid w:val="001E063B"/>
    <w:rsid w:val="001E0D5A"/>
    <w:rsid w:val="001E280F"/>
    <w:rsid w:val="001E3148"/>
    <w:rsid w:val="001E3E72"/>
    <w:rsid w:val="001E4503"/>
    <w:rsid w:val="001E4A57"/>
    <w:rsid w:val="001E659D"/>
    <w:rsid w:val="001E6C64"/>
    <w:rsid w:val="001E7670"/>
    <w:rsid w:val="001F048A"/>
    <w:rsid w:val="001F19C0"/>
    <w:rsid w:val="001F2B49"/>
    <w:rsid w:val="001F3EB3"/>
    <w:rsid w:val="001F4E17"/>
    <w:rsid w:val="001F5894"/>
    <w:rsid w:val="001F5DBD"/>
    <w:rsid w:val="001F63CF"/>
    <w:rsid w:val="001F6C9A"/>
    <w:rsid w:val="001F70B3"/>
    <w:rsid w:val="001F7244"/>
    <w:rsid w:val="00202571"/>
    <w:rsid w:val="00202CDD"/>
    <w:rsid w:val="00202FE5"/>
    <w:rsid w:val="00203C9B"/>
    <w:rsid w:val="0020464C"/>
    <w:rsid w:val="002058E2"/>
    <w:rsid w:val="00207EBD"/>
    <w:rsid w:val="00210AEA"/>
    <w:rsid w:val="00210E88"/>
    <w:rsid w:val="00210FFE"/>
    <w:rsid w:val="00212363"/>
    <w:rsid w:val="00212A9B"/>
    <w:rsid w:val="00212BEB"/>
    <w:rsid w:val="00214E19"/>
    <w:rsid w:val="002150D4"/>
    <w:rsid w:val="00216253"/>
    <w:rsid w:val="00216A5A"/>
    <w:rsid w:val="00217118"/>
    <w:rsid w:val="00217EDB"/>
    <w:rsid w:val="00222175"/>
    <w:rsid w:val="00222809"/>
    <w:rsid w:val="00222F34"/>
    <w:rsid w:val="00224FE2"/>
    <w:rsid w:val="0022527A"/>
    <w:rsid w:val="0022604C"/>
    <w:rsid w:val="00226254"/>
    <w:rsid w:val="0022780C"/>
    <w:rsid w:val="00231EB1"/>
    <w:rsid w:val="00231F41"/>
    <w:rsid w:val="002345E1"/>
    <w:rsid w:val="00234DB0"/>
    <w:rsid w:val="002353F6"/>
    <w:rsid w:val="00235438"/>
    <w:rsid w:val="0023573F"/>
    <w:rsid w:val="00236710"/>
    <w:rsid w:val="00237AE2"/>
    <w:rsid w:val="0024085F"/>
    <w:rsid w:val="00240E54"/>
    <w:rsid w:val="002416F6"/>
    <w:rsid w:val="00241792"/>
    <w:rsid w:val="00241804"/>
    <w:rsid w:val="00242C97"/>
    <w:rsid w:val="002439EF"/>
    <w:rsid w:val="0024541A"/>
    <w:rsid w:val="00245921"/>
    <w:rsid w:val="00247D1D"/>
    <w:rsid w:val="002512B4"/>
    <w:rsid w:val="00251EB9"/>
    <w:rsid w:val="0025262D"/>
    <w:rsid w:val="00253F85"/>
    <w:rsid w:val="002540A4"/>
    <w:rsid w:val="00254921"/>
    <w:rsid w:val="00256850"/>
    <w:rsid w:val="0026032D"/>
    <w:rsid w:val="00260876"/>
    <w:rsid w:val="00260E76"/>
    <w:rsid w:val="00261031"/>
    <w:rsid w:val="002615EE"/>
    <w:rsid w:val="002621C9"/>
    <w:rsid w:val="002629B8"/>
    <w:rsid w:val="00262B47"/>
    <w:rsid w:val="002637B7"/>
    <w:rsid w:val="00263D0D"/>
    <w:rsid w:val="00265CC5"/>
    <w:rsid w:val="002666AB"/>
    <w:rsid w:val="00266824"/>
    <w:rsid w:val="00273514"/>
    <w:rsid w:val="0027414F"/>
    <w:rsid w:val="00276279"/>
    <w:rsid w:val="002805A8"/>
    <w:rsid w:val="00280C2C"/>
    <w:rsid w:val="0028340F"/>
    <w:rsid w:val="00283F33"/>
    <w:rsid w:val="00284A7C"/>
    <w:rsid w:val="00284A94"/>
    <w:rsid w:val="00285A06"/>
    <w:rsid w:val="002877EE"/>
    <w:rsid w:val="00292867"/>
    <w:rsid w:val="00293BA2"/>
    <w:rsid w:val="0029434C"/>
    <w:rsid w:val="00294740"/>
    <w:rsid w:val="00294BE1"/>
    <w:rsid w:val="00294E18"/>
    <w:rsid w:val="00296EFC"/>
    <w:rsid w:val="00297BA4"/>
    <w:rsid w:val="002A0273"/>
    <w:rsid w:val="002A053C"/>
    <w:rsid w:val="002A28EF"/>
    <w:rsid w:val="002A35C6"/>
    <w:rsid w:val="002A35D4"/>
    <w:rsid w:val="002A47AD"/>
    <w:rsid w:val="002A4899"/>
    <w:rsid w:val="002A5F7E"/>
    <w:rsid w:val="002A7F07"/>
    <w:rsid w:val="002B2B1E"/>
    <w:rsid w:val="002B4445"/>
    <w:rsid w:val="002B5FE0"/>
    <w:rsid w:val="002C10A0"/>
    <w:rsid w:val="002C1AC7"/>
    <w:rsid w:val="002C2107"/>
    <w:rsid w:val="002C2133"/>
    <w:rsid w:val="002C30BB"/>
    <w:rsid w:val="002C361A"/>
    <w:rsid w:val="002C3D15"/>
    <w:rsid w:val="002C4262"/>
    <w:rsid w:val="002C495F"/>
    <w:rsid w:val="002C4980"/>
    <w:rsid w:val="002C71B3"/>
    <w:rsid w:val="002C7F05"/>
    <w:rsid w:val="002D0732"/>
    <w:rsid w:val="002D0A61"/>
    <w:rsid w:val="002D2402"/>
    <w:rsid w:val="002D2CD7"/>
    <w:rsid w:val="002D2FAC"/>
    <w:rsid w:val="002D328A"/>
    <w:rsid w:val="002D331F"/>
    <w:rsid w:val="002D4782"/>
    <w:rsid w:val="002D5120"/>
    <w:rsid w:val="002D68D2"/>
    <w:rsid w:val="002D787E"/>
    <w:rsid w:val="002E01AD"/>
    <w:rsid w:val="002E12C8"/>
    <w:rsid w:val="002E14F4"/>
    <w:rsid w:val="002E2435"/>
    <w:rsid w:val="002E2E32"/>
    <w:rsid w:val="002E4CBD"/>
    <w:rsid w:val="002E6C75"/>
    <w:rsid w:val="002E6CF1"/>
    <w:rsid w:val="002E74DC"/>
    <w:rsid w:val="002E7BB7"/>
    <w:rsid w:val="002F2E6E"/>
    <w:rsid w:val="002F3241"/>
    <w:rsid w:val="002F36F4"/>
    <w:rsid w:val="002F37B0"/>
    <w:rsid w:val="002F3BE0"/>
    <w:rsid w:val="002F4A41"/>
    <w:rsid w:val="002F55B7"/>
    <w:rsid w:val="002F58BD"/>
    <w:rsid w:val="002F59A8"/>
    <w:rsid w:val="0030087C"/>
    <w:rsid w:val="00300BF6"/>
    <w:rsid w:val="003012BF"/>
    <w:rsid w:val="00302FFD"/>
    <w:rsid w:val="003038B7"/>
    <w:rsid w:val="00304815"/>
    <w:rsid w:val="00310D40"/>
    <w:rsid w:val="00312681"/>
    <w:rsid w:val="00312DE7"/>
    <w:rsid w:val="00313F01"/>
    <w:rsid w:val="003140FB"/>
    <w:rsid w:val="00314D7F"/>
    <w:rsid w:val="00315288"/>
    <w:rsid w:val="003224AA"/>
    <w:rsid w:val="0032257F"/>
    <w:rsid w:val="003231DE"/>
    <w:rsid w:val="00323714"/>
    <w:rsid w:val="00325090"/>
    <w:rsid w:val="0032637F"/>
    <w:rsid w:val="00330DB1"/>
    <w:rsid w:val="00330E90"/>
    <w:rsid w:val="00334DD3"/>
    <w:rsid w:val="00335475"/>
    <w:rsid w:val="00335BDB"/>
    <w:rsid w:val="00335D42"/>
    <w:rsid w:val="0033720A"/>
    <w:rsid w:val="00337C0E"/>
    <w:rsid w:val="00337C64"/>
    <w:rsid w:val="00337CC4"/>
    <w:rsid w:val="00343F3A"/>
    <w:rsid w:val="003440E4"/>
    <w:rsid w:val="003443E0"/>
    <w:rsid w:val="003468A6"/>
    <w:rsid w:val="00353889"/>
    <w:rsid w:val="00354159"/>
    <w:rsid w:val="0035423A"/>
    <w:rsid w:val="00356309"/>
    <w:rsid w:val="003564BC"/>
    <w:rsid w:val="003565E1"/>
    <w:rsid w:val="00356888"/>
    <w:rsid w:val="003569B1"/>
    <w:rsid w:val="003579C5"/>
    <w:rsid w:val="00360175"/>
    <w:rsid w:val="003638AD"/>
    <w:rsid w:val="003642EA"/>
    <w:rsid w:val="00365A6F"/>
    <w:rsid w:val="00366F74"/>
    <w:rsid w:val="00367DE1"/>
    <w:rsid w:val="00371014"/>
    <w:rsid w:val="003717F6"/>
    <w:rsid w:val="003720BA"/>
    <w:rsid w:val="00372EEF"/>
    <w:rsid w:val="0037315F"/>
    <w:rsid w:val="00373F41"/>
    <w:rsid w:val="00375399"/>
    <w:rsid w:val="003756A3"/>
    <w:rsid w:val="00375753"/>
    <w:rsid w:val="00375D66"/>
    <w:rsid w:val="003771BC"/>
    <w:rsid w:val="00380BA2"/>
    <w:rsid w:val="00383BC7"/>
    <w:rsid w:val="00383C17"/>
    <w:rsid w:val="00385128"/>
    <w:rsid w:val="003870EE"/>
    <w:rsid w:val="00387FCC"/>
    <w:rsid w:val="00393516"/>
    <w:rsid w:val="00394075"/>
    <w:rsid w:val="00394A50"/>
    <w:rsid w:val="0039676A"/>
    <w:rsid w:val="003969E6"/>
    <w:rsid w:val="003A01F6"/>
    <w:rsid w:val="003A1811"/>
    <w:rsid w:val="003A1A55"/>
    <w:rsid w:val="003A2DA5"/>
    <w:rsid w:val="003A36D0"/>
    <w:rsid w:val="003A37F0"/>
    <w:rsid w:val="003A3924"/>
    <w:rsid w:val="003A3B33"/>
    <w:rsid w:val="003A40A5"/>
    <w:rsid w:val="003A4B48"/>
    <w:rsid w:val="003A547A"/>
    <w:rsid w:val="003A6088"/>
    <w:rsid w:val="003A69B6"/>
    <w:rsid w:val="003A72FE"/>
    <w:rsid w:val="003B118C"/>
    <w:rsid w:val="003B1A9C"/>
    <w:rsid w:val="003B1BE3"/>
    <w:rsid w:val="003B2B12"/>
    <w:rsid w:val="003B3295"/>
    <w:rsid w:val="003B42F6"/>
    <w:rsid w:val="003B4675"/>
    <w:rsid w:val="003B5E48"/>
    <w:rsid w:val="003C08E8"/>
    <w:rsid w:val="003C2444"/>
    <w:rsid w:val="003C40E2"/>
    <w:rsid w:val="003C4F38"/>
    <w:rsid w:val="003C5E11"/>
    <w:rsid w:val="003C7420"/>
    <w:rsid w:val="003C742F"/>
    <w:rsid w:val="003C7618"/>
    <w:rsid w:val="003D00A1"/>
    <w:rsid w:val="003D01A9"/>
    <w:rsid w:val="003D05E6"/>
    <w:rsid w:val="003D191F"/>
    <w:rsid w:val="003D30F4"/>
    <w:rsid w:val="003D56EA"/>
    <w:rsid w:val="003D5F18"/>
    <w:rsid w:val="003D6D7D"/>
    <w:rsid w:val="003D71FC"/>
    <w:rsid w:val="003D7926"/>
    <w:rsid w:val="003E42EE"/>
    <w:rsid w:val="003E5C88"/>
    <w:rsid w:val="003E6F09"/>
    <w:rsid w:val="003E70E6"/>
    <w:rsid w:val="003F19DC"/>
    <w:rsid w:val="003F2BFC"/>
    <w:rsid w:val="003F3429"/>
    <w:rsid w:val="003F343F"/>
    <w:rsid w:val="003F47A1"/>
    <w:rsid w:val="003F484B"/>
    <w:rsid w:val="003F4ECC"/>
    <w:rsid w:val="003F6333"/>
    <w:rsid w:val="003F72F9"/>
    <w:rsid w:val="003F78AA"/>
    <w:rsid w:val="0040052F"/>
    <w:rsid w:val="00401542"/>
    <w:rsid w:val="004030CC"/>
    <w:rsid w:val="00403A8C"/>
    <w:rsid w:val="00403D72"/>
    <w:rsid w:val="00403DE4"/>
    <w:rsid w:val="00403DFF"/>
    <w:rsid w:val="004058F1"/>
    <w:rsid w:val="00405B4D"/>
    <w:rsid w:val="00405FA3"/>
    <w:rsid w:val="00406BC3"/>
    <w:rsid w:val="00410871"/>
    <w:rsid w:val="00410C29"/>
    <w:rsid w:val="0041124D"/>
    <w:rsid w:val="00411840"/>
    <w:rsid w:val="00411A86"/>
    <w:rsid w:val="0041280B"/>
    <w:rsid w:val="00412937"/>
    <w:rsid w:val="004134C6"/>
    <w:rsid w:val="00413BFE"/>
    <w:rsid w:val="00416BF2"/>
    <w:rsid w:val="00417310"/>
    <w:rsid w:val="004205E3"/>
    <w:rsid w:val="00420EFA"/>
    <w:rsid w:val="004211B4"/>
    <w:rsid w:val="0042145E"/>
    <w:rsid w:val="00421DE1"/>
    <w:rsid w:val="0042200F"/>
    <w:rsid w:val="0042204B"/>
    <w:rsid w:val="004237B6"/>
    <w:rsid w:val="004237E3"/>
    <w:rsid w:val="00424D62"/>
    <w:rsid w:val="00431FE3"/>
    <w:rsid w:val="004324E5"/>
    <w:rsid w:val="004325A8"/>
    <w:rsid w:val="004339B6"/>
    <w:rsid w:val="00433EF8"/>
    <w:rsid w:val="00434195"/>
    <w:rsid w:val="00435752"/>
    <w:rsid w:val="00435FA7"/>
    <w:rsid w:val="00436726"/>
    <w:rsid w:val="00437741"/>
    <w:rsid w:val="004413F0"/>
    <w:rsid w:val="004417F9"/>
    <w:rsid w:val="004421C7"/>
    <w:rsid w:val="004445FB"/>
    <w:rsid w:val="004462F8"/>
    <w:rsid w:val="00446FA8"/>
    <w:rsid w:val="00447440"/>
    <w:rsid w:val="0044755E"/>
    <w:rsid w:val="004512ED"/>
    <w:rsid w:val="0045218E"/>
    <w:rsid w:val="004537FF"/>
    <w:rsid w:val="00453E94"/>
    <w:rsid w:val="004548A0"/>
    <w:rsid w:val="00455001"/>
    <w:rsid w:val="00456789"/>
    <w:rsid w:val="0045770B"/>
    <w:rsid w:val="00460DBD"/>
    <w:rsid w:val="00461F34"/>
    <w:rsid w:val="00462B51"/>
    <w:rsid w:val="00465242"/>
    <w:rsid w:val="004659AE"/>
    <w:rsid w:val="00466CA7"/>
    <w:rsid w:val="0046741C"/>
    <w:rsid w:val="00470655"/>
    <w:rsid w:val="0047073D"/>
    <w:rsid w:val="00470C0E"/>
    <w:rsid w:val="00472A22"/>
    <w:rsid w:val="004731BD"/>
    <w:rsid w:val="00475983"/>
    <w:rsid w:val="00480250"/>
    <w:rsid w:val="0048084C"/>
    <w:rsid w:val="00481B6B"/>
    <w:rsid w:val="00482284"/>
    <w:rsid w:val="00483412"/>
    <w:rsid w:val="004837BD"/>
    <w:rsid w:val="004847AC"/>
    <w:rsid w:val="00484D2F"/>
    <w:rsid w:val="00485AF0"/>
    <w:rsid w:val="00485BCA"/>
    <w:rsid w:val="00486729"/>
    <w:rsid w:val="00486998"/>
    <w:rsid w:val="004872AF"/>
    <w:rsid w:val="004878D0"/>
    <w:rsid w:val="004912F6"/>
    <w:rsid w:val="00492C0F"/>
    <w:rsid w:val="00493E36"/>
    <w:rsid w:val="00493E37"/>
    <w:rsid w:val="004940FF"/>
    <w:rsid w:val="00494777"/>
    <w:rsid w:val="0049497B"/>
    <w:rsid w:val="00495C3D"/>
    <w:rsid w:val="00496496"/>
    <w:rsid w:val="004966D5"/>
    <w:rsid w:val="00496A11"/>
    <w:rsid w:val="00496D74"/>
    <w:rsid w:val="00497CFF"/>
    <w:rsid w:val="00497ED2"/>
    <w:rsid w:val="004A005E"/>
    <w:rsid w:val="004A1515"/>
    <w:rsid w:val="004A1E9C"/>
    <w:rsid w:val="004A2963"/>
    <w:rsid w:val="004A322B"/>
    <w:rsid w:val="004A76AD"/>
    <w:rsid w:val="004B0368"/>
    <w:rsid w:val="004B34BE"/>
    <w:rsid w:val="004B5165"/>
    <w:rsid w:val="004B65E5"/>
    <w:rsid w:val="004C0E22"/>
    <w:rsid w:val="004C2DE2"/>
    <w:rsid w:val="004C3CFA"/>
    <w:rsid w:val="004C5E3F"/>
    <w:rsid w:val="004C69CE"/>
    <w:rsid w:val="004C7D37"/>
    <w:rsid w:val="004D009A"/>
    <w:rsid w:val="004D1291"/>
    <w:rsid w:val="004D2916"/>
    <w:rsid w:val="004D2A1F"/>
    <w:rsid w:val="004D3193"/>
    <w:rsid w:val="004D4EEC"/>
    <w:rsid w:val="004E20FF"/>
    <w:rsid w:val="004E2EB3"/>
    <w:rsid w:val="004E3AD3"/>
    <w:rsid w:val="004E3C28"/>
    <w:rsid w:val="004E5703"/>
    <w:rsid w:val="004F0643"/>
    <w:rsid w:val="004F1624"/>
    <w:rsid w:val="004F2AB8"/>
    <w:rsid w:val="004F30C4"/>
    <w:rsid w:val="004F4A31"/>
    <w:rsid w:val="004F653E"/>
    <w:rsid w:val="004F6B49"/>
    <w:rsid w:val="004F6E46"/>
    <w:rsid w:val="0050217A"/>
    <w:rsid w:val="00502BAB"/>
    <w:rsid w:val="00502D9A"/>
    <w:rsid w:val="00502FED"/>
    <w:rsid w:val="0050403D"/>
    <w:rsid w:val="0050490D"/>
    <w:rsid w:val="0050583A"/>
    <w:rsid w:val="005100D5"/>
    <w:rsid w:val="00510115"/>
    <w:rsid w:val="00512457"/>
    <w:rsid w:val="00514979"/>
    <w:rsid w:val="00514EE3"/>
    <w:rsid w:val="00515399"/>
    <w:rsid w:val="00516B67"/>
    <w:rsid w:val="00516FCB"/>
    <w:rsid w:val="00517606"/>
    <w:rsid w:val="005176E1"/>
    <w:rsid w:val="00517CB7"/>
    <w:rsid w:val="00522AB2"/>
    <w:rsid w:val="00522D61"/>
    <w:rsid w:val="00523A7E"/>
    <w:rsid w:val="00524540"/>
    <w:rsid w:val="005247EC"/>
    <w:rsid w:val="00525F50"/>
    <w:rsid w:val="00526014"/>
    <w:rsid w:val="00526185"/>
    <w:rsid w:val="005264F3"/>
    <w:rsid w:val="00527309"/>
    <w:rsid w:val="005310B5"/>
    <w:rsid w:val="00531574"/>
    <w:rsid w:val="0053220C"/>
    <w:rsid w:val="00535196"/>
    <w:rsid w:val="00536E63"/>
    <w:rsid w:val="00541FB3"/>
    <w:rsid w:val="00542626"/>
    <w:rsid w:val="0054392E"/>
    <w:rsid w:val="00543FD7"/>
    <w:rsid w:val="00544313"/>
    <w:rsid w:val="00544A41"/>
    <w:rsid w:val="005451A0"/>
    <w:rsid w:val="00547170"/>
    <w:rsid w:val="00550710"/>
    <w:rsid w:val="00550AD3"/>
    <w:rsid w:val="00552E9A"/>
    <w:rsid w:val="00553146"/>
    <w:rsid w:val="0055334B"/>
    <w:rsid w:val="00553B24"/>
    <w:rsid w:val="005541FD"/>
    <w:rsid w:val="00554917"/>
    <w:rsid w:val="00555314"/>
    <w:rsid w:val="005605AF"/>
    <w:rsid w:val="0056189D"/>
    <w:rsid w:val="00562150"/>
    <w:rsid w:val="00562281"/>
    <w:rsid w:val="00562C27"/>
    <w:rsid w:val="00563F9D"/>
    <w:rsid w:val="00564ACE"/>
    <w:rsid w:val="00564CB6"/>
    <w:rsid w:val="00564D38"/>
    <w:rsid w:val="005656B7"/>
    <w:rsid w:val="00565958"/>
    <w:rsid w:val="005670DA"/>
    <w:rsid w:val="00567453"/>
    <w:rsid w:val="00567E3D"/>
    <w:rsid w:val="005701B1"/>
    <w:rsid w:val="00570314"/>
    <w:rsid w:val="00570773"/>
    <w:rsid w:val="00570DB4"/>
    <w:rsid w:val="00571C4B"/>
    <w:rsid w:val="00572330"/>
    <w:rsid w:val="005737B4"/>
    <w:rsid w:val="00573C54"/>
    <w:rsid w:val="005741D4"/>
    <w:rsid w:val="0057475E"/>
    <w:rsid w:val="005747A9"/>
    <w:rsid w:val="00574C36"/>
    <w:rsid w:val="0057512D"/>
    <w:rsid w:val="0057565B"/>
    <w:rsid w:val="00575FBD"/>
    <w:rsid w:val="00575FFB"/>
    <w:rsid w:val="00576B5E"/>
    <w:rsid w:val="00576D6C"/>
    <w:rsid w:val="0057736A"/>
    <w:rsid w:val="00577487"/>
    <w:rsid w:val="005779F6"/>
    <w:rsid w:val="00580EBE"/>
    <w:rsid w:val="005818F1"/>
    <w:rsid w:val="00582ED7"/>
    <w:rsid w:val="00583674"/>
    <w:rsid w:val="00583AA5"/>
    <w:rsid w:val="00583EC7"/>
    <w:rsid w:val="00584BE1"/>
    <w:rsid w:val="005857B7"/>
    <w:rsid w:val="00585D41"/>
    <w:rsid w:val="0058634D"/>
    <w:rsid w:val="00586FCD"/>
    <w:rsid w:val="00590A89"/>
    <w:rsid w:val="005914F9"/>
    <w:rsid w:val="00591701"/>
    <w:rsid w:val="00591E03"/>
    <w:rsid w:val="005924B3"/>
    <w:rsid w:val="005932BC"/>
    <w:rsid w:val="005946BB"/>
    <w:rsid w:val="00594734"/>
    <w:rsid w:val="00595639"/>
    <w:rsid w:val="00596726"/>
    <w:rsid w:val="005A0C53"/>
    <w:rsid w:val="005A202A"/>
    <w:rsid w:val="005A2E41"/>
    <w:rsid w:val="005A60F9"/>
    <w:rsid w:val="005A657D"/>
    <w:rsid w:val="005A67B1"/>
    <w:rsid w:val="005A6F73"/>
    <w:rsid w:val="005B018A"/>
    <w:rsid w:val="005B0D27"/>
    <w:rsid w:val="005B1304"/>
    <w:rsid w:val="005B1923"/>
    <w:rsid w:val="005B4CD2"/>
    <w:rsid w:val="005B557F"/>
    <w:rsid w:val="005B55E1"/>
    <w:rsid w:val="005B5F64"/>
    <w:rsid w:val="005B66CA"/>
    <w:rsid w:val="005C143F"/>
    <w:rsid w:val="005C3125"/>
    <w:rsid w:val="005C3E1F"/>
    <w:rsid w:val="005C43DB"/>
    <w:rsid w:val="005C4784"/>
    <w:rsid w:val="005C4B79"/>
    <w:rsid w:val="005C5AFC"/>
    <w:rsid w:val="005C5B0D"/>
    <w:rsid w:val="005C5ED3"/>
    <w:rsid w:val="005C6B9C"/>
    <w:rsid w:val="005D0D35"/>
    <w:rsid w:val="005D4E46"/>
    <w:rsid w:val="005D5378"/>
    <w:rsid w:val="005D7B0A"/>
    <w:rsid w:val="005D7EB9"/>
    <w:rsid w:val="005E1533"/>
    <w:rsid w:val="005E2B23"/>
    <w:rsid w:val="005E3419"/>
    <w:rsid w:val="005E626F"/>
    <w:rsid w:val="005E6490"/>
    <w:rsid w:val="005E6571"/>
    <w:rsid w:val="005E6D0A"/>
    <w:rsid w:val="005E7D1F"/>
    <w:rsid w:val="005F02E1"/>
    <w:rsid w:val="005F0903"/>
    <w:rsid w:val="005F4363"/>
    <w:rsid w:val="005F5710"/>
    <w:rsid w:val="005F5C33"/>
    <w:rsid w:val="005F6E9F"/>
    <w:rsid w:val="005F75F8"/>
    <w:rsid w:val="0060121D"/>
    <w:rsid w:val="00601349"/>
    <w:rsid w:val="00601454"/>
    <w:rsid w:val="00601C8A"/>
    <w:rsid w:val="006020DE"/>
    <w:rsid w:val="00603968"/>
    <w:rsid w:val="00603B3E"/>
    <w:rsid w:val="00603E75"/>
    <w:rsid w:val="006056E9"/>
    <w:rsid w:val="006061EC"/>
    <w:rsid w:val="00606F73"/>
    <w:rsid w:val="0060766D"/>
    <w:rsid w:val="006113AD"/>
    <w:rsid w:val="006121A5"/>
    <w:rsid w:val="00612FCF"/>
    <w:rsid w:val="006130F9"/>
    <w:rsid w:val="00614B9E"/>
    <w:rsid w:val="00616DED"/>
    <w:rsid w:val="0061718B"/>
    <w:rsid w:val="00620C25"/>
    <w:rsid w:val="006217E6"/>
    <w:rsid w:val="00621C64"/>
    <w:rsid w:val="006226A0"/>
    <w:rsid w:val="0062288E"/>
    <w:rsid w:val="0062344E"/>
    <w:rsid w:val="006237A2"/>
    <w:rsid w:val="006238E9"/>
    <w:rsid w:val="00623F61"/>
    <w:rsid w:val="006303A7"/>
    <w:rsid w:val="00631872"/>
    <w:rsid w:val="006341BD"/>
    <w:rsid w:val="006360F6"/>
    <w:rsid w:val="006365A4"/>
    <w:rsid w:val="006373D7"/>
    <w:rsid w:val="00637602"/>
    <w:rsid w:val="00650BC3"/>
    <w:rsid w:val="006515EE"/>
    <w:rsid w:val="00653F1E"/>
    <w:rsid w:val="00654744"/>
    <w:rsid w:val="00654AB7"/>
    <w:rsid w:val="00657742"/>
    <w:rsid w:val="00660A8F"/>
    <w:rsid w:val="00661955"/>
    <w:rsid w:val="006629AF"/>
    <w:rsid w:val="006634B4"/>
    <w:rsid w:val="0066401A"/>
    <w:rsid w:val="00664681"/>
    <w:rsid w:val="00664F69"/>
    <w:rsid w:val="006668AE"/>
    <w:rsid w:val="00666F02"/>
    <w:rsid w:val="006675D1"/>
    <w:rsid w:val="006702E5"/>
    <w:rsid w:val="00670B9A"/>
    <w:rsid w:val="006721E0"/>
    <w:rsid w:val="006730FB"/>
    <w:rsid w:val="00674086"/>
    <w:rsid w:val="00674308"/>
    <w:rsid w:val="006763E6"/>
    <w:rsid w:val="006767BC"/>
    <w:rsid w:val="0067726A"/>
    <w:rsid w:val="006777C3"/>
    <w:rsid w:val="006800EC"/>
    <w:rsid w:val="00680D34"/>
    <w:rsid w:val="00681122"/>
    <w:rsid w:val="00681A88"/>
    <w:rsid w:val="006836CD"/>
    <w:rsid w:val="00684841"/>
    <w:rsid w:val="00684C23"/>
    <w:rsid w:val="0068663B"/>
    <w:rsid w:val="006872B3"/>
    <w:rsid w:val="0068775E"/>
    <w:rsid w:val="00690EBD"/>
    <w:rsid w:val="0069104D"/>
    <w:rsid w:val="0069390D"/>
    <w:rsid w:val="00693B0D"/>
    <w:rsid w:val="0069585E"/>
    <w:rsid w:val="006967F1"/>
    <w:rsid w:val="00696EDA"/>
    <w:rsid w:val="006A05C6"/>
    <w:rsid w:val="006A0BB8"/>
    <w:rsid w:val="006A22C1"/>
    <w:rsid w:val="006A3668"/>
    <w:rsid w:val="006A40FD"/>
    <w:rsid w:val="006A5508"/>
    <w:rsid w:val="006A5BE9"/>
    <w:rsid w:val="006B29BC"/>
    <w:rsid w:val="006B3449"/>
    <w:rsid w:val="006B5A36"/>
    <w:rsid w:val="006B6DAA"/>
    <w:rsid w:val="006B6F2D"/>
    <w:rsid w:val="006B72E0"/>
    <w:rsid w:val="006B73CB"/>
    <w:rsid w:val="006B78D2"/>
    <w:rsid w:val="006C0479"/>
    <w:rsid w:val="006C058D"/>
    <w:rsid w:val="006C16FE"/>
    <w:rsid w:val="006C1F20"/>
    <w:rsid w:val="006C2555"/>
    <w:rsid w:val="006D1966"/>
    <w:rsid w:val="006D2206"/>
    <w:rsid w:val="006D4969"/>
    <w:rsid w:val="006D58DE"/>
    <w:rsid w:val="006D683C"/>
    <w:rsid w:val="006D74EE"/>
    <w:rsid w:val="006D76AC"/>
    <w:rsid w:val="006D77C5"/>
    <w:rsid w:val="006E172A"/>
    <w:rsid w:val="006E1DB3"/>
    <w:rsid w:val="006E4DA3"/>
    <w:rsid w:val="006E7879"/>
    <w:rsid w:val="006F02A0"/>
    <w:rsid w:val="006F0B2A"/>
    <w:rsid w:val="006F2A84"/>
    <w:rsid w:val="006F412D"/>
    <w:rsid w:val="006F4F46"/>
    <w:rsid w:val="006F5218"/>
    <w:rsid w:val="006F7D4E"/>
    <w:rsid w:val="007004D1"/>
    <w:rsid w:val="00700B15"/>
    <w:rsid w:val="00700E83"/>
    <w:rsid w:val="00701267"/>
    <w:rsid w:val="00701B21"/>
    <w:rsid w:val="007041CE"/>
    <w:rsid w:val="00707CFC"/>
    <w:rsid w:val="00707F3E"/>
    <w:rsid w:val="007100EB"/>
    <w:rsid w:val="0071088D"/>
    <w:rsid w:val="00710AF6"/>
    <w:rsid w:val="00710B3A"/>
    <w:rsid w:val="00710DC6"/>
    <w:rsid w:val="00712949"/>
    <w:rsid w:val="0071366F"/>
    <w:rsid w:val="007136B3"/>
    <w:rsid w:val="0071430D"/>
    <w:rsid w:val="0071457A"/>
    <w:rsid w:val="00714A32"/>
    <w:rsid w:val="00714B1E"/>
    <w:rsid w:val="00715B80"/>
    <w:rsid w:val="0071629D"/>
    <w:rsid w:val="007166C2"/>
    <w:rsid w:val="00716B0E"/>
    <w:rsid w:val="007170FD"/>
    <w:rsid w:val="007200FD"/>
    <w:rsid w:val="007211EF"/>
    <w:rsid w:val="007230B4"/>
    <w:rsid w:val="007236B4"/>
    <w:rsid w:val="007245D4"/>
    <w:rsid w:val="00724641"/>
    <w:rsid w:val="00724AE1"/>
    <w:rsid w:val="0072717A"/>
    <w:rsid w:val="0073157A"/>
    <w:rsid w:val="00732496"/>
    <w:rsid w:val="00732639"/>
    <w:rsid w:val="007335E4"/>
    <w:rsid w:val="00736241"/>
    <w:rsid w:val="00736265"/>
    <w:rsid w:val="00741214"/>
    <w:rsid w:val="00743282"/>
    <w:rsid w:val="007433D1"/>
    <w:rsid w:val="00744044"/>
    <w:rsid w:val="0074529B"/>
    <w:rsid w:val="007469BF"/>
    <w:rsid w:val="00750109"/>
    <w:rsid w:val="007504DE"/>
    <w:rsid w:val="00750C27"/>
    <w:rsid w:val="00750CA4"/>
    <w:rsid w:val="00750DE9"/>
    <w:rsid w:val="007510EA"/>
    <w:rsid w:val="0075143D"/>
    <w:rsid w:val="007517F6"/>
    <w:rsid w:val="0075305D"/>
    <w:rsid w:val="0075320E"/>
    <w:rsid w:val="007538AF"/>
    <w:rsid w:val="007540FB"/>
    <w:rsid w:val="00754418"/>
    <w:rsid w:val="007550AC"/>
    <w:rsid w:val="00755BF4"/>
    <w:rsid w:val="00755EDD"/>
    <w:rsid w:val="00757CCD"/>
    <w:rsid w:val="00761AE3"/>
    <w:rsid w:val="00761C4C"/>
    <w:rsid w:val="00762920"/>
    <w:rsid w:val="00762ACA"/>
    <w:rsid w:val="00762FA7"/>
    <w:rsid w:val="0076349F"/>
    <w:rsid w:val="00765A39"/>
    <w:rsid w:val="00766BBE"/>
    <w:rsid w:val="0076773E"/>
    <w:rsid w:val="00770943"/>
    <w:rsid w:val="0077107C"/>
    <w:rsid w:val="00771BCA"/>
    <w:rsid w:val="00771F79"/>
    <w:rsid w:val="0077319D"/>
    <w:rsid w:val="00774518"/>
    <w:rsid w:val="00775019"/>
    <w:rsid w:val="00775CC0"/>
    <w:rsid w:val="007763BA"/>
    <w:rsid w:val="00777D86"/>
    <w:rsid w:val="00782024"/>
    <w:rsid w:val="00782548"/>
    <w:rsid w:val="007827E6"/>
    <w:rsid w:val="00782CF4"/>
    <w:rsid w:val="00783831"/>
    <w:rsid w:val="007855E3"/>
    <w:rsid w:val="007856E4"/>
    <w:rsid w:val="007875EE"/>
    <w:rsid w:val="00787C71"/>
    <w:rsid w:val="00792A05"/>
    <w:rsid w:val="00792AF8"/>
    <w:rsid w:val="007935B1"/>
    <w:rsid w:val="0079385B"/>
    <w:rsid w:val="00793D8D"/>
    <w:rsid w:val="00794375"/>
    <w:rsid w:val="00795241"/>
    <w:rsid w:val="007954D2"/>
    <w:rsid w:val="00796263"/>
    <w:rsid w:val="00796615"/>
    <w:rsid w:val="0079672B"/>
    <w:rsid w:val="0079776C"/>
    <w:rsid w:val="00797DF0"/>
    <w:rsid w:val="00797EFB"/>
    <w:rsid w:val="007A0E6E"/>
    <w:rsid w:val="007A43A5"/>
    <w:rsid w:val="007A4422"/>
    <w:rsid w:val="007A45C6"/>
    <w:rsid w:val="007A5302"/>
    <w:rsid w:val="007A663C"/>
    <w:rsid w:val="007A66AD"/>
    <w:rsid w:val="007A6CC1"/>
    <w:rsid w:val="007B0F08"/>
    <w:rsid w:val="007B1614"/>
    <w:rsid w:val="007B20B2"/>
    <w:rsid w:val="007B237D"/>
    <w:rsid w:val="007B27AE"/>
    <w:rsid w:val="007B2F06"/>
    <w:rsid w:val="007B3161"/>
    <w:rsid w:val="007B3672"/>
    <w:rsid w:val="007B3E9B"/>
    <w:rsid w:val="007B61DD"/>
    <w:rsid w:val="007B6C3C"/>
    <w:rsid w:val="007C0F17"/>
    <w:rsid w:val="007C1880"/>
    <w:rsid w:val="007C1A6F"/>
    <w:rsid w:val="007C1F70"/>
    <w:rsid w:val="007C3C3C"/>
    <w:rsid w:val="007C4CE0"/>
    <w:rsid w:val="007C6566"/>
    <w:rsid w:val="007D17CC"/>
    <w:rsid w:val="007D1E0C"/>
    <w:rsid w:val="007D23D1"/>
    <w:rsid w:val="007D2B09"/>
    <w:rsid w:val="007D4D83"/>
    <w:rsid w:val="007D65D9"/>
    <w:rsid w:val="007D791D"/>
    <w:rsid w:val="007E294A"/>
    <w:rsid w:val="007E3859"/>
    <w:rsid w:val="007E3B8F"/>
    <w:rsid w:val="007E4C85"/>
    <w:rsid w:val="007E5560"/>
    <w:rsid w:val="007E6621"/>
    <w:rsid w:val="007E6D8D"/>
    <w:rsid w:val="007F142F"/>
    <w:rsid w:val="007F1547"/>
    <w:rsid w:val="007F1BCE"/>
    <w:rsid w:val="007F1E0A"/>
    <w:rsid w:val="007F3001"/>
    <w:rsid w:val="007F32F4"/>
    <w:rsid w:val="007F3C88"/>
    <w:rsid w:val="007F4B2B"/>
    <w:rsid w:val="007F4D74"/>
    <w:rsid w:val="007F7753"/>
    <w:rsid w:val="00801698"/>
    <w:rsid w:val="00801BF2"/>
    <w:rsid w:val="00802834"/>
    <w:rsid w:val="00802ED1"/>
    <w:rsid w:val="008035DC"/>
    <w:rsid w:val="008036F7"/>
    <w:rsid w:val="0080429B"/>
    <w:rsid w:val="008050A4"/>
    <w:rsid w:val="00807155"/>
    <w:rsid w:val="008106BB"/>
    <w:rsid w:val="0081093E"/>
    <w:rsid w:val="008109F1"/>
    <w:rsid w:val="0081106F"/>
    <w:rsid w:val="008120E6"/>
    <w:rsid w:val="008132CA"/>
    <w:rsid w:val="00813833"/>
    <w:rsid w:val="0081420B"/>
    <w:rsid w:val="00814372"/>
    <w:rsid w:val="008145E1"/>
    <w:rsid w:val="00817652"/>
    <w:rsid w:val="0082129F"/>
    <w:rsid w:val="00821894"/>
    <w:rsid w:val="008224E4"/>
    <w:rsid w:val="008234B6"/>
    <w:rsid w:val="00823AD4"/>
    <w:rsid w:val="00823D4F"/>
    <w:rsid w:val="00824278"/>
    <w:rsid w:val="00824BA7"/>
    <w:rsid w:val="008251DE"/>
    <w:rsid w:val="0082571C"/>
    <w:rsid w:val="00826126"/>
    <w:rsid w:val="00832823"/>
    <w:rsid w:val="00833062"/>
    <w:rsid w:val="008340F3"/>
    <w:rsid w:val="008347E1"/>
    <w:rsid w:val="00834858"/>
    <w:rsid w:val="00834A9D"/>
    <w:rsid w:val="00834D75"/>
    <w:rsid w:val="0083793D"/>
    <w:rsid w:val="00837D9D"/>
    <w:rsid w:val="00841CF5"/>
    <w:rsid w:val="008449F4"/>
    <w:rsid w:val="008450C5"/>
    <w:rsid w:val="00846353"/>
    <w:rsid w:val="00847558"/>
    <w:rsid w:val="008501A4"/>
    <w:rsid w:val="008510DA"/>
    <w:rsid w:val="0085198F"/>
    <w:rsid w:val="00853470"/>
    <w:rsid w:val="00853613"/>
    <w:rsid w:val="00853F47"/>
    <w:rsid w:val="00855B56"/>
    <w:rsid w:val="00861DEF"/>
    <w:rsid w:val="00862899"/>
    <w:rsid w:val="00862B98"/>
    <w:rsid w:val="00862E3E"/>
    <w:rsid w:val="00862ECE"/>
    <w:rsid w:val="00863E60"/>
    <w:rsid w:val="008656C0"/>
    <w:rsid w:val="00866C11"/>
    <w:rsid w:val="008670C4"/>
    <w:rsid w:val="00867E4D"/>
    <w:rsid w:val="00871849"/>
    <w:rsid w:val="008723C2"/>
    <w:rsid w:val="00872BB3"/>
    <w:rsid w:val="00873142"/>
    <w:rsid w:val="008738AD"/>
    <w:rsid w:val="00876D75"/>
    <w:rsid w:val="00877AC4"/>
    <w:rsid w:val="008808AA"/>
    <w:rsid w:val="00881111"/>
    <w:rsid w:val="008813AF"/>
    <w:rsid w:val="008814DF"/>
    <w:rsid w:val="00882CA2"/>
    <w:rsid w:val="00884AED"/>
    <w:rsid w:val="00884E02"/>
    <w:rsid w:val="0088628E"/>
    <w:rsid w:val="0088645B"/>
    <w:rsid w:val="00887EBC"/>
    <w:rsid w:val="00891748"/>
    <w:rsid w:val="00892B97"/>
    <w:rsid w:val="00892D15"/>
    <w:rsid w:val="008948E5"/>
    <w:rsid w:val="008949F4"/>
    <w:rsid w:val="008955D4"/>
    <w:rsid w:val="00896385"/>
    <w:rsid w:val="00896654"/>
    <w:rsid w:val="0089676C"/>
    <w:rsid w:val="008969A7"/>
    <w:rsid w:val="00897281"/>
    <w:rsid w:val="008974C9"/>
    <w:rsid w:val="008A0211"/>
    <w:rsid w:val="008A084D"/>
    <w:rsid w:val="008A08B8"/>
    <w:rsid w:val="008A0FD4"/>
    <w:rsid w:val="008A110A"/>
    <w:rsid w:val="008A30E3"/>
    <w:rsid w:val="008A4405"/>
    <w:rsid w:val="008A5AF5"/>
    <w:rsid w:val="008A5D06"/>
    <w:rsid w:val="008A6062"/>
    <w:rsid w:val="008A661D"/>
    <w:rsid w:val="008A6F60"/>
    <w:rsid w:val="008A753B"/>
    <w:rsid w:val="008A7C54"/>
    <w:rsid w:val="008B0B73"/>
    <w:rsid w:val="008B201A"/>
    <w:rsid w:val="008B22E4"/>
    <w:rsid w:val="008B2926"/>
    <w:rsid w:val="008B2AFC"/>
    <w:rsid w:val="008B4465"/>
    <w:rsid w:val="008B4757"/>
    <w:rsid w:val="008B500C"/>
    <w:rsid w:val="008B5839"/>
    <w:rsid w:val="008B5F22"/>
    <w:rsid w:val="008B6220"/>
    <w:rsid w:val="008B63F3"/>
    <w:rsid w:val="008C053E"/>
    <w:rsid w:val="008C103A"/>
    <w:rsid w:val="008C1B32"/>
    <w:rsid w:val="008C24EB"/>
    <w:rsid w:val="008C2630"/>
    <w:rsid w:val="008C2D52"/>
    <w:rsid w:val="008C4388"/>
    <w:rsid w:val="008D0170"/>
    <w:rsid w:val="008D0E95"/>
    <w:rsid w:val="008D19F8"/>
    <w:rsid w:val="008D1D34"/>
    <w:rsid w:val="008D58DC"/>
    <w:rsid w:val="008D78BD"/>
    <w:rsid w:val="008D7E84"/>
    <w:rsid w:val="008D7F96"/>
    <w:rsid w:val="008E0833"/>
    <w:rsid w:val="008E1676"/>
    <w:rsid w:val="008E1CD6"/>
    <w:rsid w:val="008E1D99"/>
    <w:rsid w:val="008E27CC"/>
    <w:rsid w:val="008E2886"/>
    <w:rsid w:val="008E2931"/>
    <w:rsid w:val="008E7F0A"/>
    <w:rsid w:val="008F369E"/>
    <w:rsid w:val="008F3953"/>
    <w:rsid w:val="008F4CC7"/>
    <w:rsid w:val="008F55CC"/>
    <w:rsid w:val="008F7395"/>
    <w:rsid w:val="00900CFE"/>
    <w:rsid w:val="00901001"/>
    <w:rsid w:val="00901BFC"/>
    <w:rsid w:val="00901DA5"/>
    <w:rsid w:val="009033FA"/>
    <w:rsid w:val="009035C7"/>
    <w:rsid w:val="009043C9"/>
    <w:rsid w:val="00904B9B"/>
    <w:rsid w:val="0090579F"/>
    <w:rsid w:val="009063B9"/>
    <w:rsid w:val="009063FD"/>
    <w:rsid w:val="00907101"/>
    <w:rsid w:val="009075E5"/>
    <w:rsid w:val="00910C04"/>
    <w:rsid w:val="00911B67"/>
    <w:rsid w:val="00912F5F"/>
    <w:rsid w:val="0091304C"/>
    <w:rsid w:val="0091332D"/>
    <w:rsid w:val="0091394F"/>
    <w:rsid w:val="0091412A"/>
    <w:rsid w:val="0091481F"/>
    <w:rsid w:val="00914FC7"/>
    <w:rsid w:val="00915F30"/>
    <w:rsid w:val="00920B73"/>
    <w:rsid w:val="0092178D"/>
    <w:rsid w:val="009234F6"/>
    <w:rsid w:val="009235C0"/>
    <w:rsid w:val="00925B33"/>
    <w:rsid w:val="00926146"/>
    <w:rsid w:val="009262C1"/>
    <w:rsid w:val="00926784"/>
    <w:rsid w:val="0092699C"/>
    <w:rsid w:val="00927B05"/>
    <w:rsid w:val="00927F84"/>
    <w:rsid w:val="0093126D"/>
    <w:rsid w:val="00931743"/>
    <w:rsid w:val="00932616"/>
    <w:rsid w:val="0093360D"/>
    <w:rsid w:val="00934439"/>
    <w:rsid w:val="0093594A"/>
    <w:rsid w:val="00936044"/>
    <w:rsid w:val="00937592"/>
    <w:rsid w:val="00937FEE"/>
    <w:rsid w:val="00940533"/>
    <w:rsid w:val="00941C67"/>
    <w:rsid w:val="00941EA2"/>
    <w:rsid w:val="009423A1"/>
    <w:rsid w:val="00942D86"/>
    <w:rsid w:val="009434C2"/>
    <w:rsid w:val="00943A9E"/>
    <w:rsid w:val="009479C7"/>
    <w:rsid w:val="00947DC9"/>
    <w:rsid w:val="00953C73"/>
    <w:rsid w:val="009556C6"/>
    <w:rsid w:val="00955FF2"/>
    <w:rsid w:val="0095736A"/>
    <w:rsid w:val="00957617"/>
    <w:rsid w:val="009620C1"/>
    <w:rsid w:val="00962188"/>
    <w:rsid w:val="0096233E"/>
    <w:rsid w:val="00962656"/>
    <w:rsid w:val="00962D00"/>
    <w:rsid w:val="0096334F"/>
    <w:rsid w:val="00963536"/>
    <w:rsid w:val="00963B11"/>
    <w:rsid w:val="00963BA9"/>
    <w:rsid w:val="00964114"/>
    <w:rsid w:val="00964B28"/>
    <w:rsid w:val="00965D58"/>
    <w:rsid w:val="0096610D"/>
    <w:rsid w:val="00966DC7"/>
    <w:rsid w:val="00971B6C"/>
    <w:rsid w:val="00972EFD"/>
    <w:rsid w:val="00973248"/>
    <w:rsid w:val="00973C4A"/>
    <w:rsid w:val="00975E40"/>
    <w:rsid w:val="00976197"/>
    <w:rsid w:val="009775A5"/>
    <w:rsid w:val="00985068"/>
    <w:rsid w:val="00985C00"/>
    <w:rsid w:val="00990B98"/>
    <w:rsid w:val="00991319"/>
    <w:rsid w:val="00991983"/>
    <w:rsid w:val="00992B6C"/>
    <w:rsid w:val="00993C6A"/>
    <w:rsid w:val="00993DCD"/>
    <w:rsid w:val="00993F8F"/>
    <w:rsid w:val="00995835"/>
    <w:rsid w:val="00996CBD"/>
    <w:rsid w:val="00997521"/>
    <w:rsid w:val="0099789A"/>
    <w:rsid w:val="009A34E3"/>
    <w:rsid w:val="009A42F0"/>
    <w:rsid w:val="009A50DF"/>
    <w:rsid w:val="009A6F05"/>
    <w:rsid w:val="009A72A7"/>
    <w:rsid w:val="009B039A"/>
    <w:rsid w:val="009B04AE"/>
    <w:rsid w:val="009B1219"/>
    <w:rsid w:val="009B1283"/>
    <w:rsid w:val="009B24F2"/>
    <w:rsid w:val="009B2DB9"/>
    <w:rsid w:val="009B5B91"/>
    <w:rsid w:val="009B623B"/>
    <w:rsid w:val="009B6700"/>
    <w:rsid w:val="009C085B"/>
    <w:rsid w:val="009C36A1"/>
    <w:rsid w:val="009C3D84"/>
    <w:rsid w:val="009C649F"/>
    <w:rsid w:val="009D03E5"/>
    <w:rsid w:val="009D04FA"/>
    <w:rsid w:val="009D1EBB"/>
    <w:rsid w:val="009D21C0"/>
    <w:rsid w:val="009D2538"/>
    <w:rsid w:val="009D3D22"/>
    <w:rsid w:val="009D40CC"/>
    <w:rsid w:val="009D53EE"/>
    <w:rsid w:val="009D5F4F"/>
    <w:rsid w:val="009D6C82"/>
    <w:rsid w:val="009D72FF"/>
    <w:rsid w:val="009D75A5"/>
    <w:rsid w:val="009D7F0B"/>
    <w:rsid w:val="009E09D3"/>
    <w:rsid w:val="009E0BD1"/>
    <w:rsid w:val="009E1D3D"/>
    <w:rsid w:val="009E284F"/>
    <w:rsid w:val="009E2A85"/>
    <w:rsid w:val="009E3AC2"/>
    <w:rsid w:val="009E3BE6"/>
    <w:rsid w:val="009E4E7C"/>
    <w:rsid w:val="009E62A7"/>
    <w:rsid w:val="009E7FE1"/>
    <w:rsid w:val="009F14BC"/>
    <w:rsid w:val="009F1BC5"/>
    <w:rsid w:val="009F2894"/>
    <w:rsid w:val="009F3198"/>
    <w:rsid w:val="009F3298"/>
    <w:rsid w:val="009F3C67"/>
    <w:rsid w:val="009F48D6"/>
    <w:rsid w:val="009F5FE7"/>
    <w:rsid w:val="009F6BB1"/>
    <w:rsid w:val="00A01514"/>
    <w:rsid w:val="00A017F7"/>
    <w:rsid w:val="00A01C43"/>
    <w:rsid w:val="00A027FB"/>
    <w:rsid w:val="00A02AC8"/>
    <w:rsid w:val="00A02B77"/>
    <w:rsid w:val="00A02E23"/>
    <w:rsid w:val="00A04407"/>
    <w:rsid w:val="00A05236"/>
    <w:rsid w:val="00A05555"/>
    <w:rsid w:val="00A064A9"/>
    <w:rsid w:val="00A109C4"/>
    <w:rsid w:val="00A118B6"/>
    <w:rsid w:val="00A11D3E"/>
    <w:rsid w:val="00A12DA6"/>
    <w:rsid w:val="00A13109"/>
    <w:rsid w:val="00A14595"/>
    <w:rsid w:val="00A164DB"/>
    <w:rsid w:val="00A1653B"/>
    <w:rsid w:val="00A16F11"/>
    <w:rsid w:val="00A174B5"/>
    <w:rsid w:val="00A176E9"/>
    <w:rsid w:val="00A20563"/>
    <w:rsid w:val="00A20E88"/>
    <w:rsid w:val="00A2196E"/>
    <w:rsid w:val="00A22846"/>
    <w:rsid w:val="00A230F9"/>
    <w:rsid w:val="00A24373"/>
    <w:rsid w:val="00A25652"/>
    <w:rsid w:val="00A25AB3"/>
    <w:rsid w:val="00A2768D"/>
    <w:rsid w:val="00A27C4C"/>
    <w:rsid w:val="00A31954"/>
    <w:rsid w:val="00A32DBE"/>
    <w:rsid w:val="00A36C94"/>
    <w:rsid w:val="00A37481"/>
    <w:rsid w:val="00A4018B"/>
    <w:rsid w:val="00A4019E"/>
    <w:rsid w:val="00A40596"/>
    <w:rsid w:val="00A40BDE"/>
    <w:rsid w:val="00A45DEA"/>
    <w:rsid w:val="00A46C00"/>
    <w:rsid w:val="00A4783A"/>
    <w:rsid w:val="00A47ECA"/>
    <w:rsid w:val="00A50029"/>
    <w:rsid w:val="00A529BE"/>
    <w:rsid w:val="00A561CB"/>
    <w:rsid w:val="00A562DB"/>
    <w:rsid w:val="00A61257"/>
    <w:rsid w:val="00A6246C"/>
    <w:rsid w:val="00A6279A"/>
    <w:rsid w:val="00A6290D"/>
    <w:rsid w:val="00A62D0D"/>
    <w:rsid w:val="00A63CEA"/>
    <w:rsid w:val="00A648D8"/>
    <w:rsid w:val="00A65E5A"/>
    <w:rsid w:val="00A6631D"/>
    <w:rsid w:val="00A66D50"/>
    <w:rsid w:val="00A71A62"/>
    <w:rsid w:val="00A72ED2"/>
    <w:rsid w:val="00A72FD3"/>
    <w:rsid w:val="00A745EC"/>
    <w:rsid w:val="00A75756"/>
    <w:rsid w:val="00A81E4B"/>
    <w:rsid w:val="00A8232D"/>
    <w:rsid w:val="00A82604"/>
    <w:rsid w:val="00A83730"/>
    <w:rsid w:val="00A85172"/>
    <w:rsid w:val="00A853B7"/>
    <w:rsid w:val="00A879CA"/>
    <w:rsid w:val="00A87E68"/>
    <w:rsid w:val="00A92A06"/>
    <w:rsid w:val="00A93664"/>
    <w:rsid w:val="00A93685"/>
    <w:rsid w:val="00A941CA"/>
    <w:rsid w:val="00A95B93"/>
    <w:rsid w:val="00A9772F"/>
    <w:rsid w:val="00A97AA0"/>
    <w:rsid w:val="00AA0556"/>
    <w:rsid w:val="00AA298B"/>
    <w:rsid w:val="00AA3978"/>
    <w:rsid w:val="00AA580D"/>
    <w:rsid w:val="00AA67DB"/>
    <w:rsid w:val="00AA69DF"/>
    <w:rsid w:val="00AA6C62"/>
    <w:rsid w:val="00AA76D0"/>
    <w:rsid w:val="00AA7E3E"/>
    <w:rsid w:val="00AB02B6"/>
    <w:rsid w:val="00AB0428"/>
    <w:rsid w:val="00AB08F3"/>
    <w:rsid w:val="00AB0ACB"/>
    <w:rsid w:val="00AB0CCC"/>
    <w:rsid w:val="00AB3258"/>
    <w:rsid w:val="00AB4D25"/>
    <w:rsid w:val="00AB5154"/>
    <w:rsid w:val="00AB5D17"/>
    <w:rsid w:val="00AB6AA3"/>
    <w:rsid w:val="00AB726A"/>
    <w:rsid w:val="00AB764C"/>
    <w:rsid w:val="00AC028F"/>
    <w:rsid w:val="00AC0BFD"/>
    <w:rsid w:val="00AC30A6"/>
    <w:rsid w:val="00AC62FC"/>
    <w:rsid w:val="00AC6FE3"/>
    <w:rsid w:val="00AD0322"/>
    <w:rsid w:val="00AD0657"/>
    <w:rsid w:val="00AD0E98"/>
    <w:rsid w:val="00AD11BF"/>
    <w:rsid w:val="00AD1564"/>
    <w:rsid w:val="00AD1BDC"/>
    <w:rsid w:val="00AD259D"/>
    <w:rsid w:val="00AD5630"/>
    <w:rsid w:val="00AD6E92"/>
    <w:rsid w:val="00AD7CF5"/>
    <w:rsid w:val="00AE0FD4"/>
    <w:rsid w:val="00AE116A"/>
    <w:rsid w:val="00AE2F1F"/>
    <w:rsid w:val="00AE3D4B"/>
    <w:rsid w:val="00AE405A"/>
    <w:rsid w:val="00AE47EF"/>
    <w:rsid w:val="00AE5F39"/>
    <w:rsid w:val="00AE72F2"/>
    <w:rsid w:val="00AE73B7"/>
    <w:rsid w:val="00AF10AE"/>
    <w:rsid w:val="00AF4F2E"/>
    <w:rsid w:val="00AF52D7"/>
    <w:rsid w:val="00AF56E7"/>
    <w:rsid w:val="00AF6D13"/>
    <w:rsid w:val="00AF6EA0"/>
    <w:rsid w:val="00B0178D"/>
    <w:rsid w:val="00B020B3"/>
    <w:rsid w:val="00B0216F"/>
    <w:rsid w:val="00B0280A"/>
    <w:rsid w:val="00B029CD"/>
    <w:rsid w:val="00B03097"/>
    <w:rsid w:val="00B03529"/>
    <w:rsid w:val="00B03F4F"/>
    <w:rsid w:val="00B045DE"/>
    <w:rsid w:val="00B04614"/>
    <w:rsid w:val="00B049F4"/>
    <w:rsid w:val="00B05FBB"/>
    <w:rsid w:val="00B06BCA"/>
    <w:rsid w:val="00B06D7B"/>
    <w:rsid w:val="00B07847"/>
    <w:rsid w:val="00B07861"/>
    <w:rsid w:val="00B13E9F"/>
    <w:rsid w:val="00B14016"/>
    <w:rsid w:val="00B15E31"/>
    <w:rsid w:val="00B169AC"/>
    <w:rsid w:val="00B1797D"/>
    <w:rsid w:val="00B206EB"/>
    <w:rsid w:val="00B21917"/>
    <w:rsid w:val="00B2243E"/>
    <w:rsid w:val="00B22EFB"/>
    <w:rsid w:val="00B233DD"/>
    <w:rsid w:val="00B24BE6"/>
    <w:rsid w:val="00B24DB0"/>
    <w:rsid w:val="00B259E6"/>
    <w:rsid w:val="00B25A25"/>
    <w:rsid w:val="00B279CB"/>
    <w:rsid w:val="00B308AB"/>
    <w:rsid w:val="00B31B4F"/>
    <w:rsid w:val="00B31D05"/>
    <w:rsid w:val="00B32D8D"/>
    <w:rsid w:val="00B3424B"/>
    <w:rsid w:val="00B34917"/>
    <w:rsid w:val="00B34FD0"/>
    <w:rsid w:val="00B35683"/>
    <w:rsid w:val="00B35FDE"/>
    <w:rsid w:val="00B40986"/>
    <w:rsid w:val="00B4115C"/>
    <w:rsid w:val="00B41C3C"/>
    <w:rsid w:val="00B4306B"/>
    <w:rsid w:val="00B44836"/>
    <w:rsid w:val="00B450B8"/>
    <w:rsid w:val="00B4663C"/>
    <w:rsid w:val="00B51043"/>
    <w:rsid w:val="00B5297B"/>
    <w:rsid w:val="00B549D2"/>
    <w:rsid w:val="00B55332"/>
    <w:rsid w:val="00B57570"/>
    <w:rsid w:val="00B57CFB"/>
    <w:rsid w:val="00B60011"/>
    <w:rsid w:val="00B60C4B"/>
    <w:rsid w:val="00B61DCA"/>
    <w:rsid w:val="00B628A5"/>
    <w:rsid w:val="00B635E5"/>
    <w:rsid w:val="00B64861"/>
    <w:rsid w:val="00B64EC5"/>
    <w:rsid w:val="00B656D0"/>
    <w:rsid w:val="00B664DC"/>
    <w:rsid w:val="00B66B71"/>
    <w:rsid w:val="00B707D1"/>
    <w:rsid w:val="00B7140C"/>
    <w:rsid w:val="00B71756"/>
    <w:rsid w:val="00B72C7D"/>
    <w:rsid w:val="00B7411A"/>
    <w:rsid w:val="00B75574"/>
    <w:rsid w:val="00B76BCF"/>
    <w:rsid w:val="00B80C9E"/>
    <w:rsid w:val="00B80CB0"/>
    <w:rsid w:val="00B81710"/>
    <w:rsid w:val="00B818C7"/>
    <w:rsid w:val="00B828E3"/>
    <w:rsid w:val="00B843C4"/>
    <w:rsid w:val="00B84C74"/>
    <w:rsid w:val="00B853E5"/>
    <w:rsid w:val="00B86F3A"/>
    <w:rsid w:val="00B87E3A"/>
    <w:rsid w:val="00B90679"/>
    <w:rsid w:val="00B90D09"/>
    <w:rsid w:val="00B9194E"/>
    <w:rsid w:val="00B941E1"/>
    <w:rsid w:val="00B97F73"/>
    <w:rsid w:val="00BA0B12"/>
    <w:rsid w:val="00BA19EE"/>
    <w:rsid w:val="00BA28AA"/>
    <w:rsid w:val="00BA488A"/>
    <w:rsid w:val="00BA5240"/>
    <w:rsid w:val="00BA5735"/>
    <w:rsid w:val="00BA7EFF"/>
    <w:rsid w:val="00BB1497"/>
    <w:rsid w:val="00BB18D8"/>
    <w:rsid w:val="00BB198E"/>
    <w:rsid w:val="00BB20CC"/>
    <w:rsid w:val="00BB22DD"/>
    <w:rsid w:val="00BB34DE"/>
    <w:rsid w:val="00BB39FD"/>
    <w:rsid w:val="00BB3D94"/>
    <w:rsid w:val="00BB6626"/>
    <w:rsid w:val="00BB73B6"/>
    <w:rsid w:val="00BC0050"/>
    <w:rsid w:val="00BC0EC7"/>
    <w:rsid w:val="00BC1787"/>
    <w:rsid w:val="00BC20C7"/>
    <w:rsid w:val="00BC3174"/>
    <w:rsid w:val="00BC4842"/>
    <w:rsid w:val="00BC4AF7"/>
    <w:rsid w:val="00BC58BC"/>
    <w:rsid w:val="00BC6CE6"/>
    <w:rsid w:val="00BC75B2"/>
    <w:rsid w:val="00BC7AAB"/>
    <w:rsid w:val="00BD031C"/>
    <w:rsid w:val="00BD0FD0"/>
    <w:rsid w:val="00BD12E9"/>
    <w:rsid w:val="00BD1E3D"/>
    <w:rsid w:val="00BD1F96"/>
    <w:rsid w:val="00BD22C9"/>
    <w:rsid w:val="00BD2D15"/>
    <w:rsid w:val="00BD3733"/>
    <w:rsid w:val="00BD40C9"/>
    <w:rsid w:val="00BD566A"/>
    <w:rsid w:val="00BD643E"/>
    <w:rsid w:val="00BD6B32"/>
    <w:rsid w:val="00BD6C32"/>
    <w:rsid w:val="00BD6F3C"/>
    <w:rsid w:val="00BE00CD"/>
    <w:rsid w:val="00BE078D"/>
    <w:rsid w:val="00BE301E"/>
    <w:rsid w:val="00BE3D18"/>
    <w:rsid w:val="00BE40D4"/>
    <w:rsid w:val="00BE49FD"/>
    <w:rsid w:val="00BE4D7E"/>
    <w:rsid w:val="00BE4E1B"/>
    <w:rsid w:val="00BE5C03"/>
    <w:rsid w:val="00BE6302"/>
    <w:rsid w:val="00BE6859"/>
    <w:rsid w:val="00BE7C7D"/>
    <w:rsid w:val="00BF0AED"/>
    <w:rsid w:val="00BF0FE2"/>
    <w:rsid w:val="00BF164C"/>
    <w:rsid w:val="00BF22D1"/>
    <w:rsid w:val="00BF35EB"/>
    <w:rsid w:val="00BF402A"/>
    <w:rsid w:val="00BF4E68"/>
    <w:rsid w:val="00BF5225"/>
    <w:rsid w:val="00BF5C54"/>
    <w:rsid w:val="00BF5DBB"/>
    <w:rsid w:val="00BF6D49"/>
    <w:rsid w:val="00BF7060"/>
    <w:rsid w:val="00BF757B"/>
    <w:rsid w:val="00C00E21"/>
    <w:rsid w:val="00C012D6"/>
    <w:rsid w:val="00C01393"/>
    <w:rsid w:val="00C01ECB"/>
    <w:rsid w:val="00C02333"/>
    <w:rsid w:val="00C0439F"/>
    <w:rsid w:val="00C049EB"/>
    <w:rsid w:val="00C0544A"/>
    <w:rsid w:val="00C06F97"/>
    <w:rsid w:val="00C12D1C"/>
    <w:rsid w:val="00C131BF"/>
    <w:rsid w:val="00C14A4D"/>
    <w:rsid w:val="00C166AC"/>
    <w:rsid w:val="00C16847"/>
    <w:rsid w:val="00C16FEF"/>
    <w:rsid w:val="00C201BE"/>
    <w:rsid w:val="00C2052E"/>
    <w:rsid w:val="00C2081B"/>
    <w:rsid w:val="00C213E9"/>
    <w:rsid w:val="00C218EE"/>
    <w:rsid w:val="00C224CA"/>
    <w:rsid w:val="00C22DB0"/>
    <w:rsid w:val="00C23CE5"/>
    <w:rsid w:val="00C24BC4"/>
    <w:rsid w:val="00C25737"/>
    <w:rsid w:val="00C26241"/>
    <w:rsid w:val="00C30673"/>
    <w:rsid w:val="00C31D56"/>
    <w:rsid w:val="00C323BE"/>
    <w:rsid w:val="00C3260E"/>
    <w:rsid w:val="00C32644"/>
    <w:rsid w:val="00C32911"/>
    <w:rsid w:val="00C32DDB"/>
    <w:rsid w:val="00C3485C"/>
    <w:rsid w:val="00C349B9"/>
    <w:rsid w:val="00C363D9"/>
    <w:rsid w:val="00C36AFA"/>
    <w:rsid w:val="00C40A2B"/>
    <w:rsid w:val="00C412E7"/>
    <w:rsid w:val="00C433A3"/>
    <w:rsid w:val="00C43835"/>
    <w:rsid w:val="00C4697E"/>
    <w:rsid w:val="00C47248"/>
    <w:rsid w:val="00C4727E"/>
    <w:rsid w:val="00C51F7C"/>
    <w:rsid w:val="00C534EF"/>
    <w:rsid w:val="00C53D8F"/>
    <w:rsid w:val="00C559D5"/>
    <w:rsid w:val="00C56946"/>
    <w:rsid w:val="00C56A47"/>
    <w:rsid w:val="00C57533"/>
    <w:rsid w:val="00C57CB1"/>
    <w:rsid w:val="00C57DCE"/>
    <w:rsid w:val="00C60090"/>
    <w:rsid w:val="00C61276"/>
    <w:rsid w:val="00C62B1E"/>
    <w:rsid w:val="00C631E0"/>
    <w:rsid w:val="00C64472"/>
    <w:rsid w:val="00C645DB"/>
    <w:rsid w:val="00C647FB"/>
    <w:rsid w:val="00C65254"/>
    <w:rsid w:val="00C66DE0"/>
    <w:rsid w:val="00C670A4"/>
    <w:rsid w:val="00C702EC"/>
    <w:rsid w:val="00C70B4D"/>
    <w:rsid w:val="00C70D19"/>
    <w:rsid w:val="00C741E7"/>
    <w:rsid w:val="00C7458E"/>
    <w:rsid w:val="00C74B97"/>
    <w:rsid w:val="00C75E61"/>
    <w:rsid w:val="00C7602B"/>
    <w:rsid w:val="00C768B5"/>
    <w:rsid w:val="00C76D2F"/>
    <w:rsid w:val="00C803C2"/>
    <w:rsid w:val="00C803E0"/>
    <w:rsid w:val="00C807A9"/>
    <w:rsid w:val="00C80E76"/>
    <w:rsid w:val="00C8166A"/>
    <w:rsid w:val="00C82537"/>
    <w:rsid w:val="00C83CFC"/>
    <w:rsid w:val="00C84015"/>
    <w:rsid w:val="00C8412F"/>
    <w:rsid w:val="00C9072D"/>
    <w:rsid w:val="00C91217"/>
    <w:rsid w:val="00C935A6"/>
    <w:rsid w:val="00C9492F"/>
    <w:rsid w:val="00C94976"/>
    <w:rsid w:val="00C94E55"/>
    <w:rsid w:val="00C962DA"/>
    <w:rsid w:val="00C970A2"/>
    <w:rsid w:val="00C971A0"/>
    <w:rsid w:val="00C97A73"/>
    <w:rsid w:val="00C97BF2"/>
    <w:rsid w:val="00C97F0D"/>
    <w:rsid w:val="00CA055E"/>
    <w:rsid w:val="00CA0690"/>
    <w:rsid w:val="00CA0CF9"/>
    <w:rsid w:val="00CA206A"/>
    <w:rsid w:val="00CA27A6"/>
    <w:rsid w:val="00CA3163"/>
    <w:rsid w:val="00CA39AA"/>
    <w:rsid w:val="00CA3B39"/>
    <w:rsid w:val="00CA51E6"/>
    <w:rsid w:val="00CA5FB7"/>
    <w:rsid w:val="00CA6428"/>
    <w:rsid w:val="00CA76FE"/>
    <w:rsid w:val="00CA7FCD"/>
    <w:rsid w:val="00CB10C5"/>
    <w:rsid w:val="00CB1709"/>
    <w:rsid w:val="00CB2E6E"/>
    <w:rsid w:val="00CB3E45"/>
    <w:rsid w:val="00CB613C"/>
    <w:rsid w:val="00CC035F"/>
    <w:rsid w:val="00CC05B5"/>
    <w:rsid w:val="00CC0DF8"/>
    <w:rsid w:val="00CC1DEB"/>
    <w:rsid w:val="00CC2283"/>
    <w:rsid w:val="00CC3868"/>
    <w:rsid w:val="00CC3D6A"/>
    <w:rsid w:val="00CC40FA"/>
    <w:rsid w:val="00CC4E10"/>
    <w:rsid w:val="00CC60A3"/>
    <w:rsid w:val="00CC781E"/>
    <w:rsid w:val="00CC7D8F"/>
    <w:rsid w:val="00CD1F6A"/>
    <w:rsid w:val="00CD2D70"/>
    <w:rsid w:val="00CD3BDC"/>
    <w:rsid w:val="00CD545B"/>
    <w:rsid w:val="00CD5A81"/>
    <w:rsid w:val="00CE15FD"/>
    <w:rsid w:val="00CE2B50"/>
    <w:rsid w:val="00CE5A78"/>
    <w:rsid w:val="00CE618E"/>
    <w:rsid w:val="00CF0379"/>
    <w:rsid w:val="00CF09AD"/>
    <w:rsid w:val="00CF0B1E"/>
    <w:rsid w:val="00CF4382"/>
    <w:rsid w:val="00CF4C67"/>
    <w:rsid w:val="00CF53CC"/>
    <w:rsid w:val="00CF548C"/>
    <w:rsid w:val="00CF59EF"/>
    <w:rsid w:val="00CF63C1"/>
    <w:rsid w:val="00CF723F"/>
    <w:rsid w:val="00D0027E"/>
    <w:rsid w:val="00D0056F"/>
    <w:rsid w:val="00D0202F"/>
    <w:rsid w:val="00D03236"/>
    <w:rsid w:val="00D04563"/>
    <w:rsid w:val="00D05891"/>
    <w:rsid w:val="00D0598F"/>
    <w:rsid w:val="00D05FB8"/>
    <w:rsid w:val="00D0708F"/>
    <w:rsid w:val="00D0759E"/>
    <w:rsid w:val="00D10985"/>
    <w:rsid w:val="00D10A29"/>
    <w:rsid w:val="00D1146D"/>
    <w:rsid w:val="00D118CF"/>
    <w:rsid w:val="00D11BEA"/>
    <w:rsid w:val="00D12302"/>
    <w:rsid w:val="00D1268B"/>
    <w:rsid w:val="00D1382F"/>
    <w:rsid w:val="00D1564C"/>
    <w:rsid w:val="00D169C5"/>
    <w:rsid w:val="00D2198F"/>
    <w:rsid w:val="00D21B65"/>
    <w:rsid w:val="00D21CC5"/>
    <w:rsid w:val="00D226DE"/>
    <w:rsid w:val="00D22FB0"/>
    <w:rsid w:val="00D25837"/>
    <w:rsid w:val="00D26A2E"/>
    <w:rsid w:val="00D3077B"/>
    <w:rsid w:val="00D32102"/>
    <w:rsid w:val="00D32BE3"/>
    <w:rsid w:val="00D34B12"/>
    <w:rsid w:val="00D34B45"/>
    <w:rsid w:val="00D34DD4"/>
    <w:rsid w:val="00D35B24"/>
    <w:rsid w:val="00D35FF3"/>
    <w:rsid w:val="00D37639"/>
    <w:rsid w:val="00D40197"/>
    <w:rsid w:val="00D40F18"/>
    <w:rsid w:val="00D43C07"/>
    <w:rsid w:val="00D44D84"/>
    <w:rsid w:val="00D45AC8"/>
    <w:rsid w:val="00D45E53"/>
    <w:rsid w:val="00D46923"/>
    <w:rsid w:val="00D51338"/>
    <w:rsid w:val="00D5253B"/>
    <w:rsid w:val="00D53275"/>
    <w:rsid w:val="00D543F5"/>
    <w:rsid w:val="00D568F2"/>
    <w:rsid w:val="00D574BB"/>
    <w:rsid w:val="00D600C2"/>
    <w:rsid w:val="00D612DE"/>
    <w:rsid w:val="00D6131F"/>
    <w:rsid w:val="00D61916"/>
    <w:rsid w:val="00D6321D"/>
    <w:rsid w:val="00D6491B"/>
    <w:rsid w:val="00D66288"/>
    <w:rsid w:val="00D668F9"/>
    <w:rsid w:val="00D703B0"/>
    <w:rsid w:val="00D7271C"/>
    <w:rsid w:val="00D730D0"/>
    <w:rsid w:val="00D73649"/>
    <w:rsid w:val="00D752D3"/>
    <w:rsid w:val="00D752F5"/>
    <w:rsid w:val="00D755ED"/>
    <w:rsid w:val="00D75A21"/>
    <w:rsid w:val="00D75F48"/>
    <w:rsid w:val="00D75F59"/>
    <w:rsid w:val="00D77516"/>
    <w:rsid w:val="00D80760"/>
    <w:rsid w:val="00D811E4"/>
    <w:rsid w:val="00D8135A"/>
    <w:rsid w:val="00D816D6"/>
    <w:rsid w:val="00D820CC"/>
    <w:rsid w:val="00D8280F"/>
    <w:rsid w:val="00D8288A"/>
    <w:rsid w:val="00D82FDB"/>
    <w:rsid w:val="00D83648"/>
    <w:rsid w:val="00D83D35"/>
    <w:rsid w:val="00D849F3"/>
    <w:rsid w:val="00D85E30"/>
    <w:rsid w:val="00D917D9"/>
    <w:rsid w:val="00D92302"/>
    <w:rsid w:val="00D93C96"/>
    <w:rsid w:val="00D93D6D"/>
    <w:rsid w:val="00D95386"/>
    <w:rsid w:val="00D95B34"/>
    <w:rsid w:val="00D970F1"/>
    <w:rsid w:val="00DA1607"/>
    <w:rsid w:val="00DA1859"/>
    <w:rsid w:val="00DA2967"/>
    <w:rsid w:val="00DA2F38"/>
    <w:rsid w:val="00DA37B6"/>
    <w:rsid w:val="00DA53D1"/>
    <w:rsid w:val="00DA5476"/>
    <w:rsid w:val="00DA5987"/>
    <w:rsid w:val="00DA62F8"/>
    <w:rsid w:val="00DA6BF0"/>
    <w:rsid w:val="00DA7138"/>
    <w:rsid w:val="00DA71B7"/>
    <w:rsid w:val="00DA7A65"/>
    <w:rsid w:val="00DA7DFA"/>
    <w:rsid w:val="00DB1011"/>
    <w:rsid w:val="00DB27FD"/>
    <w:rsid w:val="00DB280C"/>
    <w:rsid w:val="00DB4C73"/>
    <w:rsid w:val="00DB4CB3"/>
    <w:rsid w:val="00DB530A"/>
    <w:rsid w:val="00DB74FC"/>
    <w:rsid w:val="00DC1428"/>
    <w:rsid w:val="00DC192B"/>
    <w:rsid w:val="00DC384A"/>
    <w:rsid w:val="00DC4468"/>
    <w:rsid w:val="00DC6623"/>
    <w:rsid w:val="00DC711A"/>
    <w:rsid w:val="00DD01AF"/>
    <w:rsid w:val="00DD05A9"/>
    <w:rsid w:val="00DD0687"/>
    <w:rsid w:val="00DD086A"/>
    <w:rsid w:val="00DD08E3"/>
    <w:rsid w:val="00DD0B63"/>
    <w:rsid w:val="00DD210E"/>
    <w:rsid w:val="00DD3337"/>
    <w:rsid w:val="00DD489F"/>
    <w:rsid w:val="00DD4F4F"/>
    <w:rsid w:val="00DD50A9"/>
    <w:rsid w:val="00DD540A"/>
    <w:rsid w:val="00DD60B0"/>
    <w:rsid w:val="00DD6AF7"/>
    <w:rsid w:val="00DD6CDC"/>
    <w:rsid w:val="00DD734D"/>
    <w:rsid w:val="00DE0D2F"/>
    <w:rsid w:val="00DE17A5"/>
    <w:rsid w:val="00DE1EF3"/>
    <w:rsid w:val="00DE1FB7"/>
    <w:rsid w:val="00DE27D8"/>
    <w:rsid w:val="00DE3D51"/>
    <w:rsid w:val="00DE4E79"/>
    <w:rsid w:val="00DE573D"/>
    <w:rsid w:val="00DE57AE"/>
    <w:rsid w:val="00DE6CAE"/>
    <w:rsid w:val="00DE6E93"/>
    <w:rsid w:val="00DE76DF"/>
    <w:rsid w:val="00DF0314"/>
    <w:rsid w:val="00DF1936"/>
    <w:rsid w:val="00DF2AD0"/>
    <w:rsid w:val="00DF32AE"/>
    <w:rsid w:val="00DF38F8"/>
    <w:rsid w:val="00DF3FEA"/>
    <w:rsid w:val="00DF5454"/>
    <w:rsid w:val="00DF60CA"/>
    <w:rsid w:val="00DF72EA"/>
    <w:rsid w:val="00E00D16"/>
    <w:rsid w:val="00E0257A"/>
    <w:rsid w:val="00E04B5B"/>
    <w:rsid w:val="00E05371"/>
    <w:rsid w:val="00E05736"/>
    <w:rsid w:val="00E05DB5"/>
    <w:rsid w:val="00E067E2"/>
    <w:rsid w:val="00E06F66"/>
    <w:rsid w:val="00E1008B"/>
    <w:rsid w:val="00E11C52"/>
    <w:rsid w:val="00E12058"/>
    <w:rsid w:val="00E12505"/>
    <w:rsid w:val="00E155B0"/>
    <w:rsid w:val="00E15D61"/>
    <w:rsid w:val="00E16497"/>
    <w:rsid w:val="00E17FC8"/>
    <w:rsid w:val="00E20BD0"/>
    <w:rsid w:val="00E20D70"/>
    <w:rsid w:val="00E21E76"/>
    <w:rsid w:val="00E24596"/>
    <w:rsid w:val="00E246C6"/>
    <w:rsid w:val="00E27189"/>
    <w:rsid w:val="00E274E3"/>
    <w:rsid w:val="00E276ED"/>
    <w:rsid w:val="00E27C8A"/>
    <w:rsid w:val="00E30318"/>
    <w:rsid w:val="00E3167A"/>
    <w:rsid w:val="00E32E6F"/>
    <w:rsid w:val="00E3344F"/>
    <w:rsid w:val="00E34B70"/>
    <w:rsid w:val="00E3792D"/>
    <w:rsid w:val="00E40453"/>
    <w:rsid w:val="00E40A6A"/>
    <w:rsid w:val="00E415B5"/>
    <w:rsid w:val="00E42777"/>
    <w:rsid w:val="00E43B6E"/>
    <w:rsid w:val="00E43E9C"/>
    <w:rsid w:val="00E45ED9"/>
    <w:rsid w:val="00E46A31"/>
    <w:rsid w:val="00E47661"/>
    <w:rsid w:val="00E478DC"/>
    <w:rsid w:val="00E50916"/>
    <w:rsid w:val="00E511FE"/>
    <w:rsid w:val="00E5303D"/>
    <w:rsid w:val="00E5323E"/>
    <w:rsid w:val="00E542F4"/>
    <w:rsid w:val="00E5547A"/>
    <w:rsid w:val="00E568BC"/>
    <w:rsid w:val="00E572FD"/>
    <w:rsid w:val="00E61F7C"/>
    <w:rsid w:val="00E629E9"/>
    <w:rsid w:val="00E63262"/>
    <w:rsid w:val="00E64637"/>
    <w:rsid w:val="00E64B9A"/>
    <w:rsid w:val="00E6572F"/>
    <w:rsid w:val="00E700C3"/>
    <w:rsid w:val="00E739C2"/>
    <w:rsid w:val="00E73ABA"/>
    <w:rsid w:val="00E740E6"/>
    <w:rsid w:val="00E74C57"/>
    <w:rsid w:val="00E75446"/>
    <w:rsid w:val="00E75655"/>
    <w:rsid w:val="00E757A7"/>
    <w:rsid w:val="00E75BE7"/>
    <w:rsid w:val="00E75D19"/>
    <w:rsid w:val="00E77229"/>
    <w:rsid w:val="00E77CD0"/>
    <w:rsid w:val="00E80FEB"/>
    <w:rsid w:val="00E81412"/>
    <w:rsid w:val="00E82205"/>
    <w:rsid w:val="00E838EF"/>
    <w:rsid w:val="00E83947"/>
    <w:rsid w:val="00E8445C"/>
    <w:rsid w:val="00E855F2"/>
    <w:rsid w:val="00E87BCC"/>
    <w:rsid w:val="00E90495"/>
    <w:rsid w:val="00E9058F"/>
    <w:rsid w:val="00E91651"/>
    <w:rsid w:val="00E921F2"/>
    <w:rsid w:val="00EA0348"/>
    <w:rsid w:val="00EA05EF"/>
    <w:rsid w:val="00EA188A"/>
    <w:rsid w:val="00EA293D"/>
    <w:rsid w:val="00EA3024"/>
    <w:rsid w:val="00EA3A21"/>
    <w:rsid w:val="00EA4087"/>
    <w:rsid w:val="00EA4EC9"/>
    <w:rsid w:val="00EA6314"/>
    <w:rsid w:val="00EA66F9"/>
    <w:rsid w:val="00EA7EEE"/>
    <w:rsid w:val="00EB1F28"/>
    <w:rsid w:val="00EB45A3"/>
    <w:rsid w:val="00EB62AC"/>
    <w:rsid w:val="00EB796E"/>
    <w:rsid w:val="00EC0E5D"/>
    <w:rsid w:val="00EC1B4C"/>
    <w:rsid w:val="00EC1FC3"/>
    <w:rsid w:val="00EC2976"/>
    <w:rsid w:val="00EC2AE9"/>
    <w:rsid w:val="00EC2B2A"/>
    <w:rsid w:val="00EC49AB"/>
    <w:rsid w:val="00EC4C0E"/>
    <w:rsid w:val="00EC5DAE"/>
    <w:rsid w:val="00EC6F3D"/>
    <w:rsid w:val="00EC72B2"/>
    <w:rsid w:val="00EC7C2B"/>
    <w:rsid w:val="00EC7C88"/>
    <w:rsid w:val="00ED0020"/>
    <w:rsid w:val="00ED0165"/>
    <w:rsid w:val="00ED1716"/>
    <w:rsid w:val="00ED1C9F"/>
    <w:rsid w:val="00ED2513"/>
    <w:rsid w:val="00ED2CD1"/>
    <w:rsid w:val="00ED47A2"/>
    <w:rsid w:val="00ED7565"/>
    <w:rsid w:val="00EE1CB1"/>
    <w:rsid w:val="00EE32B9"/>
    <w:rsid w:val="00EE38D3"/>
    <w:rsid w:val="00EE550F"/>
    <w:rsid w:val="00EE5565"/>
    <w:rsid w:val="00EE6355"/>
    <w:rsid w:val="00EE7D62"/>
    <w:rsid w:val="00EF08EA"/>
    <w:rsid w:val="00EF0AC0"/>
    <w:rsid w:val="00EF16E9"/>
    <w:rsid w:val="00EF2360"/>
    <w:rsid w:val="00EF246C"/>
    <w:rsid w:val="00EF2A78"/>
    <w:rsid w:val="00EF2D71"/>
    <w:rsid w:val="00EF3935"/>
    <w:rsid w:val="00EF3BA8"/>
    <w:rsid w:val="00EF5717"/>
    <w:rsid w:val="00EF60B7"/>
    <w:rsid w:val="00EF64E1"/>
    <w:rsid w:val="00EF6C76"/>
    <w:rsid w:val="00F0104D"/>
    <w:rsid w:val="00F01730"/>
    <w:rsid w:val="00F019DB"/>
    <w:rsid w:val="00F0243E"/>
    <w:rsid w:val="00F02C6F"/>
    <w:rsid w:val="00F0381A"/>
    <w:rsid w:val="00F0391B"/>
    <w:rsid w:val="00F10386"/>
    <w:rsid w:val="00F10D1F"/>
    <w:rsid w:val="00F112D0"/>
    <w:rsid w:val="00F146A5"/>
    <w:rsid w:val="00F14C90"/>
    <w:rsid w:val="00F14D59"/>
    <w:rsid w:val="00F15043"/>
    <w:rsid w:val="00F153C2"/>
    <w:rsid w:val="00F15BE8"/>
    <w:rsid w:val="00F160E9"/>
    <w:rsid w:val="00F16360"/>
    <w:rsid w:val="00F16488"/>
    <w:rsid w:val="00F207C2"/>
    <w:rsid w:val="00F21C6F"/>
    <w:rsid w:val="00F2467D"/>
    <w:rsid w:val="00F26A32"/>
    <w:rsid w:val="00F27B45"/>
    <w:rsid w:val="00F31146"/>
    <w:rsid w:val="00F33A00"/>
    <w:rsid w:val="00F34528"/>
    <w:rsid w:val="00F34E78"/>
    <w:rsid w:val="00F35CF6"/>
    <w:rsid w:val="00F41ABD"/>
    <w:rsid w:val="00F42565"/>
    <w:rsid w:val="00F447CF"/>
    <w:rsid w:val="00F467F6"/>
    <w:rsid w:val="00F470B7"/>
    <w:rsid w:val="00F47FF4"/>
    <w:rsid w:val="00F50D6A"/>
    <w:rsid w:val="00F5231A"/>
    <w:rsid w:val="00F52943"/>
    <w:rsid w:val="00F52EC4"/>
    <w:rsid w:val="00F53430"/>
    <w:rsid w:val="00F54A48"/>
    <w:rsid w:val="00F54B2A"/>
    <w:rsid w:val="00F55738"/>
    <w:rsid w:val="00F56FF5"/>
    <w:rsid w:val="00F570C4"/>
    <w:rsid w:val="00F60A67"/>
    <w:rsid w:val="00F60EC2"/>
    <w:rsid w:val="00F60FA4"/>
    <w:rsid w:val="00F62CD8"/>
    <w:rsid w:val="00F6420C"/>
    <w:rsid w:val="00F64379"/>
    <w:rsid w:val="00F66329"/>
    <w:rsid w:val="00F66F6D"/>
    <w:rsid w:val="00F6705C"/>
    <w:rsid w:val="00F67533"/>
    <w:rsid w:val="00F675E8"/>
    <w:rsid w:val="00F67D09"/>
    <w:rsid w:val="00F71EC2"/>
    <w:rsid w:val="00F726C8"/>
    <w:rsid w:val="00F72952"/>
    <w:rsid w:val="00F72A49"/>
    <w:rsid w:val="00F74174"/>
    <w:rsid w:val="00F74C9A"/>
    <w:rsid w:val="00F779C9"/>
    <w:rsid w:val="00F8034E"/>
    <w:rsid w:val="00F80C3A"/>
    <w:rsid w:val="00F81E38"/>
    <w:rsid w:val="00F81EFB"/>
    <w:rsid w:val="00F83A21"/>
    <w:rsid w:val="00F857C8"/>
    <w:rsid w:val="00F8634E"/>
    <w:rsid w:val="00F86743"/>
    <w:rsid w:val="00F86E30"/>
    <w:rsid w:val="00F90284"/>
    <w:rsid w:val="00F9054E"/>
    <w:rsid w:val="00F9250D"/>
    <w:rsid w:val="00F93873"/>
    <w:rsid w:val="00F94163"/>
    <w:rsid w:val="00F947B3"/>
    <w:rsid w:val="00F947DD"/>
    <w:rsid w:val="00F9498F"/>
    <w:rsid w:val="00F94BD9"/>
    <w:rsid w:val="00F961F3"/>
    <w:rsid w:val="00F96F25"/>
    <w:rsid w:val="00F973D2"/>
    <w:rsid w:val="00F97B3F"/>
    <w:rsid w:val="00FA07A3"/>
    <w:rsid w:val="00FA17C6"/>
    <w:rsid w:val="00FA28AD"/>
    <w:rsid w:val="00FA2E3B"/>
    <w:rsid w:val="00FA4367"/>
    <w:rsid w:val="00FA4384"/>
    <w:rsid w:val="00FA4D05"/>
    <w:rsid w:val="00FA4D90"/>
    <w:rsid w:val="00FA5D51"/>
    <w:rsid w:val="00FA5EF1"/>
    <w:rsid w:val="00FB2651"/>
    <w:rsid w:val="00FB308A"/>
    <w:rsid w:val="00FB3368"/>
    <w:rsid w:val="00FB3A48"/>
    <w:rsid w:val="00FB3A4A"/>
    <w:rsid w:val="00FB4449"/>
    <w:rsid w:val="00FB4B38"/>
    <w:rsid w:val="00FB592F"/>
    <w:rsid w:val="00FB5A25"/>
    <w:rsid w:val="00FB7F10"/>
    <w:rsid w:val="00FC080B"/>
    <w:rsid w:val="00FC27CD"/>
    <w:rsid w:val="00FC3625"/>
    <w:rsid w:val="00FC4967"/>
    <w:rsid w:val="00FC515C"/>
    <w:rsid w:val="00FC6103"/>
    <w:rsid w:val="00FC7766"/>
    <w:rsid w:val="00FD1420"/>
    <w:rsid w:val="00FD169B"/>
    <w:rsid w:val="00FD418C"/>
    <w:rsid w:val="00FD4755"/>
    <w:rsid w:val="00FD4E45"/>
    <w:rsid w:val="00FD7B06"/>
    <w:rsid w:val="00FD7F51"/>
    <w:rsid w:val="00FE06CF"/>
    <w:rsid w:val="00FE129D"/>
    <w:rsid w:val="00FE15D0"/>
    <w:rsid w:val="00FE3EFF"/>
    <w:rsid w:val="00FE53D3"/>
    <w:rsid w:val="00FE5E79"/>
    <w:rsid w:val="00FE7170"/>
    <w:rsid w:val="00FF0458"/>
    <w:rsid w:val="00FF1236"/>
    <w:rsid w:val="00FF1442"/>
    <w:rsid w:val="00FF30C3"/>
    <w:rsid w:val="00FF41B2"/>
    <w:rsid w:val="00FF4613"/>
    <w:rsid w:val="00FF48AA"/>
    <w:rsid w:val="00FF6CCC"/>
    <w:rsid w:val="00FF6D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Typewriter"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BE"/>
    <w:pPr>
      <w:spacing w:after="200" w:line="276" w:lineRule="auto"/>
    </w:pPr>
    <w:rPr>
      <w:rFonts w:ascii="Times New Roman" w:hAnsi="Times New Roman"/>
      <w:sz w:val="24"/>
      <w:szCs w:val="22"/>
    </w:rPr>
  </w:style>
  <w:style w:type="paragraph" w:styleId="Heading2">
    <w:name w:val="heading 2"/>
    <w:basedOn w:val="Normal"/>
    <w:link w:val="Heading2Char"/>
    <w:uiPriority w:val="9"/>
    <w:qFormat/>
    <w:rsid w:val="004C3CFA"/>
    <w:pPr>
      <w:spacing w:before="100" w:beforeAutospacing="1" w:after="100" w:afterAutospacing="1" w:line="240" w:lineRule="auto"/>
      <w:outlineLvl w:val="1"/>
    </w:pPr>
    <w:rPr>
      <w:b/>
      <w:bCs/>
      <w:sz w:val="36"/>
      <w:szCs w:val="36"/>
    </w:rPr>
  </w:style>
  <w:style w:type="paragraph" w:styleId="Heading4">
    <w:name w:val="heading 4"/>
    <w:basedOn w:val="Normal"/>
    <w:next w:val="Normal"/>
    <w:link w:val="Heading4Char"/>
    <w:qFormat/>
    <w:rsid w:val="004C3CFA"/>
    <w:pPr>
      <w:keepNext/>
      <w:spacing w:after="0" w:line="240" w:lineRule="auto"/>
      <w:jc w:val="both"/>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NoIndent">
    <w:name w:val="Text_No_Indent"/>
    <w:qFormat/>
    <w:rsid w:val="00BE4E1B"/>
    <w:pPr>
      <w:tabs>
        <w:tab w:val="left" w:pos="480"/>
        <w:tab w:val="left" w:pos="960"/>
        <w:tab w:val="left" w:pos="1440"/>
      </w:tabs>
      <w:spacing w:line="480" w:lineRule="auto"/>
    </w:pPr>
    <w:rPr>
      <w:rFonts w:ascii="Times New Roman" w:hAnsi="Times New Roman"/>
      <w:sz w:val="24"/>
    </w:rPr>
  </w:style>
  <w:style w:type="paragraph" w:customStyle="1" w:styleId="TextIndented">
    <w:name w:val="Text_Indented"/>
    <w:qFormat/>
    <w:rsid w:val="00FA17C6"/>
    <w:pPr>
      <w:tabs>
        <w:tab w:val="left" w:pos="480"/>
        <w:tab w:val="left" w:pos="960"/>
        <w:tab w:val="left" w:pos="1440"/>
        <w:tab w:val="left" w:pos="1920"/>
      </w:tabs>
      <w:spacing w:line="480" w:lineRule="auto"/>
      <w:ind w:firstLine="480"/>
    </w:pPr>
    <w:rPr>
      <w:rFonts w:ascii="Times New Roman" w:hAnsi="Times New Roman"/>
      <w:sz w:val="24"/>
    </w:rPr>
  </w:style>
  <w:style w:type="paragraph" w:customStyle="1" w:styleId="HeadingA">
    <w:name w:val="Heading_A"/>
    <w:next w:val="TextNoIndent"/>
    <w:qFormat/>
    <w:rsid w:val="004A322B"/>
    <w:pPr>
      <w:keepNext/>
      <w:spacing w:before="360" w:after="240"/>
    </w:pPr>
    <w:rPr>
      <w:rFonts w:ascii="Times New Roman" w:hAnsi="Times New Roman"/>
      <w:b/>
      <w:sz w:val="32"/>
    </w:rPr>
  </w:style>
  <w:style w:type="paragraph" w:customStyle="1" w:styleId="SectionHeading">
    <w:name w:val="Section_Heading"/>
    <w:next w:val="HeadingA"/>
    <w:qFormat/>
    <w:rsid w:val="00BE4E1B"/>
    <w:pPr>
      <w:pBdr>
        <w:top w:val="single" w:sz="4" w:space="1" w:color="auto"/>
      </w:pBdr>
      <w:spacing w:before="240" w:after="120"/>
      <w:ind w:left="600" w:hanging="600"/>
      <w:jc w:val="right"/>
    </w:pPr>
    <w:rPr>
      <w:rFonts w:ascii="Arial" w:hAnsi="Arial"/>
      <w:sz w:val="40"/>
    </w:rPr>
  </w:style>
  <w:style w:type="paragraph" w:customStyle="1" w:styleId="HeadingB">
    <w:name w:val="Heading_B"/>
    <w:next w:val="TextNoIndent"/>
    <w:qFormat/>
    <w:rsid w:val="00D543F5"/>
    <w:pPr>
      <w:keepNext/>
      <w:spacing w:before="240" w:after="120"/>
    </w:pPr>
    <w:rPr>
      <w:rFonts w:ascii="Times New Roman" w:hAnsi="Times New Roman"/>
      <w:b/>
      <w:sz w:val="24"/>
    </w:rPr>
  </w:style>
  <w:style w:type="paragraph" w:customStyle="1" w:styleId="ExampleTitle">
    <w:name w:val="Example_Title"/>
    <w:next w:val="TextNoIndent"/>
    <w:qFormat/>
    <w:rsid w:val="00BE4E1B"/>
    <w:pPr>
      <w:spacing w:before="360" w:after="120"/>
    </w:pPr>
    <w:rPr>
      <w:rFonts w:ascii="Arial" w:hAnsi="Arial"/>
      <w:b/>
      <w:sz w:val="28"/>
    </w:rPr>
  </w:style>
  <w:style w:type="paragraph" w:customStyle="1" w:styleId="SolutionTitle">
    <w:name w:val="Solution_Title"/>
    <w:next w:val="TextNoIndent"/>
    <w:qFormat/>
    <w:rsid w:val="00BE4E1B"/>
    <w:pPr>
      <w:spacing w:before="240" w:after="120"/>
    </w:pPr>
    <w:rPr>
      <w:rFonts w:ascii="Arial" w:hAnsi="Arial"/>
      <w:b/>
      <w:sz w:val="28"/>
    </w:rPr>
  </w:style>
  <w:style w:type="paragraph" w:customStyle="1" w:styleId="Checkpoint">
    <w:name w:val="Checkpoint"/>
    <w:next w:val="TextNoIndent"/>
    <w:qFormat/>
    <w:rsid w:val="00BE4E1B"/>
    <w:pPr>
      <w:spacing w:before="120" w:after="120"/>
      <w:ind w:left="1060" w:hanging="1060"/>
    </w:pPr>
    <w:rPr>
      <w:rFonts w:ascii="Arial" w:hAnsi="Arial"/>
      <w:sz w:val="24"/>
    </w:rPr>
  </w:style>
  <w:style w:type="paragraph" w:customStyle="1" w:styleId="ListLevel1">
    <w:name w:val="List_Level_1"/>
    <w:qFormat/>
    <w:rsid w:val="00BE4E1B"/>
    <w:pPr>
      <w:tabs>
        <w:tab w:val="right" w:pos="360"/>
        <w:tab w:val="left" w:pos="480"/>
      </w:tabs>
      <w:spacing w:line="480" w:lineRule="auto"/>
      <w:ind w:left="480" w:hanging="480"/>
    </w:pPr>
    <w:rPr>
      <w:rFonts w:ascii="Times New Roman" w:hAnsi="Times New Roman"/>
      <w:sz w:val="24"/>
    </w:rPr>
  </w:style>
  <w:style w:type="paragraph" w:customStyle="1" w:styleId="ListLevel2">
    <w:name w:val="List_Level_2"/>
    <w:qFormat/>
    <w:rsid w:val="002D68D2"/>
    <w:pPr>
      <w:tabs>
        <w:tab w:val="right" w:pos="720"/>
        <w:tab w:val="left" w:pos="840"/>
        <w:tab w:val="right" w:leader="underscore" w:pos="2880"/>
      </w:tabs>
      <w:spacing w:line="480" w:lineRule="auto"/>
      <w:ind w:left="840" w:hanging="840"/>
    </w:pPr>
    <w:rPr>
      <w:rFonts w:ascii="Times New Roman" w:hAnsi="Times New Roman"/>
      <w:sz w:val="24"/>
    </w:rPr>
  </w:style>
  <w:style w:type="paragraph" w:customStyle="1" w:styleId="ListLevel3">
    <w:name w:val="List_Level_3"/>
    <w:qFormat/>
    <w:rsid w:val="00BE4E1B"/>
    <w:pPr>
      <w:tabs>
        <w:tab w:val="right" w:pos="1080"/>
        <w:tab w:val="left" w:pos="1200"/>
      </w:tabs>
      <w:spacing w:line="480" w:lineRule="auto"/>
      <w:ind w:left="1200" w:hanging="1200"/>
    </w:pPr>
    <w:rPr>
      <w:rFonts w:ascii="Times New Roman" w:hAnsi="Times New Roman"/>
      <w:sz w:val="24"/>
    </w:rPr>
  </w:style>
  <w:style w:type="paragraph" w:customStyle="1" w:styleId="ListLevel4">
    <w:name w:val="List_Level_4"/>
    <w:qFormat/>
    <w:rsid w:val="00496A11"/>
    <w:pPr>
      <w:tabs>
        <w:tab w:val="right" w:pos="1440"/>
        <w:tab w:val="left" w:pos="1560"/>
      </w:tabs>
      <w:spacing w:before="120" w:after="120" w:line="480" w:lineRule="auto"/>
      <w:ind w:left="1560" w:hanging="1560"/>
    </w:pPr>
    <w:rPr>
      <w:rFonts w:ascii="Times New Roman" w:hAnsi="Times New Roman"/>
      <w:sz w:val="24"/>
    </w:rPr>
  </w:style>
  <w:style w:type="paragraph" w:customStyle="1" w:styleId="ListLevel5">
    <w:name w:val="List_Level_5"/>
    <w:qFormat/>
    <w:rsid w:val="003F47A1"/>
    <w:pPr>
      <w:tabs>
        <w:tab w:val="right" w:pos="1800"/>
        <w:tab w:val="left" w:pos="1920"/>
      </w:tabs>
      <w:spacing w:line="480" w:lineRule="auto"/>
      <w:ind w:left="1920" w:hanging="1920"/>
    </w:pPr>
    <w:rPr>
      <w:rFonts w:ascii="Times New Roman" w:hAnsi="Times New Roman"/>
      <w:sz w:val="24"/>
    </w:rPr>
  </w:style>
  <w:style w:type="paragraph" w:customStyle="1" w:styleId="HeadingC">
    <w:name w:val="Heading_C"/>
    <w:next w:val="TextNoIndent"/>
    <w:qFormat/>
    <w:rsid w:val="00BE4E1B"/>
    <w:pPr>
      <w:spacing w:before="240" w:after="120"/>
    </w:pPr>
    <w:rPr>
      <w:rFonts w:ascii="Arial" w:hAnsi="Arial"/>
      <w:i/>
      <w:sz w:val="24"/>
    </w:rPr>
  </w:style>
  <w:style w:type="paragraph" w:customStyle="1" w:styleId="MathExtract">
    <w:name w:val="Math_Extract"/>
    <w:next w:val="TextNoIndent"/>
    <w:qFormat/>
    <w:rsid w:val="009F6BB1"/>
    <w:pPr>
      <w:spacing w:line="480" w:lineRule="auto"/>
      <w:ind w:left="360"/>
    </w:pPr>
    <w:rPr>
      <w:rFonts w:ascii="Times New Roman" w:hAnsi="Times New Roman"/>
      <w:sz w:val="24"/>
    </w:rPr>
  </w:style>
  <w:style w:type="character" w:customStyle="1" w:styleId="Green">
    <w:name w:val="Green"/>
    <w:uiPriority w:val="1"/>
    <w:qFormat/>
    <w:rsid w:val="00BE4E1B"/>
    <w:rPr>
      <w:color w:val="00B050"/>
    </w:rPr>
  </w:style>
  <w:style w:type="character" w:customStyle="1" w:styleId="Blue">
    <w:name w:val="Blue"/>
    <w:uiPriority w:val="1"/>
    <w:qFormat/>
    <w:rsid w:val="00BE4E1B"/>
    <w:rPr>
      <w:color w:val="00B0F0"/>
    </w:rPr>
  </w:style>
  <w:style w:type="character" w:customStyle="1" w:styleId="Automatic">
    <w:name w:val="Automatic"/>
    <w:uiPriority w:val="1"/>
    <w:qFormat/>
    <w:rsid w:val="00BE4E1B"/>
    <w:rPr>
      <w:color w:val="auto"/>
    </w:rPr>
  </w:style>
  <w:style w:type="paragraph" w:customStyle="1" w:styleId="CT">
    <w:name w:val="CT"/>
    <w:next w:val="TextNoIndent"/>
    <w:uiPriority w:val="99"/>
    <w:qFormat/>
    <w:rsid w:val="00BE4E1B"/>
    <w:pPr>
      <w:spacing w:before="360" w:after="600"/>
      <w:jc w:val="right"/>
    </w:pPr>
    <w:rPr>
      <w:rFonts w:ascii="Arial" w:hAnsi="Arial"/>
      <w:sz w:val="48"/>
    </w:rPr>
  </w:style>
  <w:style w:type="paragraph" w:customStyle="1" w:styleId="CN">
    <w:name w:val="CN"/>
    <w:uiPriority w:val="99"/>
    <w:qFormat/>
    <w:rsid w:val="00BE4E1B"/>
    <w:pPr>
      <w:spacing w:before="120" w:after="120"/>
      <w:ind w:left="1060" w:hanging="1060"/>
      <w:jc w:val="right"/>
    </w:pPr>
    <w:rPr>
      <w:rFonts w:ascii="Arial" w:hAnsi="Arial"/>
      <w:sz w:val="48"/>
    </w:rPr>
  </w:style>
  <w:style w:type="paragraph" w:customStyle="1" w:styleId="RunningHead">
    <w:name w:val="Running_Head"/>
    <w:basedOn w:val="CN"/>
    <w:qFormat/>
    <w:rsid w:val="00BE4E1B"/>
    <w:pPr>
      <w:tabs>
        <w:tab w:val="right" w:pos="9360"/>
      </w:tabs>
      <w:spacing w:before="0" w:after="0"/>
      <w:ind w:left="0" w:firstLine="0"/>
      <w:jc w:val="left"/>
    </w:pPr>
    <w:rPr>
      <w:sz w:val="18"/>
    </w:rPr>
  </w:style>
  <w:style w:type="paragraph" w:styleId="Header">
    <w:name w:val="header"/>
    <w:basedOn w:val="Normal"/>
    <w:link w:val="HeaderChar"/>
    <w:uiPriority w:val="99"/>
    <w:unhideWhenUsed/>
    <w:rsid w:val="00BE4E1B"/>
    <w:pPr>
      <w:tabs>
        <w:tab w:val="center" w:pos="4680"/>
        <w:tab w:val="right" w:pos="9360"/>
      </w:tabs>
      <w:spacing w:after="0" w:line="240" w:lineRule="auto"/>
      <w:ind w:left="600" w:hanging="600"/>
    </w:pPr>
  </w:style>
  <w:style w:type="character" w:customStyle="1" w:styleId="HeaderChar">
    <w:name w:val="Header Char"/>
    <w:link w:val="Header"/>
    <w:uiPriority w:val="99"/>
    <w:rsid w:val="00BE4E1B"/>
    <w:rPr>
      <w:rFonts w:ascii="Times New Roman" w:eastAsia="Times New Roman" w:hAnsi="Times New Roman" w:cs="Times New Roman"/>
      <w:sz w:val="24"/>
    </w:rPr>
  </w:style>
  <w:style w:type="paragraph" w:styleId="Footer">
    <w:name w:val="footer"/>
    <w:basedOn w:val="Normal"/>
    <w:link w:val="FooterChar"/>
    <w:uiPriority w:val="99"/>
    <w:unhideWhenUsed/>
    <w:rsid w:val="00BE4E1B"/>
    <w:pPr>
      <w:tabs>
        <w:tab w:val="center" w:pos="4680"/>
        <w:tab w:val="right" w:pos="9360"/>
      </w:tabs>
      <w:spacing w:after="0" w:line="240" w:lineRule="auto"/>
      <w:ind w:left="600" w:hanging="600"/>
    </w:pPr>
  </w:style>
  <w:style w:type="character" w:customStyle="1" w:styleId="FooterChar">
    <w:name w:val="Footer Char"/>
    <w:link w:val="Footer"/>
    <w:uiPriority w:val="99"/>
    <w:rsid w:val="00BE4E1B"/>
    <w:rPr>
      <w:rFonts w:ascii="Times New Roman" w:eastAsia="Times New Roman" w:hAnsi="Times New Roman" w:cs="Times New Roman"/>
      <w:sz w:val="24"/>
    </w:rPr>
  </w:style>
  <w:style w:type="paragraph" w:customStyle="1" w:styleId="Author">
    <w:name w:val="Author"/>
    <w:basedOn w:val="TextNoIndent"/>
    <w:qFormat/>
    <w:rsid w:val="00BE4E1B"/>
    <w:pPr>
      <w:spacing w:line="240" w:lineRule="auto"/>
      <w:jc w:val="right"/>
    </w:pPr>
    <w:rPr>
      <w:rFonts w:ascii="Arial" w:hAnsi="Arial"/>
      <w:sz w:val="32"/>
    </w:rPr>
  </w:style>
  <w:style w:type="paragraph" w:customStyle="1" w:styleId="Extract">
    <w:name w:val="Extract"/>
    <w:qFormat/>
    <w:rsid w:val="00FA17C6"/>
    <w:pPr>
      <w:spacing w:line="480" w:lineRule="auto"/>
      <w:ind w:left="720"/>
    </w:pPr>
    <w:rPr>
      <w:rFonts w:ascii="Times New Roman" w:hAnsi="Times New Roman"/>
      <w:sz w:val="24"/>
    </w:rPr>
  </w:style>
  <w:style w:type="paragraph" w:styleId="Subtitle">
    <w:name w:val="Subtitle"/>
    <w:basedOn w:val="Normal"/>
    <w:next w:val="Normal"/>
    <w:link w:val="SubtitleChar"/>
    <w:uiPriority w:val="11"/>
    <w:qFormat/>
    <w:rsid w:val="00BE4E1B"/>
    <w:pPr>
      <w:spacing w:before="120" w:after="60" w:line="240" w:lineRule="auto"/>
      <w:jc w:val="center"/>
      <w:outlineLvl w:val="1"/>
    </w:pPr>
    <w:rPr>
      <w:rFonts w:ascii="Cambria" w:hAnsi="Cambria"/>
      <w:szCs w:val="24"/>
    </w:rPr>
  </w:style>
  <w:style w:type="character" w:customStyle="1" w:styleId="SubtitleChar">
    <w:name w:val="Subtitle Char"/>
    <w:link w:val="Subtitle"/>
    <w:uiPriority w:val="11"/>
    <w:rsid w:val="00BE4E1B"/>
    <w:rPr>
      <w:rFonts w:ascii="Cambria" w:eastAsia="Times New Roman" w:hAnsi="Cambria" w:cs="Times New Roman"/>
      <w:sz w:val="24"/>
      <w:szCs w:val="24"/>
    </w:rPr>
  </w:style>
  <w:style w:type="paragraph" w:customStyle="1" w:styleId="FigureText">
    <w:name w:val="Figure_Text"/>
    <w:qFormat/>
    <w:rsid w:val="00BE4E1B"/>
    <w:pPr>
      <w:pBdr>
        <w:bottom w:val="single" w:sz="4" w:space="4" w:color="auto"/>
      </w:pBdr>
    </w:pPr>
    <w:rPr>
      <w:rFonts w:ascii="Times New Roman" w:hAnsi="Times New Roman"/>
      <w:sz w:val="24"/>
    </w:rPr>
  </w:style>
  <w:style w:type="paragraph" w:customStyle="1" w:styleId="HeadC">
    <w:name w:val="Head_C"/>
    <w:next w:val="TextNoIndent"/>
    <w:qFormat/>
    <w:rsid w:val="00BE4E1B"/>
    <w:pPr>
      <w:spacing w:before="120" w:after="120"/>
      <w:ind w:left="1060" w:hanging="1060"/>
    </w:pPr>
    <w:rPr>
      <w:rFonts w:ascii="Arial" w:hAnsi="Arial"/>
      <w:b/>
      <w:sz w:val="24"/>
    </w:rPr>
  </w:style>
  <w:style w:type="paragraph" w:customStyle="1" w:styleId="Style">
    <w:name w:val="Style"/>
    <w:rsid w:val="00BE4E1B"/>
    <w:pPr>
      <w:widowControl w:val="0"/>
      <w:autoSpaceDE w:val="0"/>
      <w:autoSpaceDN w:val="0"/>
      <w:adjustRightInd w:val="0"/>
    </w:pPr>
    <w:rPr>
      <w:rFonts w:ascii="Times New Roman" w:hAnsi="Times New Roman" w:cs="Arial"/>
      <w:szCs w:val="24"/>
    </w:rPr>
  </w:style>
  <w:style w:type="paragraph" w:customStyle="1" w:styleId="ListLeveL1indent">
    <w:name w:val="List_LeveL_1_indent"/>
    <w:qFormat/>
    <w:rsid w:val="00C31D56"/>
    <w:pPr>
      <w:spacing w:line="480" w:lineRule="auto"/>
      <w:ind w:left="480"/>
    </w:pPr>
    <w:rPr>
      <w:rFonts w:ascii="Times New Roman" w:hAnsi="Times New Roman"/>
      <w:sz w:val="24"/>
    </w:rPr>
  </w:style>
  <w:style w:type="paragraph" w:customStyle="1" w:styleId="ListLevel1para">
    <w:name w:val="List_Level_1_para"/>
    <w:next w:val="ListLeveL1indent"/>
    <w:qFormat/>
    <w:rsid w:val="00B13E9F"/>
    <w:pPr>
      <w:spacing w:before="120" w:line="480" w:lineRule="auto"/>
      <w:ind w:left="480"/>
    </w:pPr>
    <w:rPr>
      <w:rFonts w:ascii="Times New Roman" w:hAnsi="Times New Roman"/>
      <w:sz w:val="24"/>
    </w:rPr>
  </w:style>
  <w:style w:type="paragraph" w:customStyle="1" w:styleId="EOS">
    <w:name w:val="EOS"/>
    <w:next w:val="TextNoIndent"/>
    <w:qFormat/>
    <w:rsid w:val="00BE4E1B"/>
    <w:pPr>
      <w:spacing w:before="120" w:after="240"/>
      <w:ind w:left="1060" w:hanging="1060"/>
      <w:jc w:val="right"/>
    </w:pPr>
    <w:rPr>
      <w:rFonts w:ascii="Times New Roman" w:hAnsi="Times New Roman"/>
      <w:bCs/>
    </w:rPr>
  </w:style>
  <w:style w:type="paragraph" w:customStyle="1" w:styleId="TableTitle">
    <w:name w:val="Table Title"/>
    <w:next w:val="TextNoIndent"/>
    <w:qFormat/>
    <w:rsid w:val="00DD3337"/>
    <w:pPr>
      <w:pBdr>
        <w:top w:val="single" w:sz="4" w:space="1" w:color="auto"/>
      </w:pBdr>
      <w:spacing w:before="240" w:after="120"/>
    </w:pPr>
    <w:rPr>
      <w:rFonts w:ascii="Times New Roman" w:hAnsi="Times New Roman"/>
      <w:sz w:val="24"/>
    </w:rPr>
  </w:style>
  <w:style w:type="paragraph" w:customStyle="1" w:styleId="SummaryHead">
    <w:name w:val="Summary_Head"/>
    <w:basedOn w:val="HeadingB"/>
    <w:next w:val="TextNoIndent"/>
    <w:qFormat/>
    <w:rsid w:val="00BE4E1B"/>
  </w:style>
  <w:style w:type="paragraph" w:customStyle="1" w:styleId="ExercisesHead">
    <w:name w:val="Exercises_Head"/>
    <w:basedOn w:val="SummaryHead"/>
    <w:next w:val="TextNoIndent"/>
    <w:qFormat/>
    <w:rsid w:val="00F31146"/>
    <w:rPr>
      <w:b w:val="0"/>
    </w:rPr>
  </w:style>
  <w:style w:type="paragraph" w:customStyle="1" w:styleId="Exercise">
    <w:name w:val="Exercise"/>
    <w:basedOn w:val="ListLevel1"/>
    <w:qFormat/>
    <w:rsid w:val="00873142"/>
    <w:pPr>
      <w:tabs>
        <w:tab w:val="clear" w:pos="360"/>
        <w:tab w:val="clear" w:pos="480"/>
        <w:tab w:val="left" w:pos="600"/>
      </w:tabs>
      <w:ind w:left="600" w:hanging="600"/>
    </w:pPr>
  </w:style>
  <w:style w:type="paragraph" w:customStyle="1" w:styleId="ExerciseLevel2">
    <w:name w:val="Exercise_Level_2"/>
    <w:basedOn w:val="ListLevel2"/>
    <w:qFormat/>
    <w:rsid w:val="00BE4E1B"/>
  </w:style>
  <w:style w:type="paragraph" w:customStyle="1" w:styleId="ExerciseGutter">
    <w:name w:val="Exercise_Gutter"/>
    <w:basedOn w:val="Exercise"/>
    <w:next w:val="Exercise"/>
    <w:qFormat/>
    <w:rsid w:val="00BE4E1B"/>
    <w:pPr>
      <w:tabs>
        <w:tab w:val="right" w:pos="0"/>
      </w:tabs>
      <w:ind w:hanging="1920"/>
    </w:pPr>
  </w:style>
  <w:style w:type="paragraph" w:customStyle="1" w:styleId="TableText">
    <w:name w:val="Table_Text"/>
    <w:basedOn w:val="TextNoIndent"/>
    <w:qFormat/>
    <w:rsid w:val="00D34DD4"/>
    <w:pPr>
      <w:tabs>
        <w:tab w:val="clear" w:pos="480"/>
        <w:tab w:val="clear" w:pos="960"/>
        <w:tab w:val="clear" w:pos="1440"/>
      </w:tabs>
      <w:spacing w:line="240" w:lineRule="auto"/>
    </w:pPr>
  </w:style>
  <w:style w:type="paragraph" w:customStyle="1" w:styleId="TableTextcontinued">
    <w:name w:val="Table_Text_continued"/>
    <w:basedOn w:val="ListLeveL1indent"/>
    <w:qFormat/>
    <w:rsid w:val="00BE4E1B"/>
  </w:style>
  <w:style w:type="paragraph" w:customStyle="1" w:styleId="SectionProjectHead">
    <w:name w:val="Section_Project_Head"/>
    <w:basedOn w:val="ExerciseGutter"/>
    <w:qFormat/>
    <w:rsid w:val="00BE4E1B"/>
    <w:pPr>
      <w:pBdr>
        <w:top w:val="single" w:sz="4" w:space="1" w:color="auto"/>
      </w:pBdr>
    </w:pPr>
    <w:rPr>
      <w:rFonts w:ascii="Arial" w:hAnsi="Arial"/>
      <w:sz w:val="32"/>
    </w:rPr>
  </w:style>
  <w:style w:type="character" w:customStyle="1" w:styleId="guttercharacter">
    <w:name w:val="gutter_character"/>
    <w:uiPriority w:val="1"/>
    <w:qFormat/>
    <w:rsid w:val="00BE4E1B"/>
    <w:rPr>
      <w:rFonts w:ascii="Times New Roman" w:hAnsi="Times New Roman"/>
      <w:sz w:val="16"/>
    </w:rPr>
  </w:style>
  <w:style w:type="table" w:styleId="TableGrid">
    <w:name w:val="Table Grid"/>
    <w:basedOn w:val="TableNormal"/>
    <w:rsid w:val="00BE4E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igureTitle">
    <w:name w:val="Figure_Title"/>
    <w:basedOn w:val="TableTitle"/>
    <w:qFormat/>
    <w:rsid w:val="0029434C"/>
    <w:pPr>
      <w:pBdr>
        <w:top w:val="none" w:sz="0" w:space="0" w:color="auto"/>
      </w:pBdr>
      <w:tabs>
        <w:tab w:val="left" w:pos="1800"/>
      </w:tabs>
      <w:spacing w:before="360" w:after="360"/>
    </w:pPr>
  </w:style>
  <w:style w:type="paragraph" w:customStyle="1" w:styleId="Toolbox">
    <w:name w:val="Toolbox"/>
    <w:basedOn w:val="TextNoIndent"/>
    <w:qFormat/>
    <w:rsid w:val="00BE4E1B"/>
    <w:pPr>
      <w:pBdr>
        <w:top w:val="single" w:sz="4" w:space="1" w:color="auto"/>
      </w:pBdr>
    </w:pPr>
    <w:rPr>
      <w:rFonts w:ascii="Arial" w:hAnsi="Arial"/>
    </w:rPr>
  </w:style>
  <w:style w:type="paragraph" w:customStyle="1" w:styleId="ElementEnd">
    <w:name w:val="Element_End"/>
    <w:basedOn w:val="TextNoIndent"/>
    <w:qFormat/>
    <w:rsid w:val="00832823"/>
    <w:pPr>
      <w:pBdr>
        <w:bottom w:val="single" w:sz="4" w:space="1" w:color="auto"/>
      </w:pBdr>
      <w:spacing w:after="480" w:line="240" w:lineRule="auto"/>
    </w:pPr>
  </w:style>
  <w:style w:type="paragraph" w:customStyle="1" w:styleId="ElementBegin">
    <w:name w:val="Element_Begin"/>
    <w:basedOn w:val="ElementEnd"/>
    <w:next w:val="TextNoIndent"/>
    <w:qFormat/>
    <w:rsid w:val="009E3AC2"/>
    <w:pPr>
      <w:pBdr>
        <w:top w:val="single" w:sz="4" w:space="1" w:color="auto"/>
        <w:bottom w:val="none" w:sz="0" w:space="0" w:color="auto"/>
      </w:pBdr>
      <w:spacing w:before="360" w:after="0"/>
    </w:pPr>
  </w:style>
  <w:style w:type="paragraph" w:customStyle="1" w:styleId="Exercisecontinued">
    <w:name w:val="Exercise_continued"/>
    <w:basedOn w:val="ListLeveL1indent"/>
    <w:qFormat/>
    <w:rsid w:val="00BE4E1B"/>
  </w:style>
  <w:style w:type="paragraph" w:customStyle="1" w:styleId="BoxText">
    <w:name w:val="Box_Text"/>
    <w:basedOn w:val="TextNoIndent"/>
    <w:qFormat/>
    <w:rsid w:val="00BE4E1B"/>
    <w:pPr>
      <w:spacing w:line="360" w:lineRule="auto"/>
    </w:pPr>
  </w:style>
  <w:style w:type="paragraph" w:customStyle="1" w:styleId="BoxTitle">
    <w:name w:val="Box_Title"/>
    <w:basedOn w:val="HeadingB"/>
    <w:qFormat/>
    <w:rsid w:val="00BE4E1B"/>
    <w:pPr>
      <w:spacing w:before="0"/>
    </w:pPr>
  </w:style>
  <w:style w:type="paragraph" w:customStyle="1" w:styleId="BoxNumber">
    <w:name w:val="Box_Number"/>
    <w:basedOn w:val="BoxTitle"/>
    <w:qFormat/>
    <w:rsid w:val="00BE4E1B"/>
    <w:pPr>
      <w:pBdr>
        <w:top w:val="single" w:sz="4" w:space="4" w:color="auto"/>
      </w:pBdr>
      <w:spacing w:after="0"/>
    </w:pPr>
    <w:rPr>
      <w:b w:val="0"/>
    </w:rPr>
  </w:style>
  <w:style w:type="paragraph" w:customStyle="1" w:styleId="TacticsNumber">
    <w:name w:val="Tactics_Number"/>
    <w:basedOn w:val="BoxNumber"/>
    <w:qFormat/>
    <w:rsid w:val="00BE4E1B"/>
    <w:pPr>
      <w:ind w:left="360"/>
    </w:pPr>
  </w:style>
  <w:style w:type="paragraph" w:customStyle="1" w:styleId="TacticsTitle">
    <w:name w:val="Tactics_Title"/>
    <w:basedOn w:val="BoxTitle"/>
    <w:qFormat/>
    <w:rsid w:val="00BE4E1B"/>
    <w:pPr>
      <w:ind w:left="360"/>
    </w:pPr>
    <w:rPr>
      <w:szCs w:val="18"/>
    </w:rPr>
  </w:style>
  <w:style w:type="paragraph" w:customStyle="1" w:styleId="TacticsText">
    <w:name w:val="Tactics_Text"/>
    <w:basedOn w:val="BoxText"/>
    <w:qFormat/>
    <w:rsid w:val="00BE4E1B"/>
    <w:pPr>
      <w:ind w:left="360" w:right="360"/>
    </w:pPr>
  </w:style>
  <w:style w:type="paragraph" w:customStyle="1" w:styleId="TacticsSubtitle">
    <w:name w:val="Tactics_Subtitle"/>
    <w:basedOn w:val="TacticsTitle"/>
    <w:qFormat/>
    <w:rsid w:val="00BE4E1B"/>
    <w:rPr>
      <w:i/>
    </w:rPr>
  </w:style>
  <w:style w:type="paragraph" w:customStyle="1" w:styleId="LineText-length">
    <w:name w:val="Line_Text-length"/>
    <w:basedOn w:val="TacticsText"/>
    <w:qFormat/>
    <w:rsid w:val="00BE4E1B"/>
    <w:pPr>
      <w:tabs>
        <w:tab w:val="clear" w:pos="480"/>
        <w:tab w:val="clear" w:pos="960"/>
        <w:tab w:val="clear" w:pos="1440"/>
        <w:tab w:val="right" w:leader="underscore" w:pos="8880"/>
      </w:tabs>
      <w:spacing w:before="120" w:after="120" w:line="240" w:lineRule="auto"/>
    </w:pPr>
  </w:style>
  <w:style w:type="paragraph" w:customStyle="1" w:styleId="TacticsTextItalic">
    <w:name w:val="Tactics_Text_Italic"/>
    <w:basedOn w:val="TacticsText"/>
    <w:qFormat/>
    <w:rsid w:val="00BE4E1B"/>
    <w:rPr>
      <w:i/>
    </w:rPr>
  </w:style>
  <w:style w:type="paragraph" w:customStyle="1" w:styleId="Bulletlist">
    <w:name w:val="Bullet_list"/>
    <w:basedOn w:val="ListLevel1"/>
    <w:qFormat/>
    <w:rsid w:val="00151438"/>
  </w:style>
  <w:style w:type="paragraph" w:customStyle="1" w:styleId="ScenarioTitle">
    <w:name w:val="Scenario_Title"/>
    <w:basedOn w:val="TacticsSubtitle"/>
    <w:qFormat/>
    <w:rsid w:val="00BE4E1B"/>
  </w:style>
  <w:style w:type="paragraph" w:customStyle="1" w:styleId="ScenarioText">
    <w:name w:val="Scenario_Text"/>
    <w:basedOn w:val="TacticsText"/>
    <w:qFormat/>
    <w:rsid w:val="00BE4E1B"/>
  </w:style>
  <w:style w:type="paragraph" w:customStyle="1" w:styleId="ScenarioItalic">
    <w:name w:val="Scenario_Italic"/>
    <w:basedOn w:val="TacticsTextItalic"/>
    <w:qFormat/>
    <w:rsid w:val="00BE4E1B"/>
  </w:style>
  <w:style w:type="paragraph" w:customStyle="1" w:styleId="TacticsNoIndent">
    <w:name w:val="Tactics_No_Indent"/>
    <w:basedOn w:val="TacticsText"/>
    <w:qFormat/>
    <w:rsid w:val="00BE4E1B"/>
    <w:pPr>
      <w:spacing w:before="240" w:after="240"/>
    </w:pPr>
  </w:style>
  <w:style w:type="paragraph" w:customStyle="1" w:styleId="Pause">
    <w:name w:val="Pause"/>
    <w:basedOn w:val="HeadingB"/>
    <w:qFormat/>
    <w:rsid w:val="00BE4E1B"/>
    <w:pPr>
      <w:tabs>
        <w:tab w:val="right" w:leader="underscore" w:pos="8880"/>
      </w:tabs>
      <w:spacing w:after="0"/>
    </w:pPr>
  </w:style>
  <w:style w:type="paragraph" w:customStyle="1" w:styleId="Ponder">
    <w:name w:val="Ponder"/>
    <w:basedOn w:val="Pause"/>
    <w:qFormat/>
    <w:rsid w:val="00BE4E1B"/>
    <w:pPr>
      <w:tabs>
        <w:tab w:val="right" w:pos="8880"/>
      </w:tabs>
      <w:spacing w:before="0"/>
    </w:pPr>
  </w:style>
  <w:style w:type="paragraph" w:customStyle="1" w:styleId="ReferenceHead">
    <w:name w:val="Reference_Head"/>
    <w:basedOn w:val="HeadingB"/>
    <w:qFormat/>
    <w:rsid w:val="00BE4E1B"/>
  </w:style>
  <w:style w:type="paragraph" w:customStyle="1" w:styleId="ReferenceText">
    <w:name w:val="Reference_Text"/>
    <w:basedOn w:val="TextNoIndent"/>
    <w:qFormat/>
    <w:rsid w:val="00BE4E1B"/>
    <w:pPr>
      <w:ind w:left="480" w:hanging="480"/>
    </w:pPr>
  </w:style>
  <w:style w:type="paragraph" w:customStyle="1" w:styleId="Listleft-right">
    <w:name w:val="List_left-right"/>
    <w:basedOn w:val="ListLevel1"/>
    <w:qFormat/>
    <w:rsid w:val="00BE4E1B"/>
    <w:pPr>
      <w:tabs>
        <w:tab w:val="clear" w:pos="360"/>
        <w:tab w:val="clear" w:pos="480"/>
        <w:tab w:val="right" w:pos="8880"/>
      </w:tabs>
      <w:spacing w:line="240" w:lineRule="auto"/>
      <w:ind w:firstLine="0"/>
    </w:pPr>
  </w:style>
  <w:style w:type="paragraph" w:customStyle="1" w:styleId="Longdoublearrow">
    <w:name w:val="Long_double_arrow"/>
    <w:qFormat/>
    <w:rsid w:val="00BE4E1B"/>
    <w:pPr>
      <w:spacing w:after="240"/>
    </w:pPr>
    <w:rPr>
      <w:rFonts w:ascii="Arial" w:hAnsi="Arial"/>
      <w:b/>
      <w:sz w:val="28"/>
    </w:rPr>
  </w:style>
  <w:style w:type="paragraph" w:customStyle="1" w:styleId="ListLevel1mult">
    <w:name w:val="List_Level_1_mult"/>
    <w:basedOn w:val="ListLevel1"/>
    <w:qFormat/>
    <w:rsid w:val="00BE4E1B"/>
    <w:pPr>
      <w:tabs>
        <w:tab w:val="right" w:pos="6480"/>
        <w:tab w:val="right" w:pos="7200"/>
        <w:tab w:val="right" w:pos="7920"/>
      </w:tabs>
    </w:pPr>
  </w:style>
  <w:style w:type="paragraph" w:customStyle="1" w:styleId="GreekPlay">
    <w:name w:val="Greek_Play"/>
    <w:basedOn w:val="ListLevel1"/>
    <w:qFormat/>
    <w:rsid w:val="00BE4E1B"/>
    <w:pPr>
      <w:tabs>
        <w:tab w:val="clear" w:pos="360"/>
        <w:tab w:val="clear" w:pos="480"/>
        <w:tab w:val="right" w:pos="2160"/>
        <w:tab w:val="left" w:pos="2280"/>
      </w:tabs>
      <w:ind w:left="2280" w:hanging="2280"/>
    </w:pPr>
    <w:rPr>
      <w:i/>
    </w:rPr>
  </w:style>
  <w:style w:type="paragraph" w:customStyle="1" w:styleId="TextNoneSingle">
    <w:name w:val="Text_None_Single"/>
    <w:basedOn w:val="TextNoIndent"/>
    <w:qFormat/>
    <w:rsid w:val="00BE4E1B"/>
    <w:pPr>
      <w:spacing w:line="240" w:lineRule="auto"/>
    </w:pPr>
  </w:style>
  <w:style w:type="paragraph" w:customStyle="1" w:styleId="KeyTerms">
    <w:name w:val="Key_Terms"/>
    <w:basedOn w:val="Normal"/>
    <w:qFormat/>
    <w:rsid w:val="00BE4E1B"/>
    <w:pPr>
      <w:widowControl w:val="0"/>
      <w:autoSpaceDE w:val="0"/>
      <w:autoSpaceDN w:val="0"/>
      <w:adjustRightInd w:val="0"/>
      <w:spacing w:after="0" w:line="240" w:lineRule="auto"/>
    </w:pPr>
    <w:rPr>
      <w:szCs w:val="24"/>
    </w:rPr>
  </w:style>
  <w:style w:type="paragraph" w:customStyle="1" w:styleId="Tablenumber">
    <w:name w:val="Table_number"/>
    <w:basedOn w:val="Normal"/>
    <w:qFormat/>
    <w:rsid w:val="00BE4E1B"/>
    <w:pPr>
      <w:widowControl w:val="0"/>
      <w:pBdr>
        <w:top w:val="single" w:sz="4" w:space="4" w:color="auto"/>
      </w:pBdr>
      <w:autoSpaceDE w:val="0"/>
      <w:autoSpaceDN w:val="0"/>
      <w:adjustRightInd w:val="0"/>
      <w:spacing w:after="0" w:line="240" w:lineRule="auto"/>
    </w:pPr>
    <w:rPr>
      <w:b/>
      <w:szCs w:val="24"/>
    </w:rPr>
  </w:style>
  <w:style w:type="paragraph" w:customStyle="1" w:styleId="Figurenumber">
    <w:name w:val="Figure_number"/>
    <w:basedOn w:val="FigureTitle"/>
    <w:qFormat/>
    <w:rsid w:val="00BE4E1B"/>
    <w:pPr>
      <w:pBdr>
        <w:top w:val="single" w:sz="4" w:space="4" w:color="auto"/>
      </w:pBdr>
    </w:pPr>
    <w:rPr>
      <w:b/>
      <w:bCs/>
    </w:rPr>
  </w:style>
  <w:style w:type="paragraph" w:customStyle="1" w:styleId="BibliographyHead">
    <w:name w:val="Bibliography_Head"/>
    <w:basedOn w:val="ReferenceHead"/>
    <w:qFormat/>
    <w:rsid w:val="00BE4E1B"/>
  </w:style>
  <w:style w:type="paragraph" w:customStyle="1" w:styleId="Bibliographyentry">
    <w:name w:val="Bibliography_entry"/>
    <w:basedOn w:val="ReferenceText"/>
    <w:qFormat/>
    <w:rsid w:val="00BE4E1B"/>
    <w:pPr>
      <w:spacing w:line="360" w:lineRule="auto"/>
    </w:pPr>
  </w:style>
  <w:style w:type="paragraph" w:customStyle="1" w:styleId="Self-AssessmentHead">
    <w:name w:val="Self-Assessment_Head"/>
    <w:basedOn w:val="HeadingB"/>
    <w:qFormat/>
    <w:rsid w:val="00BE4E1B"/>
  </w:style>
  <w:style w:type="paragraph" w:customStyle="1" w:styleId="Self-Assessmentlist">
    <w:name w:val="Self-Assessment_list"/>
    <w:basedOn w:val="ListLevel1"/>
    <w:qFormat/>
    <w:rsid w:val="00BE4E1B"/>
  </w:style>
  <w:style w:type="paragraph" w:customStyle="1" w:styleId="KeyTermsHead">
    <w:name w:val="Key_Terms_Head"/>
    <w:basedOn w:val="HeadingB"/>
    <w:qFormat/>
    <w:rsid w:val="00BE4E1B"/>
  </w:style>
  <w:style w:type="paragraph" w:customStyle="1" w:styleId="Source">
    <w:name w:val="Source"/>
    <w:basedOn w:val="TextNoneSingle"/>
    <w:qFormat/>
    <w:rsid w:val="00BE4E1B"/>
  </w:style>
  <w:style w:type="paragraph" w:customStyle="1" w:styleId="BoxEnd">
    <w:name w:val="Box_End"/>
    <w:basedOn w:val="BoxText"/>
    <w:qFormat/>
    <w:rsid w:val="00BE4E1B"/>
    <w:pPr>
      <w:pBdr>
        <w:bottom w:val="single" w:sz="4" w:space="1" w:color="auto"/>
      </w:pBdr>
    </w:pPr>
  </w:style>
  <w:style w:type="paragraph" w:customStyle="1" w:styleId="Head4paragraph">
    <w:name w:val="Head_4_paragraph"/>
    <w:basedOn w:val="TextNoIndent"/>
    <w:qFormat/>
    <w:rsid w:val="00BE4E1B"/>
    <w:pPr>
      <w:spacing w:before="240"/>
    </w:pPr>
  </w:style>
  <w:style w:type="paragraph" w:customStyle="1" w:styleId="PediatricPointerHead">
    <w:name w:val="Pediatric_Pointer_Head"/>
    <w:basedOn w:val="HeadingB"/>
    <w:qFormat/>
    <w:rsid w:val="00BE4E1B"/>
  </w:style>
  <w:style w:type="paragraph" w:customStyle="1" w:styleId="PediatricPointertext">
    <w:name w:val="Pediatric_Pointer_text"/>
    <w:basedOn w:val="Extract"/>
    <w:qFormat/>
    <w:rsid w:val="00BE4E1B"/>
    <w:pPr>
      <w:spacing w:line="360" w:lineRule="auto"/>
    </w:pPr>
    <w:rPr>
      <w:i/>
    </w:rPr>
  </w:style>
  <w:style w:type="paragraph" w:customStyle="1" w:styleId="AIUMHead">
    <w:name w:val="AIUM_Head"/>
    <w:basedOn w:val="HeadingB"/>
    <w:qFormat/>
    <w:rsid w:val="00BE4E1B"/>
    <w:pPr>
      <w:pBdr>
        <w:top w:val="single" w:sz="4" w:space="4" w:color="auto"/>
      </w:pBdr>
    </w:pPr>
  </w:style>
  <w:style w:type="paragraph" w:customStyle="1" w:styleId="PathologyHighlightsHead">
    <w:name w:val="Pathology_Highlights_Head"/>
    <w:basedOn w:val="PediatricPointerHead"/>
    <w:qFormat/>
    <w:rsid w:val="00BE4E1B"/>
  </w:style>
  <w:style w:type="paragraph" w:customStyle="1" w:styleId="PathologyHighlightstext">
    <w:name w:val="Pathology_Highlights_text"/>
    <w:basedOn w:val="PediatricPointertext"/>
    <w:qFormat/>
    <w:rsid w:val="00BE4E1B"/>
  </w:style>
  <w:style w:type="paragraph" w:customStyle="1" w:styleId="Glossaryentry">
    <w:name w:val="Glossary_entry"/>
    <w:basedOn w:val="ReferenceText"/>
    <w:qFormat/>
    <w:rsid w:val="00BE4E1B"/>
    <w:pPr>
      <w:spacing w:before="120" w:after="120" w:line="360" w:lineRule="auto"/>
    </w:pPr>
  </w:style>
  <w:style w:type="paragraph" w:customStyle="1" w:styleId="NoParagraphStyle">
    <w:name w:val="[No Paragraph Style]"/>
    <w:rsid w:val="00862E3E"/>
    <w:pPr>
      <w:widowControl w:val="0"/>
      <w:autoSpaceDE w:val="0"/>
      <w:autoSpaceDN w:val="0"/>
      <w:adjustRightInd w:val="0"/>
      <w:spacing w:line="288" w:lineRule="auto"/>
      <w:textAlignment w:val="center"/>
    </w:pPr>
    <w:rPr>
      <w:rFonts w:ascii="Times-Roman" w:hAnsi="Times-Roman" w:cs="Times-Roman"/>
      <w:color w:val="000000"/>
      <w:sz w:val="24"/>
      <w:szCs w:val="24"/>
    </w:rPr>
  </w:style>
  <w:style w:type="paragraph" w:customStyle="1" w:styleId="BasicParagraph">
    <w:name w:val="[Basic Paragraph]"/>
    <w:basedOn w:val="NoParagraphStyle"/>
    <w:uiPriority w:val="99"/>
    <w:rsid w:val="00862E3E"/>
  </w:style>
  <w:style w:type="paragraph" w:customStyle="1" w:styleId="AU">
    <w:name w:val="AU"/>
    <w:basedOn w:val="NoParagraphStyle"/>
    <w:next w:val="NoParagraphStyle"/>
    <w:uiPriority w:val="99"/>
    <w:rsid w:val="00862E3E"/>
    <w:pPr>
      <w:suppressAutoHyphens/>
      <w:spacing w:before="240" w:line="280" w:lineRule="atLeast"/>
      <w:jc w:val="right"/>
    </w:pPr>
    <w:rPr>
      <w:rFonts w:ascii="TimesLTStd-Bold" w:hAnsi="TimesLTStd-Bold" w:cs="TimesLTStd-Bold"/>
      <w:b/>
      <w:bCs/>
    </w:rPr>
  </w:style>
  <w:style w:type="paragraph" w:customStyle="1" w:styleId="H1">
    <w:name w:val="H1"/>
    <w:basedOn w:val="NoParagraphStyle"/>
    <w:next w:val="TX1"/>
    <w:rsid w:val="00862E3E"/>
    <w:pPr>
      <w:keepNext/>
      <w:keepLines/>
      <w:suppressAutoHyphens/>
      <w:spacing w:before="375" w:after="95" w:line="250" w:lineRule="atLeast"/>
    </w:pPr>
    <w:rPr>
      <w:rFonts w:ascii="HelveticaLTStd-Bold" w:hAnsi="HelveticaLTStd-Bold" w:cs="HelveticaLTStd-Bold"/>
      <w:b/>
      <w:bCs/>
      <w:caps/>
      <w:sz w:val="20"/>
      <w:szCs w:val="20"/>
    </w:rPr>
  </w:style>
  <w:style w:type="paragraph" w:customStyle="1" w:styleId="BL">
    <w:name w:val="BL"/>
    <w:basedOn w:val="NoParagraphStyle"/>
    <w:uiPriority w:val="99"/>
    <w:rsid w:val="00862E3E"/>
    <w:pPr>
      <w:spacing w:line="250" w:lineRule="atLeast"/>
      <w:ind w:left="480" w:hanging="180"/>
      <w:jc w:val="both"/>
    </w:pPr>
    <w:rPr>
      <w:rFonts w:ascii="TimesLTStd-Roman" w:hAnsi="TimesLTStd-Roman" w:cs="TimesLTStd-Roman"/>
      <w:sz w:val="20"/>
      <w:szCs w:val="20"/>
    </w:rPr>
  </w:style>
  <w:style w:type="paragraph" w:customStyle="1" w:styleId="UNL">
    <w:name w:val="UNL"/>
    <w:basedOn w:val="BL"/>
    <w:uiPriority w:val="99"/>
    <w:rsid w:val="00862E3E"/>
    <w:pPr>
      <w:ind w:hanging="240"/>
    </w:pPr>
  </w:style>
  <w:style w:type="paragraph" w:customStyle="1" w:styleId="TX1">
    <w:name w:val="TX1"/>
    <w:basedOn w:val="NoParagraphStyle"/>
    <w:uiPriority w:val="99"/>
    <w:rsid w:val="00862E3E"/>
    <w:pPr>
      <w:spacing w:line="250" w:lineRule="atLeast"/>
      <w:jc w:val="both"/>
    </w:pPr>
    <w:rPr>
      <w:rFonts w:ascii="TimesLTStd-Roman" w:hAnsi="TimesLTStd-Roman" w:cs="TimesLTStd-Roman"/>
      <w:sz w:val="20"/>
      <w:szCs w:val="20"/>
    </w:rPr>
  </w:style>
  <w:style w:type="paragraph" w:customStyle="1" w:styleId="TX">
    <w:name w:val="TX"/>
    <w:basedOn w:val="NoParagraphStyle"/>
    <w:uiPriority w:val="99"/>
    <w:rsid w:val="00862E3E"/>
    <w:pPr>
      <w:spacing w:line="250" w:lineRule="atLeast"/>
      <w:ind w:firstLine="300"/>
      <w:jc w:val="both"/>
    </w:pPr>
    <w:rPr>
      <w:rFonts w:ascii="TimesLTStd-Roman" w:hAnsi="TimesLTStd-Roman" w:cs="TimesLTStd-Roman"/>
      <w:sz w:val="20"/>
      <w:szCs w:val="20"/>
    </w:rPr>
  </w:style>
  <w:style w:type="paragraph" w:customStyle="1" w:styleId="EXTonly">
    <w:name w:val="EXT_only"/>
    <w:basedOn w:val="NoParagraphStyle"/>
    <w:uiPriority w:val="99"/>
    <w:rsid w:val="00862E3E"/>
    <w:pPr>
      <w:spacing w:before="250" w:after="250" w:line="230" w:lineRule="atLeast"/>
      <w:ind w:left="240" w:right="240"/>
      <w:jc w:val="both"/>
    </w:pPr>
    <w:rPr>
      <w:rFonts w:ascii="TimesLTStd-Roman" w:hAnsi="TimesLTStd-Roman" w:cs="TimesLTStd-Roman"/>
      <w:sz w:val="18"/>
      <w:szCs w:val="18"/>
    </w:rPr>
  </w:style>
  <w:style w:type="paragraph" w:customStyle="1" w:styleId="H2afterH1">
    <w:name w:val="H2afterH1"/>
    <w:basedOn w:val="NoParagraphStyle"/>
    <w:uiPriority w:val="99"/>
    <w:rsid w:val="00862E3E"/>
    <w:pPr>
      <w:keepNext/>
      <w:keepLines/>
      <w:suppressAutoHyphens/>
      <w:spacing w:after="95" w:line="250" w:lineRule="atLeast"/>
    </w:pPr>
    <w:rPr>
      <w:rFonts w:ascii="HelveticaLTStd-Bold" w:hAnsi="HelveticaLTStd-Bold" w:cs="HelveticaLTStd-Bold"/>
      <w:b/>
      <w:bCs/>
      <w:sz w:val="20"/>
      <w:szCs w:val="20"/>
    </w:rPr>
  </w:style>
  <w:style w:type="paragraph" w:customStyle="1" w:styleId="H2">
    <w:name w:val="H2"/>
    <w:basedOn w:val="NoParagraphStyle"/>
    <w:next w:val="TX1"/>
    <w:uiPriority w:val="99"/>
    <w:rsid w:val="00862E3E"/>
    <w:pPr>
      <w:keepNext/>
      <w:keepLines/>
      <w:suppressAutoHyphens/>
      <w:spacing w:before="188" w:after="95" w:line="250" w:lineRule="atLeast"/>
    </w:pPr>
    <w:rPr>
      <w:rFonts w:ascii="HelveticaLTStd-Bold" w:hAnsi="HelveticaLTStd-Bold" w:cs="HelveticaLTStd-Bold"/>
      <w:b/>
      <w:bCs/>
      <w:sz w:val="20"/>
      <w:szCs w:val="20"/>
    </w:rPr>
  </w:style>
  <w:style w:type="paragraph" w:customStyle="1" w:styleId="H3">
    <w:name w:val="H3"/>
    <w:basedOn w:val="NoParagraphStyle"/>
    <w:next w:val="NoParagraphStyle"/>
    <w:uiPriority w:val="99"/>
    <w:rsid w:val="00862E3E"/>
    <w:pPr>
      <w:suppressAutoHyphens/>
      <w:spacing w:before="188" w:after="75" w:line="250" w:lineRule="atLeast"/>
    </w:pPr>
    <w:rPr>
      <w:rFonts w:ascii="HelveticaLTStd-BoldObl" w:hAnsi="HelveticaLTStd-BoldObl" w:cs="HelveticaLTStd-BoldObl"/>
      <w:b/>
      <w:bCs/>
      <w:i/>
      <w:iCs/>
      <w:sz w:val="20"/>
      <w:szCs w:val="20"/>
    </w:rPr>
  </w:style>
  <w:style w:type="paragraph" w:customStyle="1" w:styleId="BL1">
    <w:name w:val="BL1"/>
    <w:basedOn w:val="NoParagraphStyle"/>
    <w:uiPriority w:val="99"/>
    <w:rsid w:val="00862E3E"/>
    <w:pPr>
      <w:keepNext/>
      <w:spacing w:before="125" w:line="250" w:lineRule="atLeast"/>
      <w:ind w:left="480" w:hanging="180"/>
      <w:jc w:val="both"/>
    </w:pPr>
    <w:rPr>
      <w:rFonts w:ascii="TimesLTStd-Roman" w:hAnsi="TimesLTStd-Roman" w:cs="TimesLTStd-Roman"/>
      <w:sz w:val="20"/>
      <w:szCs w:val="20"/>
    </w:rPr>
  </w:style>
  <w:style w:type="paragraph" w:customStyle="1" w:styleId="BL3">
    <w:name w:val="BL3"/>
    <w:basedOn w:val="NoParagraphStyle"/>
    <w:uiPriority w:val="99"/>
    <w:rsid w:val="00862E3E"/>
    <w:pPr>
      <w:spacing w:after="125" w:line="250" w:lineRule="atLeast"/>
      <w:ind w:left="480" w:hanging="180"/>
      <w:jc w:val="both"/>
    </w:pPr>
    <w:rPr>
      <w:rFonts w:ascii="TimesLTStd-Roman" w:hAnsi="TimesLTStd-Roman" w:cs="TimesLTStd-Roman"/>
      <w:sz w:val="20"/>
      <w:szCs w:val="20"/>
    </w:rPr>
  </w:style>
  <w:style w:type="paragraph" w:customStyle="1" w:styleId="Exh-cap">
    <w:name w:val="Exh-cap"/>
    <w:basedOn w:val="NoParagraphStyle"/>
    <w:uiPriority w:val="99"/>
    <w:rsid w:val="00862E3E"/>
    <w:pPr>
      <w:suppressAutoHyphens/>
      <w:spacing w:line="220" w:lineRule="atLeast"/>
    </w:pPr>
    <w:rPr>
      <w:rFonts w:ascii="HelveticaLTStd-Bold" w:hAnsi="HelveticaLTStd-Bold" w:cs="HelveticaLTStd-Bold"/>
      <w:b/>
      <w:bCs/>
      <w:sz w:val="18"/>
      <w:szCs w:val="18"/>
    </w:rPr>
  </w:style>
  <w:style w:type="paragraph" w:customStyle="1" w:styleId="TSRC">
    <w:name w:val="TSRC"/>
    <w:basedOn w:val="NoParagraphStyle"/>
    <w:next w:val="NoParagraphStyle"/>
    <w:uiPriority w:val="99"/>
    <w:rsid w:val="00862E3E"/>
    <w:pPr>
      <w:suppressAutoHyphens/>
      <w:spacing w:line="180" w:lineRule="atLeast"/>
    </w:pPr>
    <w:rPr>
      <w:rFonts w:ascii="TimesLTStd-Roman" w:hAnsi="TimesLTStd-Roman" w:cs="TimesLTStd-Roman"/>
      <w:sz w:val="14"/>
      <w:szCs w:val="14"/>
    </w:rPr>
  </w:style>
  <w:style w:type="paragraph" w:customStyle="1" w:styleId="NL1">
    <w:name w:val="NL1"/>
    <w:basedOn w:val="NoParagraphStyle"/>
    <w:uiPriority w:val="99"/>
    <w:rsid w:val="00862E3E"/>
    <w:pPr>
      <w:spacing w:before="125" w:line="250" w:lineRule="atLeast"/>
      <w:ind w:left="540" w:hanging="120"/>
      <w:jc w:val="both"/>
    </w:pPr>
    <w:rPr>
      <w:rFonts w:ascii="TimesLTStd-Roman" w:hAnsi="TimesLTStd-Roman" w:cs="TimesLTStd-Roman"/>
      <w:sz w:val="20"/>
      <w:szCs w:val="20"/>
    </w:rPr>
  </w:style>
  <w:style w:type="paragraph" w:customStyle="1" w:styleId="NL">
    <w:name w:val="NL"/>
    <w:basedOn w:val="NoParagraphStyle"/>
    <w:uiPriority w:val="99"/>
    <w:rsid w:val="00862E3E"/>
    <w:pPr>
      <w:spacing w:line="250" w:lineRule="atLeast"/>
      <w:ind w:left="540" w:hanging="120"/>
      <w:jc w:val="both"/>
    </w:pPr>
    <w:rPr>
      <w:rFonts w:ascii="TimesLTStd-Roman" w:hAnsi="TimesLTStd-Roman" w:cs="TimesLTStd-Roman"/>
      <w:sz w:val="20"/>
      <w:szCs w:val="20"/>
    </w:rPr>
  </w:style>
  <w:style w:type="paragraph" w:customStyle="1" w:styleId="NL3">
    <w:name w:val="NL3"/>
    <w:basedOn w:val="NoParagraphStyle"/>
    <w:uiPriority w:val="99"/>
    <w:rsid w:val="00862E3E"/>
    <w:pPr>
      <w:spacing w:after="125" w:line="250" w:lineRule="atLeast"/>
      <w:ind w:left="540" w:hanging="120"/>
      <w:jc w:val="both"/>
    </w:pPr>
    <w:rPr>
      <w:rFonts w:ascii="TimesLTStd-Roman" w:hAnsi="TimesLTStd-Roman" w:cs="TimesLTStd-Roman"/>
      <w:sz w:val="20"/>
      <w:szCs w:val="20"/>
    </w:rPr>
  </w:style>
  <w:style w:type="paragraph" w:customStyle="1" w:styleId="RRH">
    <w:name w:val="RRH"/>
    <w:basedOn w:val="NoParagraphStyle"/>
    <w:uiPriority w:val="99"/>
    <w:rsid w:val="00862E3E"/>
    <w:pPr>
      <w:spacing w:line="220" w:lineRule="atLeast"/>
      <w:jc w:val="right"/>
    </w:pPr>
    <w:rPr>
      <w:rFonts w:ascii="TimesLTStd-Italic" w:hAnsi="TimesLTStd-Italic" w:cs="TimesLTStd-Italic"/>
      <w:i/>
      <w:iCs/>
      <w:sz w:val="20"/>
      <w:szCs w:val="20"/>
    </w:rPr>
  </w:style>
  <w:style w:type="paragraph" w:customStyle="1" w:styleId="CS-Title">
    <w:name w:val="CS-Title"/>
    <w:basedOn w:val="NoParagraphStyle"/>
    <w:uiPriority w:val="99"/>
    <w:rsid w:val="00862E3E"/>
    <w:pPr>
      <w:tabs>
        <w:tab w:val="left" w:pos="1080"/>
      </w:tabs>
      <w:suppressAutoHyphens/>
      <w:spacing w:after="160" w:line="280" w:lineRule="atLeast"/>
    </w:pPr>
    <w:rPr>
      <w:rFonts w:ascii="HelveticaLTStd-Roman" w:hAnsi="HelveticaLTStd-Roman" w:cs="HelveticaLTStd-Roman"/>
    </w:rPr>
  </w:style>
  <w:style w:type="paragraph" w:customStyle="1" w:styleId="CS-TX1">
    <w:name w:val="CS-TX1"/>
    <w:basedOn w:val="NoParagraphStyle"/>
    <w:uiPriority w:val="99"/>
    <w:rsid w:val="00862E3E"/>
    <w:pPr>
      <w:spacing w:line="250" w:lineRule="atLeast"/>
      <w:jc w:val="both"/>
    </w:pPr>
    <w:rPr>
      <w:rFonts w:ascii="TimesLTStd-Roman" w:hAnsi="TimesLTStd-Roman" w:cs="TimesLTStd-Roman"/>
      <w:sz w:val="20"/>
      <w:szCs w:val="20"/>
    </w:rPr>
  </w:style>
  <w:style w:type="paragraph" w:customStyle="1" w:styleId="CS-TX">
    <w:name w:val="CS-TX"/>
    <w:basedOn w:val="NoParagraphStyle"/>
    <w:uiPriority w:val="99"/>
    <w:rsid w:val="00862E3E"/>
    <w:pPr>
      <w:spacing w:line="250" w:lineRule="atLeast"/>
      <w:ind w:firstLine="300"/>
      <w:jc w:val="both"/>
    </w:pPr>
    <w:rPr>
      <w:rFonts w:ascii="TimesLTStd-Roman" w:hAnsi="TimesLTStd-Roman" w:cs="TimesLTStd-Roman"/>
      <w:sz w:val="20"/>
      <w:szCs w:val="20"/>
    </w:rPr>
  </w:style>
  <w:style w:type="paragraph" w:customStyle="1" w:styleId="REF">
    <w:name w:val="REF"/>
    <w:basedOn w:val="NoParagraphStyle"/>
    <w:uiPriority w:val="99"/>
    <w:rsid w:val="00862E3E"/>
    <w:pPr>
      <w:keepLines/>
      <w:spacing w:after="63" w:line="200" w:lineRule="atLeast"/>
      <w:ind w:left="188" w:hanging="187"/>
      <w:jc w:val="both"/>
    </w:pPr>
    <w:rPr>
      <w:rFonts w:ascii="TimesLTStd-Roman" w:hAnsi="TimesLTStd-Roman" w:cs="TimesLTStd-Roman"/>
      <w:sz w:val="16"/>
      <w:szCs w:val="16"/>
    </w:rPr>
  </w:style>
  <w:style w:type="paragraph" w:customStyle="1" w:styleId="UNL1">
    <w:name w:val="UNL1"/>
    <w:basedOn w:val="BL1"/>
    <w:next w:val="NoParagraphStyle"/>
    <w:uiPriority w:val="99"/>
    <w:rsid w:val="00862E3E"/>
  </w:style>
  <w:style w:type="paragraph" w:customStyle="1" w:styleId="UNL3">
    <w:name w:val="UNL3"/>
    <w:basedOn w:val="UNL"/>
    <w:next w:val="NoParagraphStyle"/>
    <w:uiPriority w:val="99"/>
    <w:rsid w:val="00862E3E"/>
    <w:pPr>
      <w:spacing w:after="125"/>
    </w:pPr>
  </w:style>
  <w:style w:type="character" w:customStyle="1" w:styleId="pbold">
    <w:name w:val="p_bold"/>
    <w:uiPriority w:val="99"/>
    <w:rsid w:val="00862E3E"/>
    <w:rPr>
      <w:b/>
      <w:bCs/>
    </w:rPr>
  </w:style>
  <w:style w:type="character" w:customStyle="1" w:styleId="pboldital">
    <w:name w:val="p_boldital"/>
    <w:uiPriority w:val="99"/>
    <w:rsid w:val="00862E3E"/>
    <w:rPr>
      <w:b/>
      <w:bCs/>
      <w:i/>
      <w:iCs/>
    </w:rPr>
  </w:style>
  <w:style w:type="character" w:customStyle="1" w:styleId="psc">
    <w:name w:val="p_sc"/>
    <w:uiPriority w:val="99"/>
    <w:rsid w:val="00862E3E"/>
    <w:rPr>
      <w:smallCaps/>
    </w:rPr>
  </w:style>
  <w:style w:type="character" w:customStyle="1" w:styleId="pital">
    <w:name w:val="p_ital"/>
    <w:uiPriority w:val="99"/>
    <w:rsid w:val="00862E3E"/>
    <w:rPr>
      <w:rFonts w:ascii="TimesLTStd-Italic" w:hAnsi="TimesLTStd-Italic" w:cs="TimesLTStd-Italic"/>
      <w:i/>
      <w:iCs/>
    </w:rPr>
  </w:style>
  <w:style w:type="character" w:customStyle="1" w:styleId="pagenum">
    <w:name w:val="pagenum"/>
    <w:uiPriority w:val="99"/>
    <w:rsid w:val="00862E3E"/>
    <w:rPr>
      <w:rFonts w:ascii="TimesLTStd-Roman" w:hAnsi="TimesLTStd-Roman" w:cs="TimesLTStd-Roman"/>
      <w:sz w:val="20"/>
      <w:szCs w:val="20"/>
    </w:rPr>
  </w:style>
  <w:style w:type="paragraph" w:customStyle="1" w:styleId="cnword">
    <w:name w:val="cn_word"/>
    <w:basedOn w:val="NoParagraphStyle"/>
    <w:uiPriority w:val="99"/>
    <w:rsid w:val="00862E3E"/>
    <w:pPr>
      <w:spacing w:line="240" w:lineRule="atLeast"/>
      <w:jc w:val="center"/>
    </w:pPr>
    <w:rPr>
      <w:rFonts w:ascii="WeidemannStd-Black" w:hAnsi="WeidemannStd-Black" w:cs="WeidemannStd-Black"/>
      <w:caps/>
      <w:spacing w:val="3"/>
      <w:sz w:val="20"/>
      <w:szCs w:val="20"/>
    </w:rPr>
  </w:style>
  <w:style w:type="paragraph" w:customStyle="1" w:styleId="UT">
    <w:name w:val="UT"/>
    <w:basedOn w:val="CT"/>
    <w:uiPriority w:val="99"/>
    <w:rsid w:val="00862E3E"/>
    <w:pPr>
      <w:widowControl w:val="0"/>
      <w:suppressAutoHyphens/>
      <w:autoSpaceDE w:val="0"/>
      <w:autoSpaceDN w:val="0"/>
      <w:adjustRightInd w:val="0"/>
      <w:spacing w:before="960" w:after="360" w:line="740" w:lineRule="atLeast"/>
      <w:textAlignment w:val="center"/>
    </w:pPr>
    <w:rPr>
      <w:rFonts w:ascii="WeidemannStd-Medium" w:hAnsi="WeidemannStd-Medium" w:cs="WeidemannStd-Medium"/>
      <w:color w:val="000000"/>
      <w:sz w:val="60"/>
      <w:szCs w:val="60"/>
    </w:rPr>
  </w:style>
  <w:style w:type="paragraph" w:customStyle="1" w:styleId="TXT1">
    <w:name w:val="TXT1"/>
    <w:basedOn w:val="NoParagraphStyle"/>
    <w:uiPriority w:val="99"/>
    <w:rsid w:val="00862E3E"/>
    <w:pPr>
      <w:spacing w:line="280" w:lineRule="atLeast"/>
      <w:jc w:val="both"/>
    </w:pPr>
    <w:rPr>
      <w:rFonts w:ascii="AGaramondPro-Regular" w:hAnsi="AGaramondPro-Regular" w:cs="AGaramondPro-Regular"/>
      <w:sz w:val="21"/>
      <w:szCs w:val="21"/>
    </w:rPr>
  </w:style>
  <w:style w:type="paragraph" w:customStyle="1" w:styleId="UOTX1">
    <w:name w:val="UO_TX1"/>
    <w:basedOn w:val="TXT1"/>
    <w:uiPriority w:val="99"/>
    <w:rsid w:val="00862E3E"/>
  </w:style>
  <w:style w:type="paragraph" w:customStyle="1" w:styleId="TXT">
    <w:name w:val="TXT"/>
    <w:basedOn w:val="NoParagraphStyle"/>
    <w:uiPriority w:val="99"/>
    <w:rsid w:val="00862E3E"/>
    <w:pPr>
      <w:spacing w:line="280" w:lineRule="atLeast"/>
      <w:ind w:firstLine="240"/>
      <w:jc w:val="both"/>
    </w:pPr>
    <w:rPr>
      <w:rFonts w:ascii="AGaramondPro-Regular" w:hAnsi="AGaramondPro-Regular" w:cs="AGaramondPro-Regular"/>
      <w:sz w:val="21"/>
      <w:szCs w:val="21"/>
    </w:rPr>
  </w:style>
  <w:style w:type="paragraph" w:customStyle="1" w:styleId="UOTX">
    <w:name w:val="UO_TX"/>
    <w:basedOn w:val="TXT"/>
    <w:uiPriority w:val="99"/>
    <w:rsid w:val="00862E3E"/>
  </w:style>
  <w:style w:type="paragraph" w:customStyle="1" w:styleId="UOUL">
    <w:name w:val="UO_UL"/>
    <w:basedOn w:val="UNL"/>
    <w:uiPriority w:val="99"/>
    <w:rsid w:val="00862E3E"/>
    <w:pPr>
      <w:tabs>
        <w:tab w:val="left" w:pos="360"/>
      </w:tabs>
      <w:spacing w:before="70" w:line="280" w:lineRule="atLeast"/>
      <w:ind w:left="240" w:right="240" w:firstLine="0"/>
    </w:pPr>
    <w:rPr>
      <w:rFonts w:ascii="AGaramondPro-Regular" w:hAnsi="AGaramondPro-Regular" w:cs="AGaramondPro-Regular"/>
      <w:sz w:val="21"/>
      <w:szCs w:val="21"/>
    </w:rPr>
  </w:style>
  <w:style w:type="paragraph" w:customStyle="1" w:styleId="OBH1">
    <w:name w:val="OBH1"/>
    <w:basedOn w:val="NoParagraphStyle"/>
    <w:uiPriority w:val="99"/>
    <w:rsid w:val="00862E3E"/>
    <w:pPr>
      <w:pageBreakBefore/>
      <w:suppressAutoHyphens/>
      <w:spacing w:before="280" w:after="120" w:line="480" w:lineRule="atLeast"/>
    </w:pPr>
    <w:rPr>
      <w:rFonts w:ascii="WeidemannStd-Bold" w:hAnsi="WeidemannStd-Bold" w:cs="WeidemannStd-Bold"/>
      <w:b/>
      <w:bCs/>
      <w:caps/>
      <w:spacing w:val="5"/>
    </w:rPr>
  </w:style>
  <w:style w:type="paragraph" w:customStyle="1" w:styleId="UOOBJH">
    <w:name w:val="UO_OBJH"/>
    <w:basedOn w:val="OBH1"/>
    <w:uiPriority w:val="99"/>
    <w:rsid w:val="00862E3E"/>
    <w:pPr>
      <w:keepNext/>
      <w:pageBreakBefore w:val="0"/>
    </w:pPr>
  </w:style>
  <w:style w:type="paragraph" w:customStyle="1" w:styleId="nl0">
    <w:name w:val="nl"/>
    <w:basedOn w:val="TXT"/>
    <w:uiPriority w:val="99"/>
    <w:rsid w:val="00862E3E"/>
    <w:pPr>
      <w:tabs>
        <w:tab w:val="decimal" w:pos="441"/>
        <w:tab w:val="left" w:pos="600"/>
      </w:tabs>
      <w:ind w:left="420" w:hanging="120"/>
    </w:pPr>
  </w:style>
  <w:style w:type="paragraph" w:customStyle="1" w:styleId="nl10">
    <w:name w:val="nl1"/>
    <w:basedOn w:val="nl0"/>
    <w:uiPriority w:val="99"/>
    <w:rsid w:val="00862E3E"/>
    <w:pPr>
      <w:spacing w:before="140"/>
    </w:pPr>
  </w:style>
  <w:style w:type="paragraph" w:customStyle="1" w:styleId="nl2">
    <w:name w:val="nl2"/>
    <w:basedOn w:val="nl0"/>
    <w:uiPriority w:val="99"/>
    <w:rsid w:val="00862E3E"/>
    <w:pPr>
      <w:spacing w:after="140"/>
    </w:pPr>
  </w:style>
  <w:style w:type="paragraph" w:customStyle="1" w:styleId="OB">
    <w:name w:val="OB"/>
    <w:basedOn w:val="NoParagraphStyle"/>
    <w:uiPriority w:val="99"/>
    <w:rsid w:val="00862E3E"/>
    <w:pPr>
      <w:suppressAutoHyphens/>
      <w:spacing w:after="60" w:line="280" w:lineRule="atLeast"/>
      <w:ind w:left="240"/>
    </w:pPr>
    <w:rPr>
      <w:rFonts w:ascii="LegacySansStd-Book" w:hAnsi="LegacySansStd-Book" w:cs="LegacySansStd-Book"/>
      <w:sz w:val="20"/>
      <w:szCs w:val="20"/>
    </w:rPr>
  </w:style>
  <w:style w:type="paragraph" w:customStyle="1" w:styleId="objnl">
    <w:name w:val="obj_nl"/>
    <w:basedOn w:val="Normal"/>
    <w:uiPriority w:val="99"/>
    <w:rsid w:val="00862E3E"/>
    <w:pPr>
      <w:widowControl w:val="0"/>
      <w:suppressAutoHyphens/>
      <w:autoSpaceDE w:val="0"/>
      <w:autoSpaceDN w:val="0"/>
      <w:adjustRightInd w:val="0"/>
      <w:spacing w:after="0" w:line="280" w:lineRule="atLeast"/>
      <w:ind w:left="480" w:hanging="240"/>
      <w:textAlignment w:val="center"/>
    </w:pPr>
    <w:rPr>
      <w:rFonts w:ascii="LegacySansStd-Book" w:hAnsi="LegacySansStd-Book" w:cs="LegacySansStd-Book"/>
      <w:color w:val="000000"/>
      <w:sz w:val="20"/>
      <w:szCs w:val="20"/>
    </w:rPr>
  </w:style>
  <w:style w:type="paragraph" w:customStyle="1" w:styleId="COKT">
    <w:name w:val="CO_KT"/>
    <w:basedOn w:val="TXT1"/>
    <w:uiPriority w:val="99"/>
    <w:rsid w:val="00862E3E"/>
    <w:pPr>
      <w:spacing w:before="60"/>
    </w:pPr>
  </w:style>
  <w:style w:type="paragraph" w:customStyle="1" w:styleId="TB">
    <w:name w:val="TB"/>
    <w:basedOn w:val="NoParagraphStyle"/>
    <w:uiPriority w:val="99"/>
    <w:rsid w:val="00862E3E"/>
    <w:pPr>
      <w:suppressAutoHyphens/>
      <w:spacing w:line="220" w:lineRule="atLeast"/>
    </w:pPr>
    <w:rPr>
      <w:rFonts w:ascii="LegacySansStd-Book" w:hAnsi="LegacySansStd-Book" w:cs="LegacySansStd-Book"/>
      <w:sz w:val="18"/>
      <w:szCs w:val="18"/>
    </w:rPr>
  </w:style>
  <w:style w:type="paragraph" w:customStyle="1" w:styleId="TT">
    <w:name w:val="TT"/>
    <w:basedOn w:val="TB"/>
    <w:uiPriority w:val="99"/>
    <w:rsid w:val="00862E3E"/>
    <w:pPr>
      <w:pBdr>
        <w:top w:val="single" w:sz="16" w:space="12" w:color="000000"/>
        <w:bottom w:val="single" w:sz="4" w:space="5" w:color="000000"/>
      </w:pBdr>
      <w:spacing w:line="240" w:lineRule="atLeast"/>
    </w:pPr>
    <w:rPr>
      <w:rFonts w:ascii="LegacySansStd-Medium" w:hAnsi="LegacySansStd-Medium" w:cs="LegacySansStd-Medium"/>
      <w:sz w:val="20"/>
      <w:szCs w:val="20"/>
    </w:rPr>
  </w:style>
  <w:style w:type="paragraph" w:customStyle="1" w:styleId="BOXT">
    <w:name w:val="BOXT"/>
    <w:basedOn w:val="TT"/>
    <w:uiPriority w:val="99"/>
    <w:rsid w:val="00862E3E"/>
    <w:pPr>
      <w:pBdr>
        <w:top w:val="single" w:sz="16" w:space="16" w:color="000000"/>
      </w:pBdr>
      <w:spacing w:before="560"/>
      <w:ind w:left="960" w:hanging="960"/>
    </w:pPr>
  </w:style>
  <w:style w:type="paragraph" w:customStyle="1" w:styleId="BOXNL">
    <w:name w:val="BOXNL"/>
    <w:basedOn w:val="TB"/>
    <w:uiPriority w:val="99"/>
    <w:rsid w:val="00862E3E"/>
    <w:pPr>
      <w:tabs>
        <w:tab w:val="left" w:pos="360"/>
      </w:tabs>
      <w:suppressAutoHyphens w:val="0"/>
      <w:ind w:left="360" w:hanging="120"/>
    </w:pPr>
  </w:style>
  <w:style w:type="paragraph" w:customStyle="1" w:styleId="Boxttlconthead">
    <w:name w:val="Box_ttl_cont_head"/>
    <w:basedOn w:val="BOXT"/>
    <w:uiPriority w:val="99"/>
    <w:rsid w:val="00862E3E"/>
    <w:pPr>
      <w:pBdr>
        <w:top w:val="single" w:sz="72" w:space="9" w:color="FFFFFF"/>
        <w:bottom w:val="none" w:sz="0" w:space="0" w:color="auto"/>
      </w:pBdr>
      <w:ind w:left="1080" w:right="120" w:firstLine="0"/>
    </w:pPr>
    <w:rPr>
      <w:rFonts w:ascii="LegacySansStd-MediumItalic" w:hAnsi="LegacySansStd-MediumItalic" w:cs="LegacySansStd-MediumItalic"/>
      <w:i/>
      <w:iCs/>
    </w:rPr>
  </w:style>
  <w:style w:type="paragraph" w:customStyle="1" w:styleId="BOXS">
    <w:name w:val="BOXS"/>
    <w:basedOn w:val="TB"/>
    <w:uiPriority w:val="99"/>
    <w:rsid w:val="00862E3E"/>
    <w:pPr>
      <w:pBdr>
        <w:top w:val="single" w:sz="4" w:space="12" w:color="000000"/>
        <w:bottom w:val="single" w:sz="16" w:space="5" w:color="auto"/>
      </w:pBdr>
      <w:spacing w:before="240" w:line="200" w:lineRule="atLeast"/>
    </w:pPr>
    <w:rPr>
      <w:sz w:val="16"/>
      <w:szCs w:val="16"/>
    </w:rPr>
  </w:style>
  <w:style w:type="paragraph" w:customStyle="1" w:styleId="boxtch">
    <w:name w:val="box_tch"/>
    <w:basedOn w:val="TB"/>
    <w:uiPriority w:val="99"/>
    <w:rsid w:val="00862E3E"/>
    <w:rPr>
      <w:rFonts w:ascii="LegacySansStd-Bold" w:hAnsi="LegacySansStd-Bold" w:cs="LegacySansStd-Bold"/>
      <w:b/>
      <w:bCs/>
    </w:rPr>
  </w:style>
  <w:style w:type="paragraph" w:customStyle="1" w:styleId="H2afterH10">
    <w:name w:val="H2_after_H1"/>
    <w:basedOn w:val="NoParagraphStyle"/>
    <w:uiPriority w:val="99"/>
    <w:rsid w:val="00862E3E"/>
    <w:pPr>
      <w:suppressAutoHyphens/>
      <w:spacing w:after="60" w:line="320" w:lineRule="atLeast"/>
    </w:pPr>
    <w:rPr>
      <w:rFonts w:ascii="LegacySansStd-MediumItalic" w:hAnsi="LegacySansStd-MediumItalic" w:cs="LegacySansStd-MediumItalic"/>
      <w:i/>
      <w:iCs/>
      <w:spacing w:val="3"/>
      <w:sz w:val="26"/>
      <w:szCs w:val="26"/>
    </w:rPr>
  </w:style>
  <w:style w:type="paragraph" w:customStyle="1" w:styleId="ext3">
    <w:name w:val="ext3"/>
    <w:basedOn w:val="TXT"/>
    <w:uiPriority w:val="99"/>
    <w:rsid w:val="00862E3E"/>
    <w:pPr>
      <w:spacing w:before="280" w:after="280"/>
      <w:ind w:left="240" w:right="240" w:firstLine="0"/>
    </w:pPr>
  </w:style>
  <w:style w:type="paragraph" w:customStyle="1" w:styleId="H4">
    <w:name w:val="H4"/>
    <w:basedOn w:val="H3"/>
    <w:uiPriority w:val="99"/>
    <w:rsid w:val="00862E3E"/>
    <w:pPr>
      <w:keepNext/>
      <w:spacing w:before="220" w:after="60" w:line="280" w:lineRule="atLeast"/>
    </w:pPr>
    <w:rPr>
      <w:rFonts w:ascii="AGaramondPro-Italic" w:hAnsi="AGaramondPro-Italic" w:cs="AGaramondPro-Italic"/>
      <w:b w:val="0"/>
      <w:bCs w:val="0"/>
      <w:sz w:val="22"/>
      <w:szCs w:val="22"/>
    </w:rPr>
  </w:style>
  <w:style w:type="paragraph" w:customStyle="1" w:styleId="H4BELOWH3">
    <w:name w:val="H4_BELOW_H3"/>
    <w:basedOn w:val="H4"/>
    <w:uiPriority w:val="99"/>
    <w:rsid w:val="00862E3E"/>
    <w:pPr>
      <w:spacing w:before="0"/>
    </w:pPr>
  </w:style>
  <w:style w:type="paragraph" w:customStyle="1" w:styleId="BLL">
    <w:name w:val="BLL"/>
    <w:basedOn w:val="BL"/>
    <w:uiPriority w:val="99"/>
    <w:rsid w:val="00862E3E"/>
    <w:pPr>
      <w:spacing w:after="280" w:line="280" w:lineRule="atLeast"/>
      <w:ind w:hanging="240"/>
    </w:pPr>
    <w:rPr>
      <w:rFonts w:ascii="AGaramondPro-Regular" w:hAnsi="AGaramondPro-Regular" w:cs="AGaramondPro-Regular"/>
      <w:sz w:val="21"/>
      <w:szCs w:val="21"/>
    </w:rPr>
  </w:style>
  <w:style w:type="paragraph" w:customStyle="1" w:styleId="rsh1">
    <w:name w:val="rs_h1"/>
    <w:basedOn w:val="TXT1"/>
    <w:uiPriority w:val="99"/>
    <w:rsid w:val="00862E3E"/>
    <w:pPr>
      <w:keepNext/>
      <w:spacing w:before="180"/>
      <w:ind w:left="240"/>
    </w:pPr>
    <w:rPr>
      <w:rFonts w:ascii="AGaramondPro-Bold" w:hAnsi="AGaramondPro-Bold" w:cs="AGaramondPro-Bold"/>
      <w:b/>
      <w:bCs/>
    </w:rPr>
  </w:style>
  <w:style w:type="paragraph" w:customStyle="1" w:styleId="REFS">
    <w:name w:val="REFS"/>
    <w:basedOn w:val="TXT"/>
    <w:uiPriority w:val="99"/>
    <w:rsid w:val="00862E3E"/>
    <w:pPr>
      <w:tabs>
        <w:tab w:val="decimal" w:pos="441"/>
        <w:tab w:val="left" w:pos="600"/>
      </w:tabs>
      <w:spacing w:line="220" w:lineRule="atLeast"/>
      <w:ind w:left="240" w:hanging="240"/>
    </w:pPr>
    <w:rPr>
      <w:sz w:val="18"/>
      <w:szCs w:val="18"/>
    </w:rPr>
  </w:style>
  <w:style w:type="paragraph" w:customStyle="1" w:styleId="rsbiblio">
    <w:name w:val="rs_biblio"/>
    <w:basedOn w:val="REFS"/>
    <w:uiPriority w:val="99"/>
    <w:rsid w:val="00862E3E"/>
    <w:pPr>
      <w:spacing w:after="80" w:line="280" w:lineRule="atLeast"/>
      <w:ind w:firstLine="0"/>
    </w:pPr>
    <w:rPr>
      <w:sz w:val="21"/>
      <w:szCs w:val="21"/>
    </w:rPr>
  </w:style>
  <w:style w:type="paragraph" w:customStyle="1" w:styleId="BOXholder">
    <w:name w:val="BOX_holder"/>
    <w:basedOn w:val="TXT"/>
    <w:uiPriority w:val="99"/>
    <w:rsid w:val="00862E3E"/>
    <w:pPr>
      <w:spacing w:before="720" w:after="280" w:line="288" w:lineRule="auto"/>
      <w:ind w:firstLine="0"/>
    </w:pPr>
  </w:style>
  <w:style w:type="paragraph" w:customStyle="1" w:styleId="boxtb">
    <w:name w:val="box_tb"/>
    <w:basedOn w:val="TB"/>
    <w:uiPriority w:val="99"/>
    <w:rsid w:val="00862E3E"/>
  </w:style>
  <w:style w:type="paragraph" w:customStyle="1" w:styleId="eocblurbnew">
    <w:name w:val="eoc_blurb_new"/>
    <w:basedOn w:val="boxtb"/>
    <w:uiPriority w:val="99"/>
    <w:rsid w:val="00862E3E"/>
    <w:pPr>
      <w:ind w:right="360"/>
    </w:pPr>
  </w:style>
  <w:style w:type="character" w:customStyle="1" w:styleId="longrh">
    <w:name w:val="long rh"/>
    <w:uiPriority w:val="99"/>
    <w:rsid w:val="00862E3E"/>
  </w:style>
  <w:style w:type="character" w:customStyle="1" w:styleId="Ital">
    <w:name w:val="Ital"/>
    <w:uiPriority w:val="99"/>
    <w:rsid w:val="00862E3E"/>
    <w:rPr>
      <w:i/>
    </w:rPr>
  </w:style>
  <w:style w:type="character" w:customStyle="1" w:styleId="BOLD">
    <w:name w:val="BOLD"/>
    <w:uiPriority w:val="99"/>
    <w:rsid w:val="00862E3E"/>
    <w:rPr>
      <w:b/>
    </w:rPr>
  </w:style>
  <w:style w:type="character" w:customStyle="1" w:styleId="SCRUB">
    <w:name w:val="SCRUB"/>
    <w:uiPriority w:val="99"/>
    <w:rsid w:val="00862E3E"/>
  </w:style>
  <w:style w:type="character" w:customStyle="1" w:styleId="boxref">
    <w:name w:val="box_ref"/>
    <w:uiPriority w:val="99"/>
    <w:rsid w:val="00862E3E"/>
    <w:rPr>
      <w:b/>
      <w:color w:val="000000"/>
      <w:w w:val="100"/>
    </w:rPr>
  </w:style>
  <w:style w:type="character" w:customStyle="1" w:styleId="SCRUBboxref">
    <w:name w:val="SCRUB_box_ref"/>
    <w:basedOn w:val="boxref"/>
    <w:uiPriority w:val="99"/>
    <w:rsid w:val="00862E3E"/>
    <w:rPr>
      <w:rFonts w:cs="Times New Roman"/>
      <w:b/>
      <w:bCs/>
      <w:color w:val="000000"/>
      <w:w w:val="100"/>
    </w:rPr>
  </w:style>
  <w:style w:type="character" w:customStyle="1" w:styleId="BOXNO">
    <w:name w:val="BOX_NO"/>
    <w:basedOn w:val="DefaultParagraphFont"/>
    <w:uiPriority w:val="99"/>
    <w:rsid w:val="00862E3E"/>
    <w:rPr>
      <w:rFonts w:cs="Times New Roman"/>
      <w:b/>
      <w:bCs/>
    </w:rPr>
  </w:style>
  <w:style w:type="character" w:customStyle="1" w:styleId="TN">
    <w:name w:val="TN"/>
    <w:uiPriority w:val="99"/>
    <w:rsid w:val="00862E3E"/>
    <w:rPr>
      <w:b/>
    </w:rPr>
  </w:style>
  <w:style w:type="character" w:customStyle="1" w:styleId="SCRUBTNCHNO">
    <w:name w:val="SCRUB_TN_CHNO"/>
    <w:basedOn w:val="TN"/>
    <w:uiPriority w:val="99"/>
    <w:rsid w:val="00862E3E"/>
    <w:rPr>
      <w:rFonts w:cs="Times New Roman"/>
      <w:b/>
      <w:bCs/>
    </w:rPr>
  </w:style>
  <w:style w:type="character" w:customStyle="1" w:styleId="TBItal">
    <w:name w:val="TB_Ital"/>
    <w:uiPriority w:val="99"/>
    <w:rsid w:val="00862E3E"/>
    <w:rPr>
      <w:rFonts w:ascii="LegacySansStd-BookItalic" w:hAnsi="LegacySansStd-BookItalic"/>
      <w:i/>
    </w:rPr>
  </w:style>
  <w:style w:type="character" w:customStyle="1" w:styleId="meditalic">
    <w:name w:val="med_italic"/>
    <w:uiPriority w:val="99"/>
    <w:rsid w:val="00862E3E"/>
    <w:rPr>
      <w:i/>
    </w:rPr>
  </w:style>
  <w:style w:type="character" w:customStyle="1" w:styleId="tblref">
    <w:name w:val="tbl_ref"/>
    <w:basedOn w:val="boxref"/>
    <w:uiPriority w:val="99"/>
    <w:rsid w:val="00862E3E"/>
    <w:rPr>
      <w:rFonts w:cs="Times New Roman"/>
      <w:b/>
      <w:bCs/>
      <w:color w:val="000000"/>
      <w:w w:val="100"/>
    </w:rPr>
  </w:style>
  <w:style w:type="character" w:customStyle="1" w:styleId="SCRUBtblref">
    <w:name w:val="SCRUB_tbl_ref"/>
    <w:basedOn w:val="tblref"/>
    <w:uiPriority w:val="99"/>
    <w:rsid w:val="00862E3E"/>
    <w:rPr>
      <w:rFonts w:cs="Times New Roman"/>
      <w:b/>
      <w:bCs/>
      <w:color w:val="000000"/>
      <w:w w:val="100"/>
    </w:rPr>
  </w:style>
  <w:style w:type="paragraph" w:customStyle="1" w:styleId="TFN">
    <w:name w:val="TFN"/>
    <w:basedOn w:val="NoParagraphStyle"/>
    <w:uiPriority w:val="99"/>
    <w:rsid w:val="00862E3E"/>
    <w:pPr>
      <w:pBdr>
        <w:top w:val="single" w:sz="4" w:space="10" w:color="auto"/>
        <w:bottom w:val="single" w:sz="16" w:space="6" w:color="auto"/>
      </w:pBdr>
      <w:suppressAutoHyphens/>
      <w:spacing w:before="340" w:after="60" w:line="180" w:lineRule="atLeast"/>
    </w:pPr>
    <w:rPr>
      <w:rFonts w:ascii="LegacySansStd-Book" w:hAnsi="LegacySansStd-Book" w:cs="LegacySansStd-Book"/>
      <w:sz w:val="16"/>
      <w:szCs w:val="16"/>
    </w:rPr>
  </w:style>
  <w:style w:type="paragraph" w:customStyle="1" w:styleId="TCH">
    <w:name w:val="TCH"/>
    <w:basedOn w:val="TB"/>
    <w:uiPriority w:val="99"/>
    <w:rsid w:val="00862E3E"/>
    <w:rPr>
      <w:rFonts w:ascii="LegacySansStd-Bold" w:hAnsi="LegacySansStd-Bold" w:cs="LegacySansStd-Bold"/>
      <w:b/>
      <w:bCs/>
    </w:rPr>
  </w:style>
  <w:style w:type="paragraph" w:customStyle="1" w:styleId="FIGT">
    <w:name w:val="FIGT"/>
    <w:basedOn w:val="TT"/>
    <w:uiPriority w:val="99"/>
    <w:rsid w:val="00862E3E"/>
    <w:pPr>
      <w:keepNext/>
      <w:spacing w:before="280"/>
    </w:pPr>
  </w:style>
  <w:style w:type="paragraph" w:customStyle="1" w:styleId="FIGS">
    <w:name w:val="FIGS"/>
    <w:basedOn w:val="TFN"/>
    <w:uiPriority w:val="99"/>
    <w:rsid w:val="00862E3E"/>
  </w:style>
  <w:style w:type="character" w:customStyle="1" w:styleId="figref">
    <w:name w:val="fig_ref"/>
    <w:basedOn w:val="tblref"/>
    <w:uiPriority w:val="99"/>
    <w:rsid w:val="00862E3E"/>
    <w:rPr>
      <w:rFonts w:cs="Times New Roman"/>
      <w:b/>
      <w:bCs/>
      <w:color w:val="000000"/>
      <w:w w:val="100"/>
    </w:rPr>
  </w:style>
  <w:style w:type="character" w:customStyle="1" w:styleId="SCRUBfigref">
    <w:name w:val="SCRUB_fig_ref"/>
    <w:basedOn w:val="figref"/>
    <w:uiPriority w:val="99"/>
    <w:rsid w:val="00862E3E"/>
    <w:rPr>
      <w:rFonts w:cs="Times New Roman"/>
      <w:b/>
      <w:bCs/>
      <w:color w:val="000000"/>
      <w:w w:val="100"/>
    </w:rPr>
  </w:style>
  <w:style w:type="character" w:customStyle="1" w:styleId="FN">
    <w:name w:val="FN"/>
    <w:uiPriority w:val="99"/>
    <w:rsid w:val="00862E3E"/>
    <w:rPr>
      <w:b/>
      <w:bCs/>
    </w:rPr>
  </w:style>
  <w:style w:type="character" w:customStyle="1" w:styleId="bookitalic">
    <w:name w:val="book_italic"/>
    <w:uiPriority w:val="99"/>
    <w:rsid w:val="00862E3E"/>
    <w:rPr>
      <w:i/>
      <w:iCs/>
    </w:rPr>
  </w:style>
  <w:style w:type="paragraph" w:customStyle="1" w:styleId="Bulletlistauto">
    <w:name w:val="Bullet_list_auto"/>
    <w:basedOn w:val="Bulletlistauto2"/>
    <w:rsid w:val="00366F74"/>
    <w:pPr>
      <w:ind w:left="360"/>
    </w:pPr>
  </w:style>
  <w:style w:type="paragraph" w:customStyle="1" w:styleId="Bulletlistauto2">
    <w:name w:val="Bullet_list_auto2"/>
    <w:basedOn w:val="TextNoIndent"/>
    <w:qFormat/>
    <w:rsid w:val="00366F74"/>
    <w:pPr>
      <w:numPr>
        <w:numId w:val="1"/>
      </w:numPr>
      <w:tabs>
        <w:tab w:val="clear" w:pos="480"/>
        <w:tab w:val="clear" w:pos="960"/>
        <w:tab w:val="clear" w:pos="1440"/>
        <w:tab w:val="left" w:pos="360"/>
      </w:tabs>
    </w:pPr>
  </w:style>
  <w:style w:type="paragraph" w:styleId="ListParagraph">
    <w:name w:val="List Paragraph"/>
    <w:basedOn w:val="Normal"/>
    <w:uiPriority w:val="34"/>
    <w:qFormat/>
    <w:rsid w:val="00512457"/>
    <w:pPr>
      <w:ind w:left="720"/>
      <w:contextualSpacing/>
    </w:pPr>
  </w:style>
  <w:style w:type="paragraph" w:customStyle="1" w:styleId="NumberListauto">
    <w:name w:val="Number_List_auto"/>
    <w:basedOn w:val="ListParagraph"/>
    <w:qFormat/>
    <w:rsid w:val="00012BCD"/>
    <w:pPr>
      <w:widowControl w:val="0"/>
      <w:numPr>
        <w:numId w:val="2"/>
      </w:numPr>
      <w:autoSpaceDE w:val="0"/>
      <w:autoSpaceDN w:val="0"/>
      <w:adjustRightInd w:val="0"/>
      <w:spacing w:after="0" w:line="480" w:lineRule="auto"/>
      <w:jc w:val="both"/>
    </w:pPr>
    <w:rPr>
      <w:kern w:val="1"/>
      <w:szCs w:val="24"/>
    </w:rPr>
  </w:style>
  <w:style w:type="paragraph" w:customStyle="1" w:styleId="Bulletlistautosublevel">
    <w:name w:val="Bullet_list_auto_sublevel"/>
    <w:basedOn w:val="Bulletlistauto2"/>
    <w:qFormat/>
    <w:rsid w:val="0042200F"/>
    <w:pPr>
      <w:ind w:left="480"/>
    </w:pPr>
  </w:style>
  <w:style w:type="paragraph" w:customStyle="1" w:styleId="Tabletext9">
    <w:name w:val="Table_text_9"/>
    <w:basedOn w:val="Normal"/>
    <w:qFormat/>
    <w:rsid w:val="00D34DD4"/>
    <w:pPr>
      <w:widowControl w:val="0"/>
      <w:autoSpaceDE w:val="0"/>
      <w:autoSpaceDN w:val="0"/>
      <w:adjustRightInd w:val="0"/>
      <w:spacing w:after="0" w:line="240" w:lineRule="auto"/>
    </w:pPr>
    <w:rPr>
      <w:rFonts w:cs="Myriad Pro Light"/>
      <w:kern w:val="1"/>
      <w:sz w:val="18"/>
      <w:szCs w:val="18"/>
    </w:rPr>
  </w:style>
  <w:style w:type="paragraph" w:customStyle="1" w:styleId="Tabletext9bullet">
    <w:name w:val="Table_text_9_bullet"/>
    <w:basedOn w:val="Tabletext9"/>
    <w:qFormat/>
    <w:rsid w:val="00090EC6"/>
    <w:pPr>
      <w:numPr>
        <w:numId w:val="3"/>
      </w:numPr>
      <w:ind w:left="200" w:hanging="200"/>
    </w:pPr>
  </w:style>
  <w:style w:type="paragraph" w:customStyle="1" w:styleId="NumberListautonumber">
    <w:name w:val="Number_List_autonumber"/>
    <w:basedOn w:val="ListParagraph"/>
    <w:qFormat/>
    <w:rsid w:val="00E77CD0"/>
    <w:pPr>
      <w:widowControl w:val="0"/>
      <w:numPr>
        <w:numId w:val="4"/>
      </w:numPr>
      <w:autoSpaceDE w:val="0"/>
      <w:autoSpaceDN w:val="0"/>
      <w:adjustRightInd w:val="0"/>
      <w:spacing w:after="0" w:line="480" w:lineRule="auto"/>
      <w:ind w:left="480"/>
    </w:pPr>
    <w:rPr>
      <w:rFonts w:cs="Helvetica"/>
      <w:kern w:val="1"/>
      <w:szCs w:val="21"/>
    </w:rPr>
  </w:style>
  <w:style w:type="paragraph" w:customStyle="1" w:styleId="TableNumberList">
    <w:name w:val="Table_Number_List"/>
    <w:basedOn w:val="Normal"/>
    <w:qFormat/>
    <w:rsid w:val="002A35D4"/>
    <w:pPr>
      <w:widowControl w:val="0"/>
      <w:tabs>
        <w:tab w:val="right" w:pos="240"/>
        <w:tab w:val="left" w:pos="360"/>
      </w:tabs>
      <w:autoSpaceDE w:val="0"/>
      <w:autoSpaceDN w:val="0"/>
      <w:adjustRightInd w:val="0"/>
      <w:spacing w:before="60" w:after="60" w:line="240" w:lineRule="auto"/>
      <w:ind w:left="360" w:hanging="360"/>
    </w:pPr>
    <w:rPr>
      <w:rFonts w:cs="Myriad Pro Light"/>
      <w:kern w:val="1"/>
      <w:sz w:val="18"/>
      <w:szCs w:val="18"/>
    </w:rPr>
  </w:style>
  <w:style w:type="paragraph" w:customStyle="1" w:styleId="Bulletlist2">
    <w:name w:val="Bullet_list_2"/>
    <w:basedOn w:val="Bulletlist"/>
    <w:qFormat/>
    <w:rsid w:val="00E8445C"/>
    <w:pPr>
      <w:ind w:left="720" w:hanging="360"/>
    </w:pPr>
  </w:style>
  <w:style w:type="paragraph" w:customStyle="1" w:styleId="TextHanging">
    <w:name w:val="Text_Hanging"/>
    <w:basedOn w:val="Normal"/>
    <w:qFormat/>
    <w:rsid w:val="00B97F73"/>
    <w:pPr>
      <w:widowControl w:val="0"/>
      <w:tabs>
        <w:tab w:val="right" w:pos="360"/>
        <w:tab w:val="left" w:pos="460"/>
      </w:tabs>
      <w:autoSpaceDE w:val="0"/>
      <w:autoSpaceDN w:val="0"/>
      <w:adjustRightInd w:val="0"/>
      <w:spacing w:before="120" w:after="120" w:line="480" w:lineRule="auto"/>
      <w:ind w:left="360" w:hanging="240"/>
    </w:pPr>
    <w:rPr>
      <w:rFonts w:cs="Helvetica"/>
      <w:kern w:val="1"/>
    </w:rPr>
  </w:style>
  <w:style w:type="paragraph" w:customStyle="1" w:styleId="Default">
    <w:name w:val="Default"/>
    <w:uiPriority w:val="99"/>
    <w:rsid w:val="00C91217"/>
    <w:pPr>
      <w:widowControl w:val="0"/>
      <w:autoSpaceDE w:val="0"/>
      <w:autoSpaceDN w:val="0"/>
      <w:adjustRightInd w:val="0"/>
    </w:pPr>
    <w:rPr>
      <w:rFonts w:ascii="Gadget" w:eastAsiaTheme="minorEastAsia" w:hAnsi="Gadget" w:cs="Gadget"/>
      <w:color w:val="000000"/>
      <w:sz w:val="24"/>
      <w:szCs w:val="24"/>
    </w:rPr>
  </w:style>
  <w:style w:type="paragraph" w:customStyle="1" w:styleId="CM8">
    <w:name w:val="CM8"/>
    <w:basedOn w:val="Default"/>
    <w:next w:val="Default"/>
    <w:uiPriority w:val="99"/>
    <w:rsid w:val="00C91217"/>
    <w:pPr>
      <w:spacing w:after="533"/>
    </w:pPr>
    <w:rPr>
      <w:color w:val="auto"/>
    </w:rPr>
  </w:style>
  <w:style w:type="paragraph" w:customStyle="1" w:styleId="CM9">
    <w:name w:val="CM9"/>
    <w:basedOn w:val="Default"/>
    <w:next w:val="Default"/>
    <w:uiPriority w:val="99"/>
    <w:rsid w:val="00C91217"/>
    <w:pPr>
      <w:spacing w:after="240"/>
    </w:pPr>
    <w:rPr>
      <w:color w:val="auto"/>
    </w:rPr>
  </w:style>
  <w:style w:type="paragraph" w:customStyle="1" w:styleId="CM2">
    <w:name w:val="CM2"/>
    <w:basedOn w:val="Default"/>
    <w:next w:val="Default"/>
    <w:uiPriority w:val="99"/>
    <w:rsid w:val="00C91217"/>
    <w:pPr>
      <w:spacing w:line="240" w:lineRule="atLeast"/>
    </w:pPr>
    <w:rPr>
      <w:color w:val="auto"/>
    </w:rPr>
  </w:style>
  <w:style w:type="paragraph" w:customStyle="1" w:styleId="CM3">
    <w:name w:val="CM3"/>
    <w:basedOn w:val="Default"/>
    <w:next w:val="Default"/>
    <w:uiPriority w:val="99"/>
    <w:rsid w:val="00C91217"/>
    <w:pPr>
      <w:spacing w:line="240" w:lineRule="atLeast"/>
    </w:pPr>
    <w:rPr>
      <w:color w:val="auto"/>
    </w:rPr>
  </w:style>
  <w:style w:type="paragraph" w:customStyle="1" w:styleId="CM1">
    <w:name w:val="CM1"/>
    <w:basedOn w:val="Default"/>
    <w:next w:val="Default"/>
    <w:uiPriority w:val="99"/>
    <w:rsid w:val="00C91217"/>
    <w:rPr>
      <w:color w:val="auto"/>
    </w:rPr>
  </w:style>
  <w:style w:type="paragraph" w:customStyle="1" w:styleId="CM10">
    <w:name w:val="CM10"/>
    <w:basedOn w:val="Default"/>
    <w:next w:val="Default"/>
    <w:uiPriority w:val="99"/>
    <w:rsid w:val="00C91217"/>
    <w:pPr>
      <w:spacing w:after="183"/>
    </w:pPr>
    <w:rPr>
      <w:color w:val="auto"/>
    </w:rPr>
  </w:style>
  <w:style w:type="paragraph" w:customStyle="1" w:styleId="CM12">
    <w:name w:val="CM12"/>
    <w:basedOn w:val="Default"/>
    <w:next w:val="Default"/>
    <w:uiPriority w:val="99"/>
    <w:rsid w:val="00C91217"/>
    <w:pPr>
      <w:spacing w:after="620"/>
    </w:pPr>
    <w:rPr>
      <w:color w:val="auto"/>
    </w:rPr>
  </w:style>
  <w:style w:type="paragraph" w:customStyle="1" w:styleId="CM4">
    <w:name w:val="CM4"/>
    <w:basedOn w:val="Default"/>
    <w:next w:val="Default"/>
    <w:uiPriority w:val="99"/>
    <w:rsid w:val="00C91217"/>
    <w:rPr>
      <w:color w:val="auto"/>
    </w:rPr>
  </w:style>
  <w:style w:type="paragraph" w:customStyle="1" w:styleId="CM13">
    <w:name w:val="CM13"/>
    <w:basedOn w:val="Default"/>
    <w:next w:val="Default"/>
    <w:uiPriority w:val="99"/>
    <w:rsid w:val="00C91217"/>
    <w:pPr>
      <w:spacing w:after="120"/>
    </w:pPr>
    <w:rPr>
      <w:color w:val="auto"/>
    </w:rPr>
  </w:style>
  <w:style w:type="paragraph" w:customStyle="1" w:styleId="CM6">
    <w:name w:val="CM6"/>
    <w:basedOn w:val="Default"/>
    <w:next w:val="Default"/>
    <w:uiPriority w:val="99"/>
    <w:rsid w:val="00C91217"/>
    <w:pPr>
      <w:spacing w:line="240" w:lineRule="atLeast"/>
    </w:pPr>
    <w:rPr>
      <w:color w:val="auto"/>
    </w:rPr>
  </w:style>
  <w:style w:type="paragraph" w:customStyle="1" w:styleId="CM14">
    <w:name w:val="CM14"/>
    <w:basedOn w:val="Default"/>
    <w:next w:val="Default"/>
    <w:uiPriority w:val="99"/>
    <w:rsid w:val="00C91217"/>
    <w:pPr>
      <w:spacing w:after="7708"/>
    </w:pPr>
    <w:rPr>
      <w:color w:val="auto"/>
    </w:rPr>
  </w:style>
  <w:style w:type="character" w:customStyle="1" w:styleId="Normal1">
    <w:name w:val="Normal1"/>
    <w:rsid w:val="00C91217"/>
    <w:rPr>
      <w:rFonts w:ascii="RotisSansSerif Bold" w:hAnsi="RotisSansSerif Bold"/>
    </w:rPr>
  </w:style>
  <w:style w:type="paragraph" w:customStyle="1" w:styleId="cn0">
    <w:name w:val="cn"/>
    <w:next w:val="Normal"/>
    <w:rsid w:val="00C91217"/>
    <w:pPr>
      <w:spacing w:after="2400"/>
      <w:jc w:val="right"/>
    </w:pPr>
    <w:rPr>
      <w:rFonts w:ascii="Techno" w:hAnsi="Techno"/>
      <w:color w:val="FFFFFF"/>
      <w:position w:val="-16"/>
      <w:sz w:val="240"/>
    </w:rPr>
  </w:style>
  <w:style w:type="paragraph" w:customStyle="1" w:styleId="ct0">
    <w:name w:val="ct"/>
    <w:next w:val="Normal"/>
    <w:rsid w:val="00C91217"/>
    <w:pPr>
      <w:spacing w:before="480" w:after="2400"/>
    </w:pPr>
    <w:rPr>
      <w:rFonts w:ascii="Techno" w:hAnsi="Techno"/>
      <w:sz w:val="72"/>
    </w:rPr>
  </w:style>
  <w:style w:type="paragraph" w:customStyle="1" w:styleId="lrnobja">
    <w:name w:val="lrnobj_a"/>
    <w:rsid w:val="00C91217"/>
    <w:pPr>
      <w:spacing w:before="360" w:after="240"/>
    </w:pPr>
    <w:rPr>
      <w:rFonts w:ascii="Gadget" w:hAnsi="Gadget"/>
      <w:sz w:val="32"/>
    </w:rPr>
  </w:style>
  <w:style w:type="paragraph" w:customStyle="1" w:styleId="col">
    <w:name w:val="col"/>
    <w:rsid w:val="00C91217"/>
    <w:pPr>
      <w:keepLines/>
      <w:spacing w:after="120" w:line="240" w:lineRule="exact"/>
      <w:ind w:left="240" w:hanging="240"/>
      <w:jc w:val="both"/>
    </w:pPr>
    <w:rPr>
      <w:rFonts w:ascii="RotisSansSerif" w:hAnsi="RotisSansSerif"/>
    </w:rPr>
  </w:style>
  <w:style w:type="character" w:customStyle="1" w:styleId="bl0">
    <w:name w:val="bl"/>
    <w:rsid w:val="00C91217"/>
    <w:rPr>
      <w:rFonts w:ascii="Zapf Dingbats" w:hAnsi="Zapf Dingbats"/>
    </w:rPr>
  </w:style>
  <w:style w:type="paragraph" w:customStyle="1" w:styleId="colsub">
    <w:name w:val="col_sub"/>
    <w:rsid w:val="00C91217"/>
    <w:pPr>
      <w:keepLines/>
      <w:spacing w:after="120" w:line="240" w:lineRule="exact"/>
      <w:ind w:left="480" w:hanging="240"/>
      <w:jc w:val="both"/>
    </w:pPr>
    <w:rPr>
      <w:rFonts w:ascii="RotisSansSerif Italic" w:hAnsi="RotisSansSerif Italic"/>
    </w:rPr>
  </w:style>
  <w:style w:type="paragraph" w:customStyle="1" w:styleId="colnl">
    <w:name w:val="col_nl"/>
    <w:rsid w:val="00C91217"/>
    <w:pPr>
      <w:tabs>
        <w:tab w:val="left" w:pos="240"/>
        <w:tab w:val="left" w:pos="480"/>
      </w:tabs>
      <w:spacing w:after="120"/>
    </w:pPr>
    <w:rPr>
      <w:rFonts w:ascii="RotisSansSerif" w:hAnsi="RotisSansSerif"/>
    </w:rPr>
  </w:style>
  <w:style w:type="paragraph" w:customStyle="1" w:styleId="colll">
    <w:name w:val="col_ll"/>
    <w:next w:val="Normal"/>
    <w:rsid w:val="00C91217"/>
    <w:pPr>
      <w:tabs>
        <w:tab w:val="left" w:pos="720"/>
      </w:tabs>
      <w:spacing w:after="120" w:line="240" w:lineRule="exact"/>
      <w:ind w:left="720" w:hanging="240"/>
    </w:pPr>
    <w:rPr>
      <w:rFonts w:ascii="RotisSansSerif" w:hAnsi="RotisSansSerif"/>
    </w:rPr>
  </w:style>
  <w:style w:type="paragraph" w:customStyle="1" w:styleId="Bodyfl">
    <w:name w:val="Body_fl"/>
    <w:rsid w:val="00C91217"/>
    <w:pPr>
      <w:keepLines/>
      <w:spacing w:line="240" w:lineRule="exact"/>
      <w:ind w:left="720"/>
      <w:jc w:val="both"/>
    </w:pPr>
    <w:rPr>
      <w:rFonts w:ascii="RotisSerif" w:hAnsi="RotisSerif"/>
    </w:rPr>
  </w:style>
  <w:style w:type="paragraph" w:customStyle="1" w:styleId="Body">
    <w:name w:val="Body"/>
    <w:rsid w:val="00C91217"/>
    <w:pPr>
      <w:keepLines/>
      <w:spacing w:line="240" w:lineRule="exact"/>
      <w:ind w:left="720" w:firstLine="360"/>
      <w:jc w:val="both"/>
    </w:pPr>
    <w:rPr>
      <w:rFonts w:ascii="RotisSerif" w:hAnsi="RotisSerif"/>
    </w:rPr>
  </w:style>
  <w:style w:type="paragraph" w:customStyle="1" w:styleId="artbox">
    <w:name w:val="artbox"/>
    <w:rsid w:val="00C91217"/>
    <w:pPr>
      <w:keepLines/>
      <w:spacing w:before="240" w:after="240"/>
      <w:ind w:left="720"/>
    </w:pPr>
    <w:rPr>
      <w:rFonts w:ascii="RotisSerif" w:hAnsi="RotisSerif"/>
    </w:rPr>
  </w:style>
  <w:style w:type="paragraph" w:customStyle="1" w:styleId="cdfirst">
    <w:name w:val="cd_first"/>
    <w:rsid w:val="00C91217"/>
    <w:pPr>
      <w:keepLines/>
      <w:spacing w:before="260" w:line="220" w:lineRule="exact"/>
      <w:ind w:left="1080"/>
    </w:pPr>
    <w:rPr>
      <w:rFonts w:ascii="Prestige Elite" w:hAnsi="Prestige Elite"/>
      <w:sz w:val="18"/>
    </w:rPr>
  </w:style>
  <w:style w:type="paragraph" w:customStyle="1" w:styleId="cdmid">
    <w:name w:val="cd_mid"/>
    <w:rsid w:val="00C91217"/>
    <w:pPr>
      <w:keepLines/>
      <w:spacing w:line="220" w:lineRule="exact"/>
      <w:ind w:left="1080"/>
    </w:pPr>
    <w:rPr>
      <w:rFonts w:ascii="Prestige Elite" w:hAnsi="Prestige Elite"/>
      <w:sz w:val="18"/>
    </w:rPr>
  </w:style>
  <w:style w:type="paragraph" w:customStyle="1" w:styleId="cdlast">
    <w:name w:val="cd_last"/>
    <w:rsid w:val="00C91217"/>
    <w:pPr>
      <w:keepLines/>
      <w:spacing w:after="220" w:line="220" w:lineRule="exact"/>
      <w:ind w:left="1080"/>
    </w:pPr>
    <w:rPr>
      <w:rFonts w:ascii="Prestige Elite" w:hAnsi="Prestige Elite"/>
      <w:sz w:val="18"/>
    </w:rPr>
  </w:style>
  <w:style w:type="character" w:customStyle="1" w:styleId="code">
    <w:name w:val="code"/>
    <w:rsid w:val="00C91217"/>
    <w:rPr>
      <w:rFonts w:ascii="Prestige Elite" w:hAnsi="Prestige Elite"/>
    </w:rPr>
  </w:style>
  <w:style w:type="paragraph" w:customStyle="1" w:styleId="CDOnly">
    <w:name w:val="CD_Only"/>
    <w:next w:val="Normal"/>
    <w:rsid w:val="00C91217"/>
    <w:pPr>
      <w:keepLines/>
      <w:spacing w:before="200" w:after="200" w:line="220" w:lineRule="exact"/>
      <w:ind w:left="1080"/>
    </w:pPr>
    <w:rPr>
      <w:rFonts w:ascii="Prestige Elite" w:hAnsi="Prestige Elite"/>
      <w:sz w:val="18"/>
    </w:rPr>
  </w:style>
  <w:style w:type="character" w:customStyle="1" w:styleId="basalital">
    <w:name w:val="basal_ital"/>
    <w:rsid w:val="00C91217"/>
    <w:rPr>
      <w:rFonts w:ascii="RotisSerif Italic" w:hAnsi="RotisSerif Italic"/>
    </w:rPr>
  </w:style>
  <w:style w:type="paragraph" w:customStyle="1" w:styleId="EXERA">
    <w:name w:val="EXER_A"/>
    <w:rsid w:val="00C91217"/>
    <w:pPr>
      <w:spacing w:before="480" w:after="240"/>
    </w:pPr>
    <w:rPr>
      <w:rFonts w:ascii="Gadget" w:hAnsi="Gadget"/>
      <w:sz w:val="32"/>
    </w:rPr>
  </w:style>
  <w:style w:type="paragraph" w:customStyle="1" w:styleId="exernlfirst">
    <w:name w:val="exer_nl_first"/>
    <w:rsid w:val="00C91217"/>
    <w:pPr>
      <w:tabs>
        <w:tab w:val="right" w:pos="600"/>
        <w:tab w:val="left" w:pos="720"/>
      </w:tabs>
      <w:spacing w:before="60" w:after="60" w:line="240" w:lineRule="exact"/>
      <w:ind w:left="720" w:hanging="720"/>
    </w:pPr>
    <w:rPr>
      <w:rFonts w:ascii="RotisSerif" w:hAnsi="RotisSerif"/>
    </w:rPr>
  </w:style>
  <w:style w:type="paragraph" w:customStyle="1" w:styleId="exernlmid">
    <w:name w:val="exer_nl_mid"/>
    <w:rsid w:val="00C91217"/>
    <w:pPr>
      <w:tabs>
        <w:tab w:val="right" w:pos="600"/>
        <w:tab w:val="left" w:pos="720"/>
      </w:tabs>
      <w:spacing w:before="60" w:after="60"/>
    </w:pPr>
    <w:rPr>
      <w:rFonts w:ascii="RotisSerif" w:hAnsi="RotisSerif"/>
    </w:rPr>
  </w:style>
  <w:style w:type="paragraph" w:customStyle="1" w:styleId="exernllast">
    <w:name w:val="exer_nl_last"/>
    <w:rsid w:val="00C91217"/>
    <w:pPr>
      <w:tabs>
        <w:tab w:val="right" w:pos="600"/>
        <w:tab w:val="left" w:pos="720"/>
      </w:tabs>
      <w:spacing w:before="60" w:after="60"/>
    </w:pPr>
    <w:rPr>
      <w:rFonts w:ascii="RotisSerif" w:hAnsi="RotisSerif"/>
    </w:rPr>
  </w:style>
  <w:style w:type="paragraph" w:customStyle="1" w:styleId="exercdfirst">
    <w:name w:val="exer_cd_first"/>
    <w:basedOn w:val="cdfirst"/>
    <w:next w:val="Normal"/>
    <w:rsid w:val="00C91217"/>
  </w:style>
  <w:style w:type="paragraph" w:customStyle="1" w:styleId="exercdmid">
    <w:name w:val="exer_cd_mid"/>
    <w:basedOn w:val="cdmid"/>
    <w:next w:val="Normal"/>
    <w:rsid w:val="00C91217"/>
  </w:style>
  <w:style w:type="paragraph" w:customStyle="1" w:styleId="exercdlast">
    <w:name w:val="exer_cd_last"/>
    <w:basedOn w:val="cdlast"/>
    <w:next w:val="Normal"/>
    <w:rsid w:val="00C91217"/>
  </w:style>
  <w:style w:type="paragraph" w:customStyle="1" w:styleId="TIPA">
    <w:name w:val="TIP_A"/>
    <w:rsid w:val="00C91217"/>
    <w:pPr>
      <w:spacing w:before="480" w:after="240"/>
      <w:ind w:left="60"/>
    </w:pPr>
    <w:rPr>
      <w:rFonts w:ascii="Gadget" w:hAnsi="Gadget"/>
      <w:sz w:val="32"/>
    </w:rPr>
  </w:style>
  <w:style w:type="paragraph" w:customStyle="1" w:styleId="tiptext">
    <w:name w:val="tip_text"/>
    <w:rsid w:val="00C91217"/>
    <w:pPr>
      <w:keepLines/>
      <w:spacing w:line="240" w:lineRule="exact"/>
      <w:ind w:left="120" w:right="120"/>
      <w:jc w:val="both"/>
    </w:pPr>
    <w:rPr>
      <w:rFonts w:ascii="RotisSerif" w:hAnsi="RotisSerif"/>
    </w:rPr>
  </w:style>
  <w:style w:type="paragraph" w:customStyle="1" w:styleId="wol">
    <w:name w:val="wol"/>
    <w:rsid w:val="00C91217"/>
    <w:rPr>
      <w:rFonts w:ascii="RotisSansSerif" w:hAnsi="RotisSansSerif"/>
    </w:rPr>
  </w:style>
  <w:style w:type="paragraph" w:customStyle="1" w:styleId="nlfirst">
    <w:name w:val="nl_first"/>
    <w:next w:val="Normal"/>
    <w:rsid w:val="00C91217"/>
    <w:pPr>
      <w:tabs>
        <w:tab w:val="right" w:pos="860"/>
        <w:tab w:val="left" w:pos="960"/>
      </w:tabs>
    </w:pPr>
    <w:rPr>
      <w:rFonts w:ascii="RotisSerif" w:hAnsi="RotisSerif"/>
    </w:rPr>
  </w:style>
  <w:style w:type="paragraph" w:customStyle="1" w:styleId="nlmid">
    <w:name w:val="nl_mid"/>
    <w:next w:val="Normal"/>
    <w:rsid w:val="00C91217"/>
    <w:pPr>
      <w:tabs>
        <w:tab w:val="right" w:pos="860"/>
        <w:tab w:val="left" w:pos="960"/>
      </w:tabs>
      <w:spacing w:line="240" w:lineRule="exact"/>
      <w:ind w:left="960" w:hanging="960"/>
    </w:pPr>
    <w:rPr>
      <w:rFonts w:ascii="RotisSerif" w:hAnsi="RotisSerif"/>
    </w:rPr>
  </w:style>
  <w:style w:type="paragraph" w:customStyle="1" w:styleId="nllast">
    <w:name w:val="nl_last"/>
    <w:next w:val="Normal"/>
    <w:rsid w:val="00C91217"/>
    <w:pPr>
      <w:tabs>
        <w:tab w:val="right" w:pos="860"/>
        <w:tab w:val="left" w:pos="960"/>
      </w:tabs>
      <w:spacing w:after="140"/>
    </w:pPr>
    <w:rPr>
      <w:rFonts w:ascii="RotisSerif" w:hAnsi="RotisSerif"/>
    </w:rPr>
  </w:style>
  <w:style w:type="paragraph" w:customStyle="1" w:styleId="tch0">
    <w:name w:val="tch"/>
    <w:next w:val="Normal"/>
    <w:rsid w:val="00C91217"/>
    <w:pPr>
      <w:spacing w:after="80"/>
    </w:pPr>
    <w:rPr>
      <w:rFonts w:ascii="RotisSansSerif Bold" w:hAnsi="RotisSansSerif Bold"/>
    </w:rPr>
  </w:style>
  <w:style w:type="paragraph" w:customStyle="1" w:styleId="tab">
    <w:name w:val="tab"/>
    <w:rsid w:val="00C91217"/>
    <w:pPr>
      <w:keepLines/>
      <w:spacing w:after="40" w:line="240" w:lineRule="exact"/>
      <w:ind w:left="120"/>
    </w:pPr>
    <w:rPr>
      <w:rFonts w:ascii="RotisSansSerif" w:hAnsi="RotisSansSerif"/>
    </w:rPr>
  </w:style>
  <w:style w:type="paragraph" w:customStyle="1" w:styleId="EXERB">
    <w:name w:val="EXER_B"/>
    <w:rsid w:val="00C91217"/>
    <w:pPr>
      <w:spacing w:before="480" w:after="240"/>
    </w:pPr>
    <w:rPr>
      <w:rFonts w:ascii="Gadget" w:hAnsi="Gadget"/>
      <w:sz w:val="32"/>
    </w:rPr>
  </w:style>
  <w:style w:type="paragraph" w:customStyle="1" w:styleId="exernlblmid">
    <w:name w:val="exer_nl_bl_mid"/>
    <w:next w:val="Normal"/>
    <w:rsid w:val="00C91217"/>
    <w:rPr>
      <w:rFonts w:ascii="RotisSansSerif Bold" w:hAnsi="RotisSansSerif Bold"/>
    </w:rPr>
  </w:style>
  <w:style w:type="paragraph" w:customStyle="1" w:styleId="eqmid">
    <w:name w:val="eq_mid"/>
    <w:next w:val="Normal"/>
    <w:rsid w:val="00C91217"/>
    <w:pPr>
      <w:keepLines/>
      <w:spacing w:after="60" w:line="260" w:lineRule="exact"/>
      <w:ind w:left="960"/>
    </w:pPr>
    <w:rPr>
      <w:rFonts w:ascii="RotisSerif" w:hAnsi="RotisSerif"/>
      <w:sz w:val="22"/>
    </w:rPr>
  </w:style>
  <w:style w:type="paragraph" w:customStyle="1" w:styleId="eqfirst">
    <w:name w:val="eq_first"/>
    <w:basedOn w:val="Normal"/>
    <w:next w:val="Normal"/>
    <w:rsid w:val="00C91217"/>
    <w:pPr>
      <w:keepLines/>
      <w:spacing w:before="240" w:after="60" w:line="260" w:lineRule="exact"/>
      <w:ind w:left="960"/>
    </w:pPr>
    <w:rPr>
      <w:rFonts w:ascii="RotisSerif" w:hAnsi="RotisSerif"/>
      <w:sz w:val="20"/>
      <w:szCs w:val="20"/>
    </w:rPr>
  </w:style>
  <w:style w:type="paragraph" w:customStyle="1" w:styleId="eqlast">
    <w:name w:val="eq_last"/>
    <w:next w:val="Normal"/>
    <w:rsid w:val="00C91217"/>
    <w:pPr>
      <w:keepLines/>
      <w:spacing w:after="240" w:line="260" w:lineRule="exact"/>
      <w:ind w:left="960"/>
    </w:pPr>
    <w:rPr>
      <w:rFonts w:ascii="RotisSerif" w:hAnsi="RotisSerif"/>
      <w:sz w:val="22"/>
    </w:rPr>
  </w:style>
  <w:style w:type="character" w:customStyle="1" w:styleId="helvetica">
    <w:name w:val="helvetica"/>
    <w:rsid w:val="00C91217"/>
    <w:rPr>
      <w:rFonts w:ascii="Helvetica" w:hAnsi="Helvetica"/>
    </w:rPr>
  </w:style>
  <w:style w:type="paragraph" w:customStyle="1" w:styleId="ExtractMonospaced">
    <w:name w:val="Extract_Monospaced"/>
    <w:basedOn w:val="Extract"/>
    <w:qFormat/>
    <w:rsid w:val="00975E40"/>
    <w:rPr>
      <w:rFonts w:ascii="Courier New" w:hAnsi="Courier New"/>
    </w:rPr>
  </w:style>
  <w:style w:type="paragraph" w:customStyle="1" w:styleId="InsertArt">
    <w:name w:val="Insert_Art"/>
    <w:basedOn w:val="TextNoIndent"/>
    <w:qFormat/>
    <w:rsid w:val="00714A32"/>
    <w:pPr>
      <w:pBdr>
        <w:top w:val="single" w:sz="4" w:space="1" w:color="auto"/>
        <w:left w:val="single" w:sz="4" w:space="4" w:color="auto"/>
        <w:bottom w:val="single" w:sz="4" w:space="1" w:color="auto"/>
        <w:right w:val="single" w:sz="4" w:space="4" w:color="auto"/>
      </w:pBdr>
      <w:spacing w:before="360" w:after="360"/>
    </w:pPr>
  </w:style>
  <w:style w:type="character" w:customStyle="1" w:styleId="MonospaceCharacter">
    <w:name w:val="Monospace_Character"/>
    <w:basedOn w:val="DefaultParagraphFont"/>
    <w:uiPriority w:val="1"/>
    <w:qFormat/>
    <w:rsid w:val="00BC6CE6"/>
    <w:rPr>
      <w:rFonts w:ascii="Courier New" w:hAnsi="Courier New"/>
      <w:sz w:val="24"/>
    </w:rPr>
  </w:style>
  <w:style w:type="paragraph" w:customStyle="1" w:styleId="COMPT">
    <w:name w:val="COMP_T"/>
    <w:basedOn w:val="NoParagraphStyle"/>
    <w:uiPriority w:val="99"/>
    <w:rsid w:val="00B07847"/>
    <w:pPr>
      <w:spacing w:line="320" w:lineRule="atLeast"/>
    </w:pPr>
    <w:rPr>
      <w:rFonts w:ascii="MRockwell-Bold" w:eastAsiaTheme="minorEastAsia" w:hAnsi="MRockwell-Bold" w:cs="MRockwell-Bold"/>
      <w:b/>
      <w:bCs/>
      <w:color w:val="0000CB"/>
      <w:sz w:val="28"/>
      <w:szCs w:val="28"/>
      <w:lang w:val="en-GB"/>
    </w:rPr>
  </w:style>
  <w:style w:type="paragraph" w:customStyle="1" w:styleId="COMPA">
    <w:name w:val="COMP_A"/>
    <w:basedOn w:val="NoParagraphStyle"/>
    <w:uiPriority w:val="99"/>
    <w:rsid w:val="00B07847"/>
    <w:pPr>
      <w:spacing w:before="140" w:line="280" w:lineRule="atLeast"/>
    </w:pPr>
    <w:rPr>
      <w:rFonts w:ascii="MRockwell-Bold" w:eastAsiaTheme="minorEastAsia" w:hAnsi="MRockwell-Bold" w:cs="MRockwell-Bold"/>
      <w:b/>
      <w:bCs/>
      <w:color w:val="007F7F"/>
      <w:sz w:val="25"/>
      <w:szCs w:val="25"/>
      <w:lang w:val="en-GB"/>
    </w:rPr>
  </w:style>
  <w:style w:type="paragraph" w:customStyle="1" w:styleId="STNDBL01">
    <w:name w:val="STND_BL_01"/>
    <w:basedOn w:val="NoParagraphStyle"/>
    <w:uiPriority w:val="99"/>
    <w:rsid w:val="00B07847"/>
    <w:pPr>
      <w:spacing w:after="40" w:line="200" w:lineRule="atLeast"/>
      <w:ind w:left="370" w:hanging="180"/>
    </w:pPr>
    <w:rPr>
      <w:rFonts w:ascii="Interstate-LightCondensed" w:eastAsiaTheme="minorEastAsia" w:hAnsi="Interstate-LightCondensed" w:cs="Interstate-LightCondensed"/>
      <w:sz w:val="18"/>
      <w:szCs w:val="18"/>
    </w:rPr>
  </w:style>
  <w:style w:type="paragraph" w:customStyle="1" w:styleId="STNDTFL">
    <w:name w:val="STND_T_FL"/>
    <w:basedOn w:val="STNDBL01"/>
    <w:uiPriority w:val="99"/>
    <w:rsid w:val="00B07847"/>
    <w:pPr>
      <w:suppressAutoHyphens/>
      <w:spacing w:before="60"/>
      <w:ind w:left="0" w:firstLine="0"/>
    </w:pPr>
  </w:style>
  <w:style w:type="paragraph" w:customStyle="1" w:styleId="COMPBCO">
    <w:name w:val="COMP_B (CO)"/>
    <w:basedOn w:val="NoParagraphStyle"/>
    <w:uiPriority w:val="99"/>
    <w:rsid w:val="00B07847"/>
    <w:pPr>
      <w:suppressAutoHyphens/>
      <w:spacing w:before="240" w:line="240" w:lineRule="atLeast"/>
    </w:pPr>
    <w:rPr>
      <w:rFonts w:ascii="Interstate-Bold" w:eastAsiaTheme="minorEastAsia" w:hAnsi="Interstate-Bold" w:cs="Interstate-Bold"/>
      <w:b/>
      <w:bCs/>
      <w:color w:val="007F7F"/>
      <w:sz w:val="22"/>
      <w:szCs w:val="22"/>
    </w:rPr>
  </w:style>
  <w:style w:type="paragraph" w:customStyle="1" w:styleId="STNDSRULE">
    <w:name w:val="STNDS_RULE"/>
    <w:basedOn w:val="STNDBL01"/>
    <w:uiPriority w:val="99"/>
    <w:rsid w:val="00B07847"/>
    <w:pPr>
      <w:pBdr>
        <w:bottom w:val="single" w:sz="16" w:space="0" w:color="B21900"/>
      </w:pBdr>
    </w:pPr>
  </w:style>
  <w:style w:type="paragraph" w:customStyle="1" w:styleId="COSTNDH1">
    <w:name w:val="CO_STND_H1"/>
    <w:basedOn w:val="NoParagraphStyle"/>
    <w:uiPriority w:val="99"/>
    <w:rsid w:val="00B07847"/>
    <w:pPr>
      <w:spacing w:before="240" w:line="240" w:lineRule="atLeast"/>
    </w:pPr>
    <w:rPr>
      <w:rFonts w:ascii="Interstate-Bold" w:eastAsiaTheme="minorEastAsia" w:hAnsi="Interstate-Bold" w:cs="Interstate-Bold"/>
      <w:b/>
      <w:bCs/>
      <w:color w:val="B21900"/>
      <w:sz w:val="22"/>
      <w:szCs w:val="22"/>
      <w:lang w:val="en-GB"/>
    </w:rPr>
  </w:style>
  <w:style w:type="paragraph" w:customStyle="1" w:styleId="STNDNL01CO">
    <w:name w:val="STND_NL_01 (CO)"/>
    <w:basedOn w:val="Normal"/>
    <w:uiPriority w:val="99"/>
    <w:rsid w:val="00B07847"/>
    <w:pPr>
      <w:widowControl w:val="0"/>
      <w:autoSpaceDE w:val="0"/>
      <w:autoSpaceDN w:val="0"/>
      <w:adjustRightInd w:val="0"/>
      <w:spacing w:before="20" w:after="40" w:line="200" w:lineRule="atLeast"/>
      <w:ind w:left="320" w:hanging="100"/>
      <w:textAlignment w:val="center"/>
    </w:pPr>
    <w:rPr>
      <w:rFonts w:ascii="Interstate-LightCondensed" w:eastAsiaTheme="minorEastAsia" w:hAnsi="Interstate-LightCondensed" w:cs="Interstate-LightCondensed"/>
      <w:color w:val="000000"/>
      <w:sz w:val="18"/>
      <w:szCs w:val="18"/>
    </w:rPr>
  </w:style>
  <w:style w:type="paragraph" w:customStyle="1" w:styleId="TintroDC">
    <w:name w:val="T_intro_DC"/>
    <w:basedOn w:val="NoParagraphStyle"/>
    <w:uiPriority w:val="99"/>
    <w:rsid w:val="00B07847"/>
    <w:pPr>
      <w:spacing w:after="130" w:line="320" w:lineRule="atLeast"/>
      <w:jc w:val="both"/>
    </w:pPr>
    <w:rPr>
      <w:rFonts w:ascii="Berkeley-Book" w:eastAsiaTheme="minorEastAsia" w:hAnsi="Berkeley-Book" w:cs="Berkeley-Book"/>
      <w:sz w:val="26"/>
      <w:szCs w:val="26"/>
    </w:rPr>
  </w:style>
  <w:style w:type="paragraph" w:customStyle="1" w:styleId="T">
    <w:name w:val="T"/>
    <w:basedOn w:val="NoParagraphStyle"/>
    <w:uiPriority w:val="99"/>
    <w:rsid w:val="00B07847"/>
    <w:pPr>
      <w:spacing w:line="260" w:lineRule="atLeast"/>
      <w:ind w:firstLine="360"/>
      <w:jc w:val="both"/>
    </w:pPr>
    <w:rPr>
      <w:rFonts w:ascii="Berkeley-Book" w:eastAsiaTheme="minorEastAsia" w:hAnsi="Berkeley-Book" w:cs="Berkeley-Book"/>
      <w:sz w:val="22"/>
      <w:szCs w:val="22"/>
    </w:rPr>
  </w:style>
  <w:style w:type="paragraph" w:customStyle="1" w:styleId="Tni">
    <w:name w:val="T_ni"/>
    <w:basedOn w:val="T"/>
    <w:uiPriority w:val="99"/>
    <w:rsid w:val="00B07847"/>
    <w:pPr>
      <w:ind w:firstLine="0"/>
    </w:pPr>
  </w:style>
  <w:style w:type="paragraph" w:customStyle="1" w:styleId="FIGREFN">
    <w:name w:val="FIG_REF_N"/>
    <w:basedOn w:val="NoParagraphStyle"/>
    <w:uiPriority w:val="99"/>
    <w:rsid w:val="00B07847"/>
    <w:pPr>
      <w:spacing w:line="200" w:lineRule="atLeast"/>
      <w:jc w:val="center"/>
    </w:pPr>
    <w:rPr>
      <w:rFonts w:ascii="Interstate-Bold" w:eastAsiaTheme="minorEastAsia" w:hAnsi="Interstate-Bold" w:cs="Interstate-Bold"/>
      <w:b/>
      <w:bCs/>
      <w:color w:val="FFFFFF"/>
      <w:sz w:val="18"/>
      <w:szCs w:val="18"/>
    </w:rPr>
  </w:style>
  <w:style w:type="paragraph" w:customStyle="1" w:styleId="FIGcaption">
    <w:name w:val="FIG_caption"/>
    <w:basedOn w:val="NoParagraphStyle"/>
    <w:uiPriority w:val="99"/>
    <w:rsid w:val="00B07847"/>
    <w:pPr>
      <w:spacing w:line="210" w:lineRule="atLeast"/>
      <w:jc w:val="both"/>
    </w:pPr>
    <w:rPr>
      <w:rFonts w:ascii="Interstate-Light" w:eastAsiaTheme="minorEastAsia" w:hAnsi="Interstate-Light" w:cs="Interstate-Light"/>
      <w:sz w:val="18"/>
      <w:szCs w:val="18"/>
    </w:rPr>
  </w:style>
  <w:style w:type="paragraph" w:customStyle="1" w:styleId="YRTPNL">
    <w:name w:val="YRTP_NL"/>
    <w:basedOn w:val="Normal"/>
    <w:uiPriority w:val="99"/>
    <w:rsid w:val="00B07847"/>
    <w:pPr>
      <w:widowControl w:val="0"/>
      <w:tabs>
        <w:tab w:val="decimal" w:pos="240"/>
      </w:tabs>
      <w:autoSpaceDE w:val="0"/>
      <w:autoSpaceDN w:val="0"/>
      <w:adjustRightInd w:val="0"/>
      <w:spacing w:before="180" w:after="60" w:line="260" w:lineRule="atLeast"/>
      <w:ind w:left="360" w:hanging="360"/>
      <w:textAlignment w:val="center"/>
    </w:pPr>
    <w:rPr>
      <w:rFonts w:ascii="Interstate-Regular" w:eastAsiaTheme="minorEastAsia" w:hAnsi="Interstate-Regular" w:cs="Interstate-Regular"/>
      <w:color w:val="000000"/>
      <w:sz w:val="20"/>
      <w:szCs w:val="20"/>
    </w:rPr>
  </w:style>
  <w:style w:type="paragraph" w:customStyle="1" w:styleId="BL01mid">
    <w:name w:val="BL_01_mid"/>
    <w:basedOn w:val="T"/>
    <w:uiPriority w:val="99"/>
    <w:rsid w:val="00B07847"/>
    <w:pPr>
      <w:ind w:left="480" w:hanging="240"/>
    </w:pPr>
  </w:style>
  <w:style w:type="paragraph" w:customStyle="1" w:styleId="NL01first">
    <w:name w:val="NL_01_first"/>
    <w:basedOn w:val="BL01mid"/>
    <w:uiPriority w:val="99"/>
    <w:rsid w:val="00B07847"/>
    <w:pPr>
      <w:spacing w:before="60"/>
    </w:pPr>
  </w:style>
  <w:style w:type="paragraph" w:customStyle="1" w:styleId="NL01mid">
    <w:name w:val="NL_01_mid"/>
    <w:basedOn w:val="T"/>
    <w:uiPriority w:val="99"/>
    <w:rsid w:val="00B07847"/>
    <w:pPr>
      <w:ind w:left="480" w:hanging="240"/>
    </w:pPr>
  </w:style>
  <w:style w:type="paragraph" w:customStyle="1" w:styleId="NL01last">
    <w:name w:val="NL_01_last"/>
    <w:basedOn w:val="BL01mid"/>
    <w:uiPriority w:val="99"/>
    <w:rsid w:val="00B07847"/>
    <w:pPr>
      <w:spacing w:after="60"/>
    </w:pPr>
  </w:style>
  <w:style w:type="paragraph" w:customStyle="1" w:styleId="BL01first">
    <w:name w:val="BL_01_first"/>
    <w:basedOn w:val="BL01mid"/>
    <w:uiPriority w:val="99"/>
    <w:rsid w:val="00B07847"/>
    <w:pPr>
      <w:spacing w:before="60"/>
    </w:pPr>
  </w:style>
  <w:style w:type="paragraph" w:customStyle="1" w:styleId="BL01last">
    <w:name w:val="BL_01_last"/>
    <w:basedOn w:val="BL01mid"/>
    <w:uiPriority w:val="99"/>
    <w:rsid w:val="00B07847"/>
    <w:pPr>
      <w:spacing w:after="60"/>
    </w:pPr>
  </w:style>
  <w:style w:type="paragraph" w:customStyle="1" w:styleId="TABtitle">
    <w:name w:val="TAB_title"/>
    <w:basedOn w:val="NoParagraphStyle"/>
    <w:uiPriority w:val="99"/>
    <w:rsid w:val="00B07847"/>
    <w:pPr>
      <w:suppressAutoHyphens/>
      <w:spacing w:line="240" w:lineRule="atLeast"/>
      <w:ind w:left="1440" w:hanging="1440"/>
    </w:pPr>
    <w:rPr>
      <w:rFonts w:ascii="Interstate-Bold" w:eastAsiaTheme="minorEastAsia" w:hAnsi="Interstate-Bold" w:cs="Interstate-Bold"/>
      <w:b/>
      <w:bCs/>
      <w:color w:val="FFFFFF"/>
      <w:position w:val="6"/>
      <w:sz w:val="22"/>
      <w:szCs w:val="22"/>
    </w:rPr>
  </w:style>
  <w:style w:type="paragraph" w:customStyle="1" w:styleId="TRR">
    <w:name w:val="T_RR"/>
    <w:basedOn w:val="T"/>
    <w:uiPriority w:val="99"/>
    <w:rsid w:val="00B07847"/>
    <w:pPr>
      <w:jc w:val="left"/>
    </w:pPr>
  </w:style>
  <w:style w:type="paragraph" w:customStyle="1" w:styleId="NL01Bold">
    <w:name w:val="NL_01_Bold"/>
    <w:basedOn w:val="BL01mid"/>
    <w:uiPriority w:val="99"/>
    <w:rsid w:val="009075E5"/>
    <w:pPr>
      <w:spacing w:before="60" w:line="480" w:lineRule="auto"/>
      <w:ind w:left="360"/>
    </w:pPr>
    <w:rPr>
      <w:rFonts w:ascii="Times New Roman" w:hAnsi="Times New Roman"/>
      <w:sz w:val="24"/>
    </w:rPr>
  </w:style>
  <w:style w:type="paragraph" w:customStyle="1" w:styleId="YRTPSUMNL">
    <w:name w:val="YRTP_SUM_NL"/>
    <w:basedOn w:val="YRTPNL"/>
    <w:uiPriority w:val="99"/>
    <w:rsid w:val="00B07847"/>
    <w:pPr>
      <w:pBdr>
        <w:top w:val="single" w:sz="16" w:space="12" w:color="auto"/>
      </w:pBdr>
      <w:spacing w:before="240"/>
    </w:pPr>
  </w:style>
  <w:style w:type="paragraph" w:customStyle="1" w:styleId="YATPT">
    <w:name w:val="YATP_T"/>
    <w:basedOn w:val="Normal"/>
    <w:uiPriority w:val="99"/>
    <w:rsid w:val="00B07847"/>
    <w:pPr>
      <w:widowControl w:val="0"/>
      <w:autoSpaceDE w:val="0"/>
      <w:autoSpaceDN w:val="0"/>
      <w:adjustRightInd w:val="0"/>
      <w:spacing w:after="60" w:line="260" w:lineRule="atLeast"/>
      <w:ind w:left="360"/>
      <w:textAlignment w:val="center"/>
    </w:pPr>
    <w:rPr>
      <w:rFonts w:ascii="Interstate-Light" w:eastAsiaTheme="minorEastAsia" w:hAnsi="Interstate-Light" w:cs="Interstate-Light"/>
      <w:color w:val="000000"/>
      <w:sz w:val="20"/>
      <w:szCs w:val="20"/>
    </w:rPr>
  </w:style>
  <w:style w:type="paragraph" w:customStyle="1" w:styleId="PKKT">
    <w:name w:val="PK_KT"/>
    <w:basedOn w:val="NoParagraphStyle"/>
    <w:uiPriority w:val="99"/>
    <w:rsid w:val="00B07847"/>
    <w:pPr>
      <w:spacing w:after="60" w:line="210" w:lineRule="atLeast"/>
      <w:ind w:left="360" w:hanging="360"/>
      <w:jc w:val="both"/>
    </w:pPr>
    <w:rPr>
      <w:rFonts w:ascii="Berkeley-Book" w:eastAsiaTheme="minorEastAsia" w:hAnsi="Berkeley-Book" w:cs="Berkeley-Book"/>
      <w:sz w:val="20"/>
      <w:szCs w:val="20"/>
    </w:rPr>
  </w:style>
  <w:style w:type="paragraph" w:customStyle="1" w:styleId="PKBL01">
    <w:name w:val="PK_BL_01"/>
    <w:basedOn w:val="BL01first"/>
    <w:uiPriority w:val="99"/>
    <w:rsid w:val="00B07847"/>
    <w:pPr>
      <w:spacing w:line="230" w:lineRule="atLeast"/>
    </w:pPr>
    <w:rPr>
      <w:sz w:val="20"/>
      <w:szCs w:val="20"/>
    </w:rPr>
  </w:style>
  <w:style w:type="paragraph" w:customStyle="1" w:styleId="AIATintro">
    <w:name w:val="AIA_T_intro"/>
    <w:basedOn w:val="Normal"/>
    <w:uiPriority w:val="99"/>
    <w:rsid w:val="00B07847"/>
    <w:pPr>
      <w:widowControl w:val="0"/>
      <w:autoSpaceDE w:val="0"/>
      <w:autoSpaceDN w:val="0"/>
      <w:adjustRightInd w:val="0"/>
      <w:spacing w:after="0" w:line="260" w:lineRule="atLeast"/>
      <w:jc w:val="both"/>
      <w:textAlignment w:val="center"/>
    </w:pPr>
    <w:rPr>
      <w:rFonts w:ascii="Berkeley-Book" w:eastAsiaTheme="minorEastAsia" w:hAnsi="Berkeley-Book" w:cs="Berkeley-Book"/>
      <w:color w:val="000000"/>
    </w:rPr>
  </w:style>
  <w:style w:type="paragraph" w:customStyle="1" w:styleId="AIANL">
    <w:name w:val="AIA_NL"/>
    <w:basedOn w:val="NoParagraphStyle"/>
    <w:uiPriority w:val="99"/>
    <w:rsid w:val="00B07847"/>
    <w:pPr>
      <w:tabs>
        <w:tab w:val="decimal" w:pos="240"/>
      </w:tabs>
      <w:spacing w:before="120" w:line="260" w:lineRule="atLeast"/>
      <w:ind w:left="360" w:hanging="360"/>
      <w:jc w:val="both"/>
    </w:pPr>
    <w:rPr>
      <w:rFonts w:ascii="Berkeley-Book" w:eastAsiaTheme="minorEastAsia" w:hAnsi="Berkeley-Book" w:cs="Berkeley-Book"/>
      <w:sz w:val="22"/>
      <w:szCs w:val="22"/>
    </w:rPr>
  </w:style>
  <w:style w:type="paragraph" w:customStyle="1" w:styleId="AIALL">
    <w:name w:val="AIA_LL"/>
    <w:basedOn w:val="AIANL"/>
    <w:uiPriority w:val="99"/>
    <w:rsid w:val="00B07847"/>
    <w:pPr>
      <w:tabs>
        <w:tab w:val="clear" w:pos="240"/>
        <w:tab w:val="decimal" w:pos="510"/>
      </w:tabs>
      <w:spacing w:before="0"/>
      <w:ind w:left="640" w:hanging="380"/>
    </w:pPr>
  </w:style>
  <w:style w:type="paragraph" w:customStyle="1" w:styleId="BXTABT">
    <w:name w:val="BX_TAB_T"/>
    <w:basedOn w:val="Normal"/>
    <w:uiPriority w:val="99"/>
    <w:rsid w:val="00B07847"/>
    <w:pPr>
      <w:widowControl w:val="0"/>
      <w:suppressAutoHyphens/>
      <w:autoSpaceDE w:val="0"/>
      <w:autoSpaceDN w:val="0"/>
      <w:adjustRightInd w:val="0"/>
      <w:spacing w:after="0" w:line="210" w:lineRule="atLeast"/>
      <w:textAlignment w:val="center"/>
    </w:pPr>
    <w:rPr>
      <w:rFonts w:ascii="Interstate-Light" w:eastAsiaTheme="minorEastAsia" w:hAnsi="Interstate-Light" w:cs="Interstate-Light"/>
      <w:color w:val="000000"/>
      <w:sz w:val="18"/>
      <w:szCs w:val="18"/>
      <w:lang w:val="en-GB"/>
    </w:rPr>
  </w:style>
  <w:style w:type="character" w:customStyle="1" w:styleId="KT">
    <w:name w:val="KT"/>
    <w:uiPriority w:val="99"/>
    <w:rsid w:val="00B07847"/>
    <w:rPr>
      <w:rFonts w:ascii="Berkeley-Bold" w:hAnsi="Berkeley-Bold"/>
      <w:b/>
      <w:color w:val="197FF2"/>
      <w:sz w:val="22"/>
      <w:u w:val="thick"/>
    </w:rPr>
  </w:style>
  <w:style w:type="character" w:customStyle="1" w:styleId="FIGREFBLS">
    <w:name w:val="FIG_REF_BLS"/>
    <w:uiPriority w:val="99"/>
    <w:rsid w:val="00B07847"/>
    <w:rPr>
      <w:position w:val="-6"/>
    </w:rPr>
  </w:style>
  <w:style w:type="character" w:customStyle="1" w:styleId="Italic">
    <w:name w:val="Italic"/>
    <w:uiPriority w:val="99"/>
    <w:rsid w:val="00B07847"/>
    <w:rPr>
      <w:i/>
    </w:rPr>
  </w:style>
  <w:style w:type="character" w:customStyle="1" w:styleId="BLRIH">
    <w:name w:val="BL_RIH"/>
    <w:uiPriority w:val="99"/>
    <w:rsid w:val="00B07847"/>
    <w:rPr>
      <w:rFonts w:ascii="Interstate-Regular" w:hAnsi="Interstate-Regular"/>
      <w:color w:val="B21900"/>
      <w:sz w:val="18"/>
    </w:rPr>
  </w:style>
  <w:style w:type="character" w:customStyle="1" w:styleId="Boldcolor">
    <w:name w:val="Bold color"/>
    <w:uiPriority w:val="99"/>
    <w:rsid w:val="00B07847"/>
    <w:rPr>
      <w:rFonts w:ascii="Interstate-Regular" w:hAnsi="Interstate-Regular"/>
      <w:color w:val="B21900"/>
      <w:sz w:val="18"/>
    </w:rPr>
  </w:style>
  <w:style w:type="character" w:customStyle="1" w:styleId="PKKT1">
    <w:name w:val="PK_KT1"/>
    <w:basedOn w:val="KT"/>
    <w:uiPriority w:val="99"/>
    <w:rsid w:val="00B07847"/>
    <w:rPr>
      <w:rFonts w:ascii="Berkeley-Bold" w:hAnsi="Berkeley-Bold" w:cs="Berkeley-Bold"/>
      <w:b/>
      <w:bCs/>
      <w:color w:val="197FF2"/>
      <w:sz w:val="20"/>
      <w:szCs w:val="20"/>
      <w:u w:val="thick"/>
    </w:rPr>
  </w:style>
  <w:style w:type="paragraph" w:customStyle="1" w:styleId="STNDTFLCO">
    <w:name w:val="STND_T_FL (CO)"/>
    <w:basedOn w:val="Normal"/>
    <w:uiPriority w:val="99"/>
    <w:rsid w:val="00B07847"/>
    <w:pPr>
      <w:widowControl w:val="0"/>
      <w:suppressAutoHyphens/>
      <w:autoSpaceDE w:val="0"/>
      <w:autoSpaceDN w:val="0"/>
      <w:adjustRightInd w:val="0"/>
      <w:spacing w:before="60" w:after="40" w:line="200" w:lineRule="atLeast"/>
      <w:textAlignment w:val="center"/>
    </w:pPr>
    <w:rPr>
      <w:rFonts w:ascii="Interstate-LightCondensed" w:eastAsiaTheme="minorEastAsia" w:hAnsi="Interstate-LightCondensed" w:cs="Interstate-LightCondensed"/>
      <w:color w:val="000000"/>
      <w:sz w:val="18"/>
      <w:szCs w:val="18"/>
    </w:rPr>
  </w:style>
  <w:style w:type="paragraph" w:customStyle="1" w:styleId="STNDBL02">
    <w:name w:val="STND_BL_02"/>
    <w:basedOn w:val="NoParagraphStyle"/>
    <w:uiPriority w:val="99"/>
    <w:rsid w:val="00B07847"/>
    <w:pPr>
      <w:spacing w:after="40" w:line="200" w:lineRule="atLeast"/>
      <w:ind w:left="180" w:hanging="180"/>
    </w:pPr>
    <w:rPr>
      <w:rFonts w:ascii="Interstate-LightCondensed" w:eastAsiaTheme="minorEastAsia" w:hAnsi="Interstate-LightCondensed" w:cs="Interstate-LightCondensed"/>
      <w:sz w:val="18"/>
      <w:szCs w:val="18"/>
    </w:rPr>
  </w:style>
  <w:style w:type="paragraph" w:customStyle="1" w:styleId="STNDNL01firstCO">
    <w:name w:val="STND_NL_01 first (CO)"/>
    <w:basedOn w:val="Normal"/>
    <w:uiPriority w:val="99"/>
    <w:rsid w:val="00B07847"/>
    <w:pPr>
      <w:widowControl w:val="0"/>
      <w:tabs>
        <w:tab w:val="decimal" w:pos="180"/>
      </w:tabs>
      <w:autoSpaceDE w:val="0"/>
      <w:autoSpaceDN w:val="0"/>
      <w:adjustRightInd w:val="0"/>
      <w:spacing w:after="40" w:line="200" w:lineRule="atLeast"/>
      <w:ind w:left="320" w:hanging="100"/>
      <w:textAlignment w:val="center"/>
    </w:pPr>
    <w:rPr>
      <w:rFonts w:ascii="Interstate-LightCondensed" w:eastAsiaTheme="minorEastAsia" w:hAnsi="Interstate-LightCondensed" w:cs="Interstate-LightCondensed"/>
      <w:color w:val="000000"/>
      <w:sz w:val="18"/>
      <w:szCs w:val="18"/>
    </w:rPr>
  </w:style>
  <w:style w:type="paragraph" w:customStyle="1" w:styleId="NL01mid1">
    <w:name w:val="NL_01_mid 1"/>
    <w:basedOn w:val="T"/>
    <w:uiPriority w:val="99"/>
    <w:rsid w:val="00B07847"/>
    <w:pPr>
      <w:ind w:left="480" w:hanging="240"/>
    </w:pPr>
  </w:style>
  <w:style w:type="paragraph" w:customStyle="1" w:styleId="NL01last1">
    <w:name w:val="NL_01_last 1"/>
    <w:basedOn w:val="BL01mid"/>
    <w:uiPriority w:val="99"/>
    <w:rsid w:val="00B07847"/>
    <w:pPr>
      <w:spacing w:after="60"/>
    </w:pPr>
  </w:style>
  <w:style w:type="paragraph" w:customStyle="1" w:styleId="BXtitle">
    <w:name w:val="BX_title"/>
    <w:basedOn w:val="NoParagraphStyle"/>
    <w:uiPriority w:val="99"/>
    <w:rsid w:val="00B07847"/>
    <w:pPr>
      <w:spacing w:line="320" w:lineRule="atLeast"/>
    </w:pPr>
    <w:rPr>
      <w:rFonts w:ascii="MarkerFeltThin" w:eastAsiaTheme="minorEastAsia" w:hAnsi="MarkerFeltThin" w:cs="MarkerFeltThin"/>
      <w:color w:val="FFFFFF"/>
      <w:sz w:val="28"/>
      <w:szCs w:val="28"/>
    </w:rPr>
  </w:style>
  <w:style w:type="paragraph" w:customStyle="1" w:styleId="BXTni">
    <w:name w:val="BX_T_ni"/>
    <w:basedOn w:val="NoParagraphStyle"/>
    <w:uiPriority w:val="99"/>
    <w:rsid w:val="00B07847"/>
    <w:pPr>
      <w:spacing w:line="210" w:lineRule="atLeast"/>
      <w:jc w:val="both"/>
    </w:pPr>
    <w:rPr>
      <w:rFonts w:ascii="Interstate-Light" w:eastAsiaTheme="minorEastAsia" w:hAnsi="Interstate-Light" w:cs="Interstate-Light"/>
      <w:sz w:val="18"/>
      <w:szCs w:val="18"/>
    </w:rPr>
  </w:style>
  <w:style w:type="paragraph" w:customStyle="1" w:styleId="NL01firstcopy1">
    <w:name w:val="NL_01_first copy 1"/>
    <w:basedOn w:val="BL01mid"/>
    <w:uiPriority w:val="99"/>
    <w:rsid w:val="00B07847"/>
    <w:pPr>
      <w:spacing w:before="60"/>
    </w:pPr>
  </w:style>
  <w:style w:type="paragraph" w:customStyle="1" w:styleId="BXT">
    <w:name w:val="BX_T"/>
    <w:basedOn w:val="NoParagraphStyle"/>
    <w:uiPriority w:val="99"/>
    <w:rsid w:val="00B07847"/>
    <w:pPr>
      <w:spacing w:line="210" w:lineRule="atLeast"/>
      <w:ind w:firstLine="180"/>
      <w:jc w:val="both"/>
    </w:pPr>
    <w:rPr>
      <w:rFonts w:ascii="Interstate-Light" w:eastAsiaTheme="minorEastAsia" w:hAnsi="Interstate-Light" w:cs="Interstate-Light"/>
      <w:sz w:val="18"/>
      <w:szCs w:val="18"/>
    </w:rPr>
  </w:style>
  <w:style w:type="paragraph" w:customStyle="1" w:styleId="BXBL01">
    <w:name w:val="BX_BL_01"/>
    <w:basedOn w:val="BXTni"/>
    <w:uiPriority w:val="99"/>
    <w:rsid w:val="00B07847"/>
    <w:pPr>
      <w:tabs>
        <w:tab w:val="left" w:pos="0"/>
      </w:tabs>
      <w:spacing w:after="20"/>
      <w:ind w:left="240" w:hanging="240"/>
    </w:pPr>
  </w:style>
  <w:style w:type="paragraph" w:customStyle="1" w:styleId="NLtext">
    <w:name w:val="NL_text"/>
    <w:basedOn w:val="T"/>
    <w:uiPriority w:val="99"/>
    <w:rsid w:val="00B07847"/>
    <w:pPr>
      <w:ind w:left="480" w:firstLine="240"/>
    </w:pPr>
  </w:style>
  <w:style w:type="paragraph" w:customStyle="1" w:styleId="SDNL">
    <w:name w:val="SD_NL"/>
    <w:basedOn w:val="T"/>
    <w:uiPriority w:val="99"/>
    <w:rsid w:val="00B07847"/>
    <w:pPr>
      <w:tabs>
        <w:tab w:val="decimal" w:pos="480"/>
      </w:tabs>
      <w:spacing w:after="40"/>
      <w:ind w:left="600" w:hanging="360"/>
    </w:pPr>
  </w:style>
  <w:style w:type="paragraph" w:customStyle="1" w:styleId="SDcaption">
    <w:name w:val="SD_caption"/>
    <w:basedOn w:val="NoParagraphStyle"/>
    <w:uiPriority w:val="99"/>
    <w:rsid w:val="00B07847"/>
    <w:pPr>
      <w:spacing w:line="210" w:lineRule="atLeast"/>
    </w:pPr>
    <w:rPr>
      <w:rFonts w:ascii="Interstate-Light" w:eastAsiaTheme="minorEastAsia" w:hAnsi="Interstate-Light" w:cs="Interstate-Light"/>
      <w:sz w:val="18"/>
      <w:szCs w:val="18"/>
    </w:rPr>
  </w:style>
  <w:style w:type="paragraph" w:customStyle="1" w:styleId="Bridgehead">
    <w:name w:val="Bridge head"/>
    <w:basedOn w:val="NoParagraphStyle"/>
    <w:uiPriority w:val="99"/>
    <w:rsid w:val="00B07847"/>
    <w:rPr>
      <w:rFonts w:ascii="Rockwell-ExtraBold" w:eastAsiaTheme="minorEastAsia" w:hAnsi="Rockwell-ExtraBold" w:cs="Rockwell-ExtraBold"/>
      <w:color w:val="D6DF23"/>
    </w:rPr>
  </w:style>
  <w:style w:type="character" w:customStyle="1" w:styleId="FIGREFN1">
    <w:name w:val="FIG_REF_N1"/>
    <w:uiPriority w:val="99"/>
    <w:rsid w:val="00B07847"/>
    <w:rPr>
      <w:outline/>
    </w:rPr>
  </w:style>
  <w:style w:type="character" w:styleId="CommentReference">
    <w:name w:val="annotation reference"/>
    <w:basedOn w:val="DefaultParagraphFont"/>
    <w:uiPriority w:val="99"/>
    <w:semiHidden/>
    <w:unhideWhenUsed/>
    <w:rsid w:val="00B07847"/>
    <w:rPr>
      <w:rFonts w:cs="Times New Roman"/>
      <w:sz w:val="16"/>
      <w:szCs w:val="16"/>
    </w:rPr>
  </w:style>
  <w:style w:type="paragraph" w:styleId="CommentText">
    <w:name w:val="annotation text"/>
    <w:basedOn w:val="Normal"/>
    <w:link w:val="CommentTextChar"/>
    <w:uiPriority w:val="99"/>
    <w:semiHidden/>
    <w:unhideWhenUsed/>
    <w:rsid w:val="00B07847"/>
    <w:rPr>
      <w:rFonts w:asciiTheme="minorHAnsi" w:eastAsiaTheme="minorEastAsia" w:hAnsiTheme="minorHAnsi"/>
      <w:sz w:val="20"/>
      <w:szCs w:val="20"/>
    </w:rPr>
  </w:style>
  <w:style w:type="character" w:customStyle="1" w:styleId="CommentTextChar">
    <w:name w:val="Comment Text Char"/>
    <w:basedOn w:val="DefaultParagraphFont"/>
    <w:link w:val="CommentText"/>
    <w:uiPriority w:val="99"/>
    <w:semiHidden/>
    <w:rsid w:val="00B07847"/>
    <w:rPr>
      <w:rFonts w:asciiTheme="minorHAnsi" w:eastAsiaTheme="minorEastAsia" w:hAnsiTheme="minorHAnsi"/>
    </w:rPr>
  </w:style>
  <w:style w:type="paragraph" w:customStyle="1" w:styleId="STNDBL01CO">
    <w:name w:val="STND_BL_01 (CO)"/>
    <w:basedOn w:val="NoParagraphStyle"/>
    <w:uiPriority w:val="99"/>
    <w:rsid w:val="00B07847"/>
    <w:pPr>
      <w:spacing w:after="40" w:line="200" w:lineRule="atLeast"/>
      <w:ind w:left="370" w:hanging="180"/>
    </w:pPr>
    <w:rPr>
      <w:rFonts w:ascii="Interstate-LightCondensed" w:eastAsiaTheme="minorEastAsia" w:hAnsi="Interstate-LightCondensed" w:cs="Interstate-LightCondensed"/>
      <w:sz w:val="18"/>
      <w:szCs w:val="18"/>
    </w:rPr>
  </w:style>
  <w:style w:type="paragraph" w:customStyle="1" w:styleId="H11line">
    <w:name w:val="H1_1line"/>
    <w:basedOn w:val="NoParagraphStyle"/>
    <w:uiPriority w:val="99"/>
    <w:rsid w:val="00B07847"/>
    <w:pPr>
      <w:keepNext/>
      <w:pBdr>
        <w:top w:val="single" w:sz="96" w:space="0" w:color="8C3003"/>
        <w:bottom w:val="single" w:sz="80" w:space="0" w:color="FFCB04"/>
      </w:pBdr>
      <w:spacing w:before="360" w:after="240" w:line="320" w:lineRule="atLeast"/>
      <w:ind w:left="540" w:hanging="540"/>
    </w:pPr>
    <w:rPr>
      <w:rFonts w:ascii="MRockwell-Bold" w:eastAsiaTheme="minorEastAsia" w:hAnsi="MRockwell-Bold" w:cs="MRockwell-Bold"/>
      <w:b/>
      <w:bCs/>
      <w:color w:val="FFFFFF"/>
      <w:sz w:val="28"/>
      <w:szCs w:val="28"/>
      <w:lang w:val="en-GB"/>
    </w:rPr>
  </w:style>
  <w:style w:type="paragraph" w:customStyle="1" w:styleId="YRTPTni">
    <w:name w:val="YRTP_T_ni"/>
    <w:basedOn w:val="NoParagraphStyle"/>
    <w:uiPriority w:val="99"/>
    <w:rsid w:val="00B07847"/>
    <w:pPr>
      <w:spacing w:after="60" w:line="260" w:lineRule="atLeast"/>
    </w:pPr>
    <w:rPr>
      <w:rFonts w:ascii="Interstate-Light" w:eastAsiaTheme="minorEastAsia" w:hAnsi="Interstate-Light" w:cs="Interstate-Light"/>
      <w:sz w:val="20"/>
      <w:szCs w:val="20"/>
    </w:rPr>
  </w:style>
  <w:style w:type="paragraph" w:customStyle="1" w:styleId="H12lineline01">
    <w:name w:val="H1_2line_line01"/>
    <w:basedOn w:val="H11line"/>
    <w:uiPriority w:val="99"/>
    <w:rsid w:val="00B07847"/>
    <w:pPr>
      <w:spacing w:after="0"/>
    </w:pPr>
  </w:style>
  <w:style w:type="paragraph" w:customStyle="1" w:styleId="BXNL01">
    <w:name w:val="BX_NL_01"/>
    <w:basedOn w:val="BXTni"/>
    <w:uiPriority w:val="99"/>
    <w:rsid w:val="00B07847"/>
    <w:pPr>
      <w:tabs>
        <w:tab w:val="left" w:pos="0"/>
      </w:tabs>
      <w:spacing w:after="20"/>
      <w:ind w:left="240" w:hanging="240"/>
    </w:pPr>
  </w:style>
  <w:style w:type="character" w:customStyle="1" w:styleId="REg">
    <w:name w:val="REg"/>
    <w:uiPriority w:val="99"/>
    <w:rsid w:val="00B07847"/>
    <w:rPr>
      <w:rFonts w:ascii="Interstate-Regular" w:hAnsi="Interstate-Regular"/>
      <w:color w:val="B56012"/>
      <w:sz w:val="18"/>
    </w:rPr>
  </w:style>
  <w:style w:type="character" w:customStyle="1" w:styleId="VOEQTDC">
    <w:name w:val="VOE_QT_DC"/>
    <w:uiPriority w:val="99"/>
    <w:rsid w:val="00B07847"/>
    <w:rPr>
      <w:rFonts w:ascii="Rockwell-ExtraBold" w:hAnsi="Rockwell-ExtraBold"/>
      <w:color w:val="4D2079"/>
      <w:position w:val="-24"/>
      <w:sz w:val="80"/>
    </w:rPr>
  </w:style>
  <w:style w:type="paragraph" w:customStyle="1" w:styleId="STNDNL02CO">
    <w:name w:val="STND_NL_02 (CO)"/>
    <w:basedOn w:val="STNDBL01CO"/>
    <w:uiPriority w:val="99"/>
    <w:rsid w:val="00B07847"/>
    <w:pPr>
      <w:ind w:left="320" w:hanging="100"/>
    </w:pPr>
  </w:style>
  <w:style w:type="paragraph" w:customStyle="1" w:styleId="STNDNL021CO">
    <w:name w:val="STND_NL_02 1 (CO)"/>
    <w:basedOn w:val="STNDBL01CO"/>
    <w:uiPriority w:val="99"/>
    <w:rsid w:val="00B07847"/>
    <w:pPr>
      <w:ind w:left="320" w:hanging="100"/>
    </w:pPr>
  </w:style>
  <w:style w:type="paragraph" w:customStyle="1" w:styleId="ASSBL01">
    <w:name w:val="ASS_BL_01"/>
    <w:basedOn w:val="Normal"/>
    <w:uiPriority w:val="99"/>
    <w:rsid w:val="00B07847"/>
    <w:pPr>
      <w:widowControl w:val="0"/>
      <w:tabs>
        <w:tab w:val="left" w:pos="0"/>
      </w:tabs>
      <w:autoSpaceDE w:val="0"/>
      <w:autoSpaceDN w:val="0"/>
      <w:adjustRightInd w:val="0"/>
      <w:spacing w:after="20" w:line="200" w:lineRule="atLeast"/>
      <w:ind w:left="240" w:hanging="240"/>
      <w:textAlignment w:val="center"/>
    </w:pPr>
    <w:rPr>
      <w:rFonts w:ascii="Interstate-Regular" w:eastAsiaTheme="minorEastAsia" w:hAnsi="Interstate-Regular" w:cs="Interstate-Regular"/>
      <w:color w:val="000000"/>
      <w:sz w:val="18"/>
      <w:szCs w:val="18"/>
    </w:rPr>
  </w:style>
  <w:style w:type="paragraph" w:customStyle="1" w:styleId="TABBL01">
    <w:name w:val="TAB_BL_01"/>
    <w:basedOn w:val="BXTABT"/>
    <w:uiPriority w:val="99"/>
    <w:rsid w:val="00B07847"/>
    <w:pPr>
      <w:spacing w:after="40"/>
      <w:ind w:left="240" w:hanging="240"/>
    </w:pPr>
  </w:style>
  <w:style w:type="paragraph" w:customStyle="1" w:styleId="TABH1">
    <w:name w:val="TAB_H1"/>
    <w:basedOn w:val="NoParagraphStyle"/>
    <w:uiPriority w:val="99"/>
    <w:rsid w:val="00B07847"/>
    <w:pPr>
      <w:spacing w:before="120" w:line="230" w:lineRule="atLeast"/>
    </w:pPr>
    <w:rPr>
      <w:rFonts w:ascii="Interstate-Bold" w:eastAsiaTheme="minorEastAsia" w:hAnsi="Interstate-Bold" w:cs="Interstate-Bold"/>
      <w:b/>
      <w:bCs/>
      <w:color w:val="FFFFFF"/>
      <w:sz w:val="20"/>
      <w:szCs w:val="20"/>
    </w:rPr>
  </w:style>
  <w:style w:type="paragraph" w:customStyle="1" w:styleId="TniRR">
    <w:name w:val="T_ni_RR"/>
    <w:basedOn w:val="Tni"/>
    <w:uiPriority w:val="99"/>
    <w:rsid w:val="00B07847"/>
    <w:pPr>
      <w:jc w:val="left"/>
    </w:pPr>
  </w:style>
  <w:style w:type="paragraph" w:customStyle="1" w:styleId="YouHead">
    <w:name w:val="You Head"/>
    <w:basedOn w:val="NoParagraphStyle"/>
    <w:uiPriority w:val="99"/>
    <w:rsid w:val="00B07847"/>
    <w:rPr>
      <w:rFonts w:ascii="Rockwell-ExtraBold" w:eastAsiaTheme="minorEastAsia" w:hAnsi="Rockwell-ExtraBold" w:cs="Rockwell-ExtraBold"/>
      <w:color w:val="CBFF00"/>
      <w:position w:val="-6"/>
      <w:sz w:val="56"/>
      <w:szCs w:val="56"/>
    </w:rPr>
  </w:style>
  <w:style w:type="paragraph" w:customStyle="1" w:styleId="BXTABBL01">
    <w:name w:val="BX_TAB_BL_01"/>
    <w:basedOn w:val="BXTABT"/>
    <w:uiPriority w:val="99"/>
    <w:rsid w:val="00B07847"/>
    <w:pPr>
      <w:tabs>
        <w:tab w:val="left" w:pos="0"/>
      </w:tabs>
      <w:ind w:left="180" w:hanging="180"/>
    </w:pPr>
  </w:style>
  <w:style w:type="character" w:customStyle="1" w:styleId="Bolditalic">
    <w:name w:val="Bold italic"/>
    <w:uiPriority w:val="99"/>
    <w:rsid w:val="00B07847"/>
  </w:style>
  <w:style w:type="character" w:customStyle="1" w:styleId="Bold0">
    <w:name w:val="Bold"/>
    <w:uiPriority w:val="99"/>
    <w:rsid w:val="00B07847"/>
    <w:rPr>
      <w:b/>
    </w:rPr>
  </w:style>
  <w:style w:type="paragraph" w:styleId="BalloonText">
    <w:name w:val="Balloon Text"/>
    <w:basedOn w:val="Normal"/>
    <w:link w:val="BalloonTextChar"/>
    <w:uiPriority w:val="99"/>
    <w:semiHidden/>
    <w:unhideWhenUsed/>
    <w:rsid w:val="00B0784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07847"/>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B07847"/>
    <w:pPr>
      <w:spacing w:after="0" w:line="240" w:lineRule="auto"/>
    </w:pPr>
    <w:rPr>
      <w:rFonts w:ascii="Times New Roman" w:eastAsia="Times New Roman" w:hAnsi="Times New Roman"/>
      <w:b/>
      <w:bCs/>
    </w:rPr>
  </w:style>
  <w:style w:type="character" w:customStyle="1" w:styleId="CommentSubjectChar">
    <w:name w:val="Comment Subject Char"/>
    <w:basedOn w:val="CommentTextChar"/>
    <w:link w:val="CommentSubject"/>
    <w:uiPriority w:val="99"/>
    <w:semiHidden/>
    <w:rsid w:val="00B07847"/>
    <w:rPr>
      <w:rFonts w:ascii="Times New Roman" w:eastAsiaTheme="minorEastAsia" w:hAnsi="Times New Roman"/>
      <w:b/>
      <w:bCs/>
    </w:rPr>
  </w:style>
  <w:style w:type="paragraph" w:customStyle="1" w:styleId="SOCT">
    <w:name w:val="SO_CT"/>
    <w:basedOn w:val="NoParagraphStyle"/>
    <w:uiPriority w:val="99"/>
    <w:rsid w:val="00B07847"/>
    <w:pPr>
      <w:spacing w:after="120" w:line="360" w:lineRule="atLeast"/>
      <w:ind w:left="700" w:hanging="680"/>
    </w:pPr>
    <w:rPr>
      <w:rFonts w:ascii="MRockwell-Bold" w:eastAsiaTheme="minorEastAsia" w:hAnsi="MRockwell-Bold" w:cs="MRockwell-Bold"/>
      <w:b/>
      <w:bCs/>
      <w:color w:val="FFCB00"/>
      <w:sz w:val="32"/>
      <w:szCs w:val="32"/>
    </w:rPr>
  </w:style>
  <w:style w:type="paragraph" w:customStyle="1" w:styleId="Chapter">
    <w:name w:val="Chapter"/>
    <w:basedOn w:val="NoParagraphStyle"/>
    <w:uiPriority w:val="99"/>
    <w:rsid w:val="00B07847"/>
    <w:pPr>
      <w:spacing w:line="280" w:lineRule="atLeast"/>
      <w:jc w:val="center"/>
    </w:pPr>
    <w:rPr>
      <w:rFonts w:ascii="Rockwell-ExtraBold" w:eastAsiaTheme="minorEastAsia" w:hAnsi="Rockwell-ExtraBold" w:cs="Rockwell-ExtraBold"/>
      <w:b/>
      <w:bCs/>
      <w:caps/>
      <w:color w:val="FFCB00"/>
      <w:sz w:val="28"/>
      <w:szCs w:val="28"/>
    </w:rPr>
  </w:style>
  <w:style w:type="paragraph" w:customStyle="1" w:styleId="CompCCO">
    <w:name w:val="Comp_C (CO)"/>
    <w:basedOn w:val="NoParagraphStyle"/>
    <w:uiPriority w:val="99"/>
    <w:rsid w:val="00B07847"/>
    <w:pPr>
      <w:suppressAutoHyphens/>
      <w:spacing w:before="240" w:line="240" w:lineRule="atLeast"/>
    </w:pPr>
    <w:rPr>
      <w:rFonts w:ascii="Interstate-Bold" w:eastAsiaTheme="minorEastAsia" w:hAnsi="Interstate-Bold" w:cs="Interstate-Bold"/>
      <w:b/>
      <w:bCs/>
      <w:color w:val="007F7F"/>
      <w:sz w:val="22"/>
      <w:szCs w:val="22"/>
    </w:rPr>
  </w:style>
  <w:style w:type="paragraph" w:customStyle="1" w:styleId="UL01first">
    <w:name w:val="UL_01_first"/>
    <w:basedOn w:val="BL01mid"/>
    <w:uiPriority w:val="99"/>
    <w:rsid w:val="00B07847"/>
    <w:pPr>
      <w:spacing w:before="60"/>
    </w:pPr>
  </w:style>
  <w:style w:type="paragraph" w:customStyle="1" w:styleId="UL01mid">
    <w:name w:val="UL_01_mid"/>
    <w:basedOn w:val="T"/>
    <w:uiPriority w:val="99"/>
    <w:rsid w:val="00B07847"/>
    <w:pPr>
      <w:ind w:left="480" w:hanging="240"/>
    </w:pPr>
  </w:style>
  <w:style w:type="paragraph" w:customStyle="1" w:styleId="UL01last">
    <w:name w:val="UL_01_last"/>
    <w:basedOn w:val="BL01mid"/>
    <w:uiPriority w:val="99"/>
    <w:rsid w:val="00B07847"/>
    <w:pPr>
      <w:spacing w:after="60"/>
    </w:pPr>
  </w:style>
  <w:style w:type="character" w:customStyle="1" w:styleId="SOCN">
    <w:name w:val="SO_CN"/>
    <w:uiPriority w:val="99"/>
    <w:rsid w:val="00B07847"/>
    <w:rPr>
      <w:rFonts w:ascii="Rockwell-ExtraBold" w:hAnsi="Rockwell-ExtraBold" w:cs="Rockwell-ExtraBold"/>
      <w:b/>
      <w:bCs/>
      <w:outline/>
      <w:position w:val="-4"/>
      <w:sz w:val="44"/>
      <w:szCs w:val="44"/>
    </w:rPr>
  </w:style>
  <w:style w:type="paragraph" w:customStyle="1" w:styleId="STNDBL02CO">
    <w:name w:val="STND_BL_02 (CO)"/>
    <w:basedOn w:val="NoParagraphStyle"/>
    <w:uiPriority w:val="99"/>
    <w:rsid w:val="00B07847"/>
    <w:pPr>
      <w:spacing w:after="40" w:line="200" w:lineRule="atLeast"/>
      <w:ind w:left="370" w:hanging="180"/>
    </w:pPr>
    <w:rPr>
      <w:rFonts w:ascii="Interstate-LightCondensed" w:eastAsiaTheme="minorEastAsia" w:hAnsi="Interstate-LightCondensed" w:cs="Interstate-LightCondensed"/>
      <w:sz w:val="18"/>
      <w:szCs w:val="18"/>
    </w:rPr>
  </w:style>
  <w:style w:type="paragraph" w:customStyle="1" w:styleId="STNDCL01CO">
    <w:name w:val="STND_CL_01 (CO)"/>
    <w:basedOn w:val="NoParagraphStyle"/>
    <w:uiPriority w:val="99"/>
    <w:rsid w:val="00B07847"/>
    <w:pPr>
      <w:spacing w:after="40" w:line="200" w:lineRule="atLeast"/>
      <w:ind w:left="370" w:hanging="180"/>
    </w:pPr>
    <w:rPr>
      <w:rFonts w:ascii="Interstate-LightCondensed" w:eastAsiaTheme="minorEastAsia" w:hAnsi="Interstate-LightCondensed" w:cs="Interstate-LightCondensed"/>
      <w:sz w:val="18"/>
      <w:szCs w:val="18"/>
    </w:rPr>
  </w:style>
  <w:style w:type="paragraph" w:customStyle="1" w:styleId="H12lineline02">
    <w:name w:val="H1_2line_line02"/>
    <w:basedOn w:val="H11line"/>
    <w:uiPriority w:val="99"/>
    <w:rsid w:val="00B07847"/>
    <w:pPr>
      <w:pBdr>
        <w:top w:val="single" w:sz="96" w:space="0" w:color="7F0000"/>
        <w:bottom w:val="none" w:sz="0" w:space="0" w:color="auto"/>
      </w:pBdr>
      <w:spacing w:before="0"/>
    </w:pPr>
    <w:rPr>
      <w:lang w:val="en-US"/>
    </w:rPr>
  </w:style>
  <w:style w:type="paragraph" w:customStyle="1" w:styleId="ASSTNL">
    <w:name w:val="ASS_T_NL"/>
    <w:basedOn w:val="Normal"/>
    <w:uiPriority w:val="99"/>
    <w:rsid w:val="00B07847"/>
    <w:pPr>
      <w:widowControl w:val="0"/>
      <w:tabs>
        <w:tab w:val="decimal" w:pos="180"/>
        <w:tab w:val="left" w:pos="320"/>
      </w:tabs>
      <w:autoSpaceDE w:val="0"/>
      <w:autoSpaceDN w:val="0"/>
      <w:adjustRightInd w:val="0"/>
      <w:spacing w:after="20" w:line="200" w:lineRule="atLeast"/>
      <w:textAlignment w:val="center"/>
    </w:pPr>
    <w:rPr>
      <w:rFonts w:ascii="Interstate-Light" w:eastAsiaTheme="minorEastAsia" w:hAnsi="Interstate-Light" w:cs="Interstate-Light"/>
      <w:color w:val="000000"/>
      <w:sz w:val="18"/>
      <w:szCs w:val="18"/>
    </w:rPr>
  </w:style>
  <w:style w:type="paragraph" w:customStyle="1" w:styleId="CompBCO0">
    <w:name w:val="Comp_B (CO)"/>
    <w:basedOn w:val="NoParagraphStyle"/>
    <w:uiPriority w:val="99"/>
    <w:rsid w:val="00B07847"/>
    <w:pPr>
      <w:suppressAutoHyphens/>
      <w:spacing w:before="240" w:line="240" w:lineRule="atLeast"/>
    </w:pPr>
    <w:rPr>
      <w:rFonts w:ascii="Interstate-Bold" w:eastAsiaTheme="minorEastAsia" w:hAnsi="Interstate-Bold" w:cs="Interstate-Bold"/>
      <w:b/>
      <w:bCs/>
      <w:color w:val="007F7F"/>
      <w:sz w:val="22"/>
      <w:szCs w:val="22"/>
    </w:rPr>
  </w:style>
  <w:style w:type="paragraph" w:customStyle="1" w:styleId="COSTNDH1CO">
    <w:name w:val="CO_STND_H1 (CO)"/>
    <w:basedOn w:val="NoParagraphStyle"/>
    <w:uiPriority w:val="99"/>
    <w:rsid w:val="00B07847"/>
    <w:pPr>
      <w:suppressAutoHyphens/>
      <w:spacing w:before="240" w:line="240" w:lineRule="atLeast"/>
    </w:pPr>
    <w:rPr>
      <w:rFonts w:ascii="Interstate-Bold" w:eastAsiaTheme="minorEastAsia" w:hAnsi="Interstate-Bold" w:cs="Interstate-Bold"/>
      <w:b/>
      <w:bCs/>
      <w:color w:val="B21900"/>
      <w:sz w:val="22"/>
      <w:szCs w:val="22"/>
      <w:lang w:val="en-GB"/>
    </w:rPr>
  </w:style>
  <w:style w:type="paragraph" w:customStyle="1" w:styleId="EXT">
    <w:name w:val="EXT"/>
    <w:basedOn w:val="NoParagraphStyle"/>
    <w:uiPriority w:val="99"/>
    <w:rsid w:val="00B07847"/>
    <w:pPr>
      <w:spacing w:before="240" w:after="220" w:line="240" w:lineRule="atLeast"/>
      <w:ind w:left="480" w:right="480"/>
      <w:jc w:val="both"/>
    </w:pPr>
    <w:rPr>
      <w:rFonts w:ascii="Berkeley-Book" w:eastAsiaTheme="minorEastAsia" w:hAnsi="Berkeley-Book" w:cs="Berkeley-Book"/>
      <w:sz w:val="20"/>
      <w:szCs w:val="20"/>
    </w:rPr>
  </w:style>
  <w:style w:type="paragraph" w:customStyle="1" w:styleId="BL02">
    <w:name w:val="BL_02"/>
    <w:basedOn w:val="T"/>
    <w:uiPriority w:val="99"/>
    <w:rsid w:val="00B07847"/>
    <w:pPr>
      <w:ind w:left="720" w:hanging="240"/>
    </w:pPr>
  </w:style>
  <w:style w:type="paragraph" w:customStyle="1" w:styleId="YRTPSUMBL">
    <w:name w:val="YRTP_SUM_BL"/>
    <w:basedOn w:val="NoParagraphStyle"/>
    <w:uiPriority w:val="99"/>
    <w:rsid w:val="00B07847"/>
    <w:pPr>
      <w:tabs>
        <w:tab w:val="decimal" w:pos="240"/>
      </w:tabs>
      <w:spacing w:before="60" w:line="260" w:lineRule="atLeast"/>
      <w:ind w:left="690" w:hanging="240"/>
    </w:pPr>
    <w:rPr>
      <w:rFonts w:ascii="Interstate-Light" w:eastAsiaTheme="minorEastAsia" w:hAnsi="Interstate-Light" w:cs="Interstate-Light"/>
      <w:sz w:val="20"/>
      <w:szCs w:val="20"/>
    </w:rPr>
  </w:style>
  <w:style w:type="character" w:customStyle="1" w:styleId="REG0">
    <w:name w:val="REG"/>
    <w:uiPriority w:val="99"/>
    <w:rsid w:val="00B07847"/>
    <w:rPr>
      <w:rFonts w:ascii="Interstate-Regular" w:hAnsi="Interstate-Regular" w:cs="Interstate-Regular"/>
      <w:color w:val="B21900"/>
      <w:sz w:val="18"/>
      <w:szCs w:val="18"/>
    </w:rPr>
  </w:style>
  <w:style w:type="paragraph" w:customStyle="1" w:styleId="STNDNL01">
    <w:name w:val="STND_NL_01"/>
    <w:basedOn w:val="STNDBL01"/>
    <w:uiPriority w:val="99"/>
    <w:rsid w:val="00B07847"/>
    <w:pPr>
      <w:tabs>
        <w:tab w:val="decimal" w:pos="180"/>
      </w:tabs>
      <w:ind w:left="300" w:hanging="300"/>
    </w:pPr>
  </w:style>
  <w:style w:type="character" w:customStyle="1" w:styleId="SCaps">
    <w:name w:val="S_Caps"/>
    <w:uiPriority w:val="99"/>
    <w:rsid w:val="00B07847"/>
  </w:style>
  <w:style w:type="paragraph" w:customStyle="1" w:styleId="ST">
    <w:name w:val="ST"/>
    <w:basedOn w:val="NoParagraphStyle"/>
    <w:uiPriority w:val="99"/>
    <w:rsid w:val="00B07847"/>
    <w:pPr>
      <w:suppressAutoHyphens/>
      <w:spacing w:line="640" w:lineRule="atLeast"/>
    </w:pPr>
    <w:rPr>
      <w:rFonts w:ascii="Rockwell-ExtraBold" w:eastAsiaTheme="minorEastAsia" w:hAnsi="Rockwell-ExtraBold" w:cs="Rockwell-ExtraBold"/>
      <w:b/>
      <w:bCs/>
      <w:color w:val="FFCB00"/>
      <w:sz w:val="64"/>
      <w:szCs w:val="64"/>
      <w:lang w:val="en-GB"/>
    </w:rPr>
  </w:style>
  <w:style w:type="paragraph" w:customStyle="1" w:styleId="STNDNL01first">
    <w:name w:val="STND_NL_01 first"/>
    <w:basedOn w:val="STNDBL01"/>
    <w:uiPriority w:val="99"/>
    <w:rsid w:val="00B07847"/>
    <w:pPr>
      <w:tabs>
        <w:tab w:val="decimal" w:pos="180"/>
      </w:tabs>
      <w:ind w:left="320" w:hanging="100"/>
    </w:pPr>
  </w:style>
  <w:style w:type="paragraph" w:customStyle="1" w:styleId="BXNL01first">
    <w:name w:val="BX_NL_01 first"/>
    <w:basedOn w:val="BXTni"/>
    <w:uiPriority w:val="99"/>
    <w:rsid w:val="00B07847"/>
    <w:pPr>
      <w:tabs>
        <w:tab w:val="left" w:pos="0"/>
        <w:tab w:val="decimal" w:pos="105"/>
        <w:tab w:val="left" w:pos="320"/>
      </w:tabs>
      <w:spacing w:after="20"/>
      <w:jc w:val="left"/>
    </w:pPr>
  </w:style>
  <w:style w:type="paragraph" w:customStyle="1" w:styleId="skillDrill">
    <w:name w:val="skill Drill"/>
    <w:basedOn w:val="NoParagraphStyle"/>
    <w:uiPriority w:val="99"/>
    <w:rsid w:val="00B07847"/>
    <w:rPr>
      <w:rFonts w:ascii="Rockwell-ExtraBold" w:eastAsiaTheme="minorEastAsia" w:hAnsi="Rockwell-ExtraBold" w:cs="Rockwell-ExtraBold"/>
      <w:b/>
      <w:bCs/>
      <w:color w:val="7F0000"/>
      <w:sz w:val="27"/>
      <w:szCs w:val="27"/>
    </w:rPr>
  </w:style>
  <w:style w:type="paragraph" w:customStyle="1" w:styleId="AIAT">
    <w:name w:val="AIA_T"/>
    <w:basedOn w:val="T"/>
    <w:uiPriority w:val="99"/>
    <w:rsid w:val="00B07847"/>
    <w:pPr>
      <w:spacing w:after="240"/>
    </w:pPr>
  </w:style>
  <w:style w:type="character" w:customStyle="1" w:styleId="FIGREFFIG">
    <w:name w:val="FIG_REF_FIG"/>
    <w:uiPriority w:val="99"/>
    <w:rsid w:val="00B07847"/>
    <w:rPr>
      <w:rFonts w:ascii="Interstate-RegularCondensed" w:hAnsi="Interstate-RegularCondensed" w:cs="Interstate-RegularCondensed"/>
      <w:outline/>
      <w:sz w:val="18"/>
      <w:szCs w:val="18"/>
    </w:rPr>
  </w:style>
  <w:style w:type="character" w:customStyle="1" w:styleId="BTSQR">
    <w:name w:val="BT_SQR"/>
    <w:uiPriority w:val="99"/>
    <w:rsid w:val="00B07847"/>
    <w:rPr>
      <w:rFonts w:ascii="ZapfDingbatsITC" w:hAnsi="ZapfDingbatsITC" w:cs="ZapfDingbatsITC"/>
      <w:color w:val="B21900"/>
      <w:position w:val="2"/>
      <w:sz w:val="10"/>
      <w:szCs w:val="10"/>
    </w:rPr>
  </w:style>
  <w:style w:type="character" w:customStyle="1" w:styleId="STNDBN">
    <w:name w:val="STND_BN"/>
    <w:uiPriority w:val="99"/>
    <w:rsid w:val="00B07847"/>
    <w:rPr>
      <w:rFonts w:ascii="Interstate-BoldCondensed" w:hAnsi="Interstate-BoldCondensed" w:cs="Interstate-BoldCondensed"/>
      <w:b/>
      <w:bCs/>
      <w:color w:val="B21900"/>
      <w:sz w:val="18"/>
      <w:szCs w:val="18"/>
    </w:rPr>
  </w:style>
  <w:style w:type="character" w:customStyle="1" w:styleId="H1-BLS">
    <w:name w:val="H1-BLS"/>
    <w:uiPriority w:val="99"/>
    <w:rsid w:val="00B07847"/>
    <w:rPr>
      <w:rFonts w:ascii="Webdings" w:hAnsi="Webdings" w:cs="Webdings"/>
      <w:color w:val="7F0000"/>
      <w:position w:val="-28"/>
      <w:sz w:val="44"/>
      <w:szCs w:val="44"/>
    </w:rPr>
  </w:style>
  <w:style w:type="character" w:customStyle="1" w:styleId="DCintro">
    <w:name w:val="DC_intro"/>
    <w:uiPriority w:val="99"/>
    <w:rsid w:val="00B07847"/>
    <w:rPr>
      <w:rFonts w:ascii="Interstate-Black" w:hAnsi="Interstate-Black" w:cs="Interstate-Black"/>
      <w:color w:val="00FFB2"/>
      <w:sz w:val="26"/>
      <w:szCs w:val="26"/>
    </w:rPr>
  </w:style>
  <w:style w:type="character" w:customStyle="1" w:styleId="SDBN">
    <w:name w:val="SD_BN"/>
    <w:uiPriority w:val="99"/>
    <w:rsid w:val="00B07847"/>
    <w:rPr>
      <w:rFonts w:ascii="MRockwell-Bold" w:hAnsi="MRockwell-Bold" w:cs="MRockwell-Bold"/>
      <w:b/>
      <w:bCs/>
      <w:color w:val="B21900"/>
      <w:sz w:val="20"/>
      <w:szCs w:val="20"/>
    </w:rPr>
  </w:style>
  <w:style w:type="character" w:customStyle="1" w:styleId="AIADC">
    <w:name w:val="AIA_DC"/>
    <w:uiPriority w:val="99"/>
    <w:rsid w:val="00B07847"/>
    <w:rPr>
      <w:rFonts w:ascii="Rockwell-Bold" w:hAnsi="Rockwell-Bold" w:cs="Rockwell-Bold"/>
      <w:b/>
      <w:bCs/>
      <w:color w:val="00004C"/>
      <w:sz w:val="26"/>
      <w:szCs w:val="26"/>
    </w:rPr>
  </w:style>
  <w:style w:type="character" w:customStyle="1" w:styleId="BF">
    <w:name w:val="BF"/>
    <w:uiPriority w:val="99"/>
    <w:rsid w:val="00B07847"/>
    <w:rPr>
      <w:b/>
      <w:bCs/>
    </w:rPr>
  </w:style>
  <w:style w:type="character" w:customStyle="1" w:styleId="BFN">
    <w:name w:val="BFN"/>
    <w:basedOn w:val="BF"/>
    <w:uiPriority w:val="99"/>
    <w:rsid w:val="00B07847"/>
    <w:rPr>
      <w:b/>
      <w:bCs/>
    </w:rPr>
  </w:style>
  <w:style w:type="paragraph" w:customStyle="1" w:styleId="ASSTni">
    <w:name w:val="ASS_T_ni"/>
    <w:basedOn w:val="NoParagraphStyle"/>
    <w:uiPriority w:val="99"/>
    <w:rsid w:val="00B07847"/>
    <w:pPr>
      <w:spacing w:after="40" w:line="200" w:lineRule="atLeast"/>
    </w:pPr>
    <w:rPr>
      <w:rFonts w:ascii="Interstate-Regular" w:eastAsiaTheme="minorEastAsia" w:hAnsi="Interstate-Regular" w:cs="Interstate-Regular"/>
      <w:sz w:val="18"/>
      <w:szCs w:val="18"/>
    </w:rPr>
  </w:style>
  <w:style w:type="paragraph" w:customStyle="1" w:styleId="ASSTniK">
    <w:name w:val="ASS_T_ni_K"/>
    <w:basedOn w:val="ASSTni"/>
    <w:uiPriority w:val="99"/>
    <w:rsid w:val="00B07847"/>
    <w:rPr>
      <w:rFonts w:ascii="Interstate-Light" w:hAnsi="Interstate-Light" w:cs="Interstate-Light"/>
    </w:rPr>
  </w:style>
  <w:style w:type="paragraph" w:customStyle="1" w:styleId="SDtitle">
    <w:name w:val="SD_title"/>
    <w:basedOn w:val="NoParagraphStyle"/>
    <w:uiPriority w:val="99"/>
    <w:rsid w:val="00B07847"/>
    <w:pPr>
      <w:spacing w:line="400" w:lineRule="atLeast"/>
    </w:pPr>
    <w:rPr>
      <w:rFonts w:ascii="Interstate-BoldCondensed" w:eastAsiaTheme="minorEastAsia" w:hAnsi="Interstate-BoldCondensed" w:cs="Interstate-BoldCondensed"/>
      <w:b/>
      <w:bCs/>
      <w:sz w:val="32"/>
      <w:szCs w:val="32"/>
    </w:rPr>
  </w:style>
  <w:style w:type="paragraph" w:customStyle="1" w:styleId="SDNL-Sub">
    <w:name w:val="SD_NL-Sub"/>
    <w:basedOn w:val="T"/>
    <w:uiPriority w:val="99"/>
    <w:rsid w:val="00B07847"/>
    <w:pPr>
      <w:tabs>
        <w:tab w:val="left" w:pos="820"/>
      </w:tabs>
      <w:spacing w:after="40"/>
      <w:ind w:left="600" w:firstLine="0"/>
    </w:pPr>
  </w:style>
  <w:style w:type="paragraph" w:customStyle="1" w:styleId="PKBL02">
    <w:name w:val="PK_BL_02"/>
    <w:basedOn w:val="PKBL01"/>
    <w:uiPriority w:val="99"/>
    <w:rsid w:val="00B07847"/>
    <w:pPr>
      <w:spacing w:before="0"/>
      <w:ind w:left="780"/>
    </w:pPr>
  </w:style>
  <w:style w:type="paragraph" w:customStyle="1" w:styleId="YATPBL">
    <w:name w:val="YATP_BL"/>
    <w:basedOn w:val="NoParagraphStyle"/>
    <w:uiPriority w:val="99"/>
    <w:rsid w:val="00B07847"/>
    <w:pPr>
      <w:tabs>
        <w:tab w:val="left" w:pos="240"/>
      </w:tabs>
      <w:spacing w:after="60" w:line="260" w:lineRule="atLeast"/>
      <w:ind w:left="700" w:hanging="250"/>
    </w:pPr>
    <w:rPr>
      <w:rFonts w:ascii="Interstate-Light" w:eastAsiaTheme="minorEastAsia" w:hAnsi="Interstate-Light" w:cs="Interstate-Light"/>
      <w:sz w:val="20"/>
      <w:szCs w:val="20"/>
    </w:rPr>
  </w:style>
  <w:style w:type="paragraph" w:customStyle="1" w:styleId="AIATsmall">
    <w:name w:val="AIA_T_small"/>
    <w:basedOn w:val="NoParagraphStyle"/>
    <w:uiPriority w:val="99"/>
    <w:rsid w:val="00B07847"/>
    <w:pPr>
      <w:tabs>
        <w:tab w:val="decimal" w:pos="240"/>
      </w:tabs>
      <w:spacing w:before="120" w:after="180" w:line="250" w:lineRule="atLeast"/>
      <w:jc w:val="both"/>
    </w:pPr>
    <w:rPr>
      <w:rFonts w:ascii="Berkeley-Book" w:eastAsiaTheme="minorEastAsia" w:hAnsi="Berkeley-Book" w:cs="Berkeley-Book"/>
      <w:sz w:val="22"/>
      <w:szCs w:val="22"/>
    </w:rPr>
  </w:style>
  <w:style w:type="paragraph" w:customStyle="1" w:styleId="YouHead0">
    <w:name w:val="You_Head"/>
    <w:basedOn w:val="NoParagraphStyle"/>
    <w:uiPriority w:val="99"/>
    <w:rsid w:val="00B07847"/>
    <w:rPr>
      <w:rFonts w:ascii="Rockwell-ExtraBold" w:eastAsiaTheme="minorEastAsia" w:hAnsi="Rockwell-ExtraBold" w:cs="Rockwell-ExtraBold"/>
      <w:color w:val="CBFF00"/>
      <w:sz w:val="36"/>
      <w:szCs w:val="36"/>
    </w:rPr>
  </w:style>
  <w:style w:type="paragraph" w:customStyle="1" w:styleId="TH4RIH">
    <w:name w:val="T_H4_RIH"/>
    <w:basedOn w:val="T"/>
    <w:uiPriority w:val="99"/>
    <w:rsid w:val="00B07847"/>
    <w:pPr>
      <w:ind w:firstLine="0"/>
    </w:pPr>
  </w:style>
  <w:style w:type="character" w:customStyle="1" w:styleId="You">
    <w:name w:val="You"/>
    <w:uiPriority w:val="99"/>
    <w:rsid w:val="00B07847"/>
    <w:rPr>
      <w:rFonts w:ascii="Rockwell-ExtraBold" w:hAnsi="Rockwell-ExtraBold" w:cs="Rockwell-ExtraBold"/>
      <w:color w:val="CBFF00"/>
      <w:sz w:val="36"/>
      <w:szCs w:val="36"/>
    </w:rPr>
  </w:style>
  <w:style w:type="character" w:customStyle="1" w:styleId="Are">
    <w:name w:val="Are"/>
    <w:uiPriority w:val="99"/>
    <w:rsid w:val="00B07847"/>
    <w:rPr>
      <w:rFonts w:ascii="Rockwell-Bold" w:hAnsi="Rockwell-Bold" w:cs="Rockwell-Bold"/>
      <w:b/>
      <w:bCs/>
      <w:outline/>
      <w:sz w:val="36"/>
      <w:szCs w:val="36"/>
    </w:rPr>
  </w:style>
  <w:style w:type="character" w:customStyle="1" w:styleId="Part">
    <w:name w:val="Part"/>
    <w:uiPriority w:val="99"/>
    <w:rsid w:val="00B07847"/>
    <w:rPr>
      <w:rFonts w:ascii="Rockwell-Bold" w:hAnsi="Rockwell-Bold" w:cs="Rockwell-Bold"/>
      <w:b/>
      <w:bCs/>
      <w:caps/>
      <w:color w:val="CBFF00"/>
      <w:sz w:val="36"/>
      <w:szCs w:val="36"/>
    </w:rPr>
  </w:style>
  <w:style w:type="paragraph" w:customStyle="1" w:styleId="TRRright">
    <w:name w:val="T_RR_right"/>
    <w:basedOn w:val="T"/>
    <w:uiPriority w:val="99"/>
    <w:rsid w:val="00B07847"/>
    <w:pPr>
      <w:jc w:val="right"/>
    </w:pPr>
  </w:style>
  <w:style w:type="paragraph" w:customStyle="1" w:styleId="YRTPSUMNL2">
    <w:name w:val="YRTP_SUM_NL 2"/>
    <w:basedOn w:val="YRTPNL"/>
    <w:uiPriority w:val="99"/>
    <w:rsid w:val="00B07847"/>
    <w:pPr>
      <w:spacing w:before="0"/>
    </w:pPr>
    <w:rPr>
      <w:rFonts w:ascii="Interstate-Light" w:hAnsi="Interstate-Light" w:cs="Interstate-Light"/>
    </w:rPr>
  </w:style>
  <w:style w:type="character" w:customStyle="1" w:styleId="YRTPital">
    <w:name w:val="YRTP_ital"/>
    <w:uiPriority w:val="99"/>
    <w:rsid w:val="00B07847"/>
    <w:rPr>
      <w:rFonts w:ascii="Interstate-LightItalic" w:hAnsi="Interstate-LightItalic" w:cs="Interstate-LightItalic"/>
      <w:i/>
      <w:iCs/>
    </w:rPr>
  </w:style>
  <w:style w:type="paragraph" w:customStyle="1" w:styleId="BXRIH">
    <w:name w:val="BX_RIH"/>
    <w:basedOn w:val="BXTni"/>
    <w:uiPriority w:val="99"/>
    <w:rsid w:val="00B07847"/>
    <w:pPr>
      <w:tabs>
        <w:tab w:val="left" w:pos="960"/>
      </w:tabs>
      <w:spacing w:after="20"/>
    </w:pPr>
  </w:style>
  <w:style w:type="paragraph" w:customStyle="1" w:styleId="AIALLsub">
    <w:name w:val="AIA_LL sub"/>
    <w:basedOn w:val="AIANL"/>
    <w:uiPriority w:val="99"/>
    <w:rsid w:val="00B07847"/>
    <w:pPr>
      <w:tabs>
        <w:tab w:val="clear" w:pos="240"/>
        <w:tab w:val="decimal" w:pos="510"/>
      </w:tabs>
      <w:spacing w:before="0"/>
      <w:ind w:left="640" w:hanging="380"/>
    </w:pPr>
  </w:style>
  <w:style w:type="character" w:customStyle="1" w:styleId="FigBold">
    <w:name w:val="Fig Bold"/>
    <w:uiPriority w:val="99"/>
    <w:rsid w:val="00B07847"/>
    <w:rPr>
      <w:b/>
      <w:bCs/>
    </w:rPr>
  </w:style>
  <w:style w:type="character" w:customStyle="1" w:styleId="TABN">
    <w:name w:val="TAB_N"/>
    <w:uiPriority w:val="99"/>
    <w:rsid w:val="00B07847"/>
    <w:rPr>
      <w:rFonts w:ascii="Interstate-BlackCompressed" w:hAnsi="Interstate-BlackCompressed" w:cs="Interstate-BlackCompressed"/>
      <w:color w:val="00004C"/>
      <w:position w:val="-8"/>
      <w:sz w:val="44"/>
      <w:szCs w:val="44"/>
    </w:rPr>
  </w:style>
  <w:style w:type="paragraph" w:customStyle="1" w:styleId="GLOSentry">
    <w:name w:val="GLOS_entry"/>
    <w:basedOn w:val="NoParagraphStyle"/>
    <w:uiPriority w:val="99"/>
    <w:rsid w:val="00B07847"/>
    <w:pPr>
      <w:spacing w:after="65" w:line="215" w:lineRule="atLeast"/>
      <w:jc w:val="both"/>
    </w:pPr>
    <w:rPr>
      <w:rFonts w:ascii="Berkeley-Book" w:eastAsiaTheme="minorEastAsia" w:hAnsi="Berkeley-Book" w:cs="Berkeley-Book"/>
      <w:sz w:val="18"/>
      <w:szCs w:val="18"/>
    </w:rPr>
  </w:style>
  <w:style w:type="character" w:customStyle="1" w:styleId="glossbold">
    <w:name w:val="gloss bold"/>
    <w:uiPriority w:val="99"/>
    <w:rsid w:val="00B07847"/>
    <w:rPr>
      <w:rFonts w:ascii="Interstate-Regular" w:hAnsi="Interstate-Regular" w:cs="Interstate-Regular"/>
      <w:color w:val="00FFFF"/>
      <w:sz w:val="17"/>
      <w:szCs w:val="17"/>
    </w:rPr>
  </w:style>
  <w:style w:type="character" w:customStyle="1" w:styleId="glosstext">
    <w:name w:val="gloss text"/>
    <w:uiPriority w:val="99"/>
    <w:rsid w:val="00B07847"/>
    <w:rPr>
      <w:rFonts w:ascii="Berkeley-Book" w:hAnsi="Berkeley-Book" w:cs="Berkeley-Book"/>
      <w:color w:val="000000"/>
      <w:sz w:val="18"/>
      <w:szCs w:val="18"/>
    </w:rPr>
  </w:style>
  <w:style w:type="paragraph" w:customStyle="1" w:styleId="GLOSChapterHeading">
    <w:name w:val="GLOS_Chapter Heading"/>
    <w:basedOn w:val="GLOSentry"/>
    <w:uiPriority w:val="99"/>
    <w:rsid w:val="00B07847"/>
    <w:pPr>
      <w:spacing w:before="90" w:after="0" w:line="190" w:lineRule="atLeast"/>
      <w:jc w:val="left"/>
    </w:pPr>
    <w:rPr>
      <w:rFonts w:ascii="Interstate-Regular" w:hAnsi="Interstate-Regular" w:cs="Interstate-Regular"/>
      <w:color w:val="FF4C00"/>
      <w:sz w:val="15"/>
      <w:szCs w:val="15"/>
    </w:rPr>
  </w:style>
  <w:style w:type="character" w:customStyle="1" w:styleId="glossitalic">
    <w:name w:val="gloss italic"/>
    <w:uiPriority w:val="99"/>
    <w:rsid w:val="00B07847"/>
    <w:rPr>
      <w:rFonts w:ascii="BerkeleyOldstyleITCbyBT-BkItal" w:hAnsi="BerkeleyOldstyleITCbyBT-BkItal" w:cs="BerkeleyOldstyleITCbyBT-BkItal"/>
      <w:i/>
      <w:iCs/>
      <w:color w:val="000000"/>
      <w:spacing w:val="0"/>
      <w:sz w:val="17"/>
      <w:szCs w:val="17"/>
    </w:rPr>
  </w:style>
  <w:style w:type="character" w:customStyle="1" w:styleId="Sup">
    <w:name w:val="Sup"/>
    <w:uiPriority w:val="99"/>
    <w:rsid w:val="00B07847"/>
    <w:rPr>
      <w:vertAlign w:val="superscript"/>
    </w:rPr>
  </w:style>
  <w:style w:type="paragraph" w:customStyle="1" w:styleId="Vocabularyitem">
    <w:name w:val="Vocabulary_item"/>
    <w:basedOn w:val="TextNoIndent"/>
    <w:qFormat/>
    <w:rsid w:val="00900CFE"/>
    <w:pPr>
      <w:spacing w:before="120" w:after="120"/>
      <w:ind w:left="480" w:hanging="480"/>
    </w:pPr>
    <w:rPr>
      <w:szCs w:val="24"/>
    </w:rPr>
  </w:style>
  <w:style w:type="paragraph" w:customStyle="1" w:styleId="CaseTitle">
    <w:name w:val="Case_Title"/>
    <w:basedOn w:val="HeadingA"/>
    <w:qFormat/>
    <w:rsid w:val="000F4E18"/>
    <w:pPr>
      <w:pBdr>
        <w:top w:val="single" w:sz="4" w:space="1" w:color="auto"/>
      </w:pBdr>
    </w:pPr>
  </w:style>
  <w:style w:type="paragraph" w:customStyle="1" w:styleId="Tip">
    <w:name w:val="Tip"/>
    <w:basedOn w:val="BXtitle"/>
    <w:qFormat/>
    <w:rsid w:val="00583AA5"/>
    <w:pPr>
      <w:pBdr>
        <w:top w:val="single" w:sz="4" w:space="1" w:color="auto"/>
      </w:pBdr>
      <w:spacing w:before="120" w:after="120" w:line="240" w:lineRule="auto"/>
    </w:pPr>
    <w:rPr>
      <w:rFonts w:ascii="Times New Roman" w:hAnsi="Times New Roman" w:cs="Times New Roman"/>
      <w:b/>
      <w:color w:val="auto"/>
      <w:sz w:val="24"/>
      <w:szCs w:val="24"/>
    </w:rPr>
  </w:style>
  <w:style w:type="paragraph" w:customStyle="1" w:styleId="SkillTitle">
    <w:name w:val="Skill_Title"/>
    <w:basedOn w:val="CaseTitle"/>
    <w:qFormat/>
    <w:rsid w:val="003443E0"/>
  </w:style>
  <w:style w:type="paragraph" w:customStyle="1" w:styleId="Bulletlistauto20">
    <w:name w:val="Bullet_list_auto_2"/>
    <w:basedOn w:val="Bulletlistauto"/>
    <w:qFormat/>
    <w:rsid w:val="007F142F"/>
    <w:pPr>
      <w:tabs>
        <w:tab w:val="clear" w:pos="360"/>
        <w:tab w:val="left" w:pos="720"/>
      </w:tabs>
      <w:ind w:left="1080" w:hanging="720"/>
    </w:pPr>
  </w:style>
  <w:style w:type="paragraph" w:customStyle="1" w:styleId="ContentsLevel2">
    <w:name w:val="Contents_Level_2"/>
    <w:basedOn w:val="TableText"/>
    <w:qFormat/>
    <w:rsid w:val="00C3260E"/>
    <w:pPr>
      <w:tabs>
        <w:tab w:val="right" w:pos="9480"/>
      </w:tabs>
      <w:ind w:left="1800" w:hanging="360"/>
    </w:pPr>
  </w:style>
  <w:style w:type="paragraph" w:customStyle="1" w:styleId="ContentsLevel1">
    <w:name w:val="Contents_Level_1"/>
    <w:basedOn w:val="TableText"/>
    <w:qFormat/>
    <w:rsid w:val="00B40986"/>
    <w:pPr>
      <w:tabs>
        <w:tab w:val="left" w:pos="1440"/>
        <w:tab w:val="left" w:pos="1800"/>
        <w:tab w:val="right" w:pos="9480"/>
      </w:tabs>
      <w:spacing w:before="240"/>
    </w:pPr>
    <w:rPr>
      <w:b/>
      <w:bCs/>
    </w:rPr>
  </w:style>
  <w:style w:type="paragraph" w:customStyle="1" w:styleId="ContentsLevel3">
    <w:name w:val="Contents_Level_3"/>
    <w:basedOn w:val="ContentsLevel2"/>
    <w:qFormat/>
    <w:rsid w:val="00C3260E"/>
    <w:pPr>
      <w:ind w:left="2240"/>
    </w:pPr>
  </w:style>
  <w:style w:type="paragraph" w:customStyle="1" w:styleId="HeadingD">
    <w:name w:val="Heading_D"/>
    <w:basedOn w:val="Normal"/>
    <w:qFormat/>
    <w:rsid w:val="0007100C"/>
    <w:pPr>
      <w:widowControl w:val="0"/>
      <w:autoSpaceDE w:val="0"/>
      <w:autoSpaceDN w:val="0"/>
      <w:adjustRightInd w:val="0"/>
      <w:spacing w:before="240" w:after="120" w:line="240" w:lineRule="auto"/>
      <w:jc w:val="both"/>
    </w:pPr>
    <w:rPr>
      <w:rFonts w:cs="Athelas"/>
      <w:b/>
      <w:bCs/>
      <w:szCs w:val="20"/>
    </w:rPr>
  </w:style>
  <w:style w:type="paragraph" w:customStyle="1" w:styleId="BulletListIndent">
    <w:name w:val="Bullet_List_Indent"/>
    <w:basedOn w:val="ListLeveL1indent"/>
    <w:qFormat/>
    <w:rsid w:val="000350E1"/>
  </w:style>
  <w:style w:type="paragraph" w:customStyle="1" w:styleId="LineRight">
    <w:name w:val="Line_Right"/>
    <w:basedOn w:val="Normal"/>
    <w:qFormat/>
    <w:rsid w:val="00A14595"/>
    <w:pPr>
      <w:widowControl w:val="0"/>
      <w:tabs>
        <w:tab w:val="right" w:leader="underscore" w:pos="9460"/>
      </w:tabs>
      <w:autoSpaceDE w:val="0"/>
      <w:autoSpaceDN w:val="0"/>
      <w:adjustRightInd w:val="0"/>
      <w:spacing w:after="0" w:line="360" w:lineRule="auto"/>
    </w:pPr>
    <w:rPr>
      <w:rFonts w:cs="Athelas"/>
      <w:szCs w:val="18"/>
    </w:rPr>
  </w:style>
  <w:style w:type="character" w:customStyle="1" w:styleId="ComputerFont">
    <w:name w:val="Computer_Font"/>
    <w:basedOn w:val="DefaultParagraphFont"/>
    <w:uiPriority w:val="1"/>
    <w:qFormat/>
    <w:rsid w:val="00A81E4B"/>
    <w:rPr>
      <w:rFonts w:ascii="Courier New" w:hAnsi="Courier New"/>
      <w:sz w:val="24"/>
    </w:rPr>
  </w:style>
  <w:style w:type="character" w:customStyle="1" w:styleId="Heading4Char">
    <w:name w:val="Heading 4 Char"/>
    <w:basedOn w:val="DefaultParagraphFont"/>
    <w:link w:val="Heading4"/>
    <w:rsid w:val="004C3CFA"/>
    <w:rPr>
      <w:rFonts w:ascii="Times New Roman" w:hAnsi="Times New Roman"/>
      <w:b/>
      <w:sz w:val="24"/>
    </w:rPr>
  </w:style>
  <w:style w:type="character" w:styleId="Emphasis">
    <w:name w:val="Emphasis"/>
    <w:basedOn w:val="DefaultParagraphFont"/>
    <w:uiPriority w:val="20"/>
    <w:qFormat/>
    <w:rsid w:val="004C3CFA"/>
    <w:rPr>
      <w:i/>
      <w:iCs/>
    </w:rPr>
  </w:style>
  <w:style w:type="paragraph" w:styleId="HTMLPreformatted">
    <w:name w:val="HTML Preformatted"/>
    <w:basedOn w:val="Normal"/>
    <w:link w:val="HTMLPreformattedChar"/>
    <w:uiPriority w:val="99"/>
    <w:semiHidden/>
    <w:unhideWhenUsed/>
    <w:rsid w:val="004C3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6"/>
      <w:szCs w:val="26"/>
    </w:rPr>
  </w:style>
  <w:style w:type="character" w:customStyle="1" w:styleId="HTMLPreformattedChar">
    <w:name w:val="HTML Preformatted Char"/>
    <w:basedOn w:val="DefaultParagraphFont"/>
    <w:link w:val="HTMLPreformatted"/>
    <w:uiPriority w:val="99"/>
    <w:semiHidden/>
    <w:rsid w:val="004C3CFA"/>
    <w:rPr>
      <w:rFonts w:ascii="Courier New" w:hAnsi="Courier New" w:cs="Courier New"/>
      <w:sz w:val="26"/>
      <w:szCs w:val="26"/>
    </w:rPr>
  </w:style>
  <w:style w:type="character" w:styleId="Hyperlink">
    <w:name w:val="Hyperlink"/>
    <w:basedOn w:val="DefaultParagraphFont"/>
    <w:unhideWhenUsed/>
    <w:rsid w:val="004C3CFA"/>
    <w:rPr>
      <w:color w:val="003399"/>
      <w:u w:val="single"/>
    </w:rPr>
  </w:style>
  <w:style w:type="character" w:styleId="FollowedHyperlink">
    <w:name w:val="FollowedHyperlink"/>
    <w:basedOn w:val="DefaultParagraphFont"/>
    <w:uiPriority w:val="99"/>
    <w:semiHidden/>
    <w:unhideWhenUsed/>
    <w:rsid w:val="004C3CFA"/>
    <w:rPr>
      <w:color w:val="800080" w:themeColor="followedHyperlink"/>
      <w:u w:val="single"/>
    </w:rPr>
  </w:style>
  <w:style w:type="character" w:customStyle="1" w:styleId="Heading2Char">
    <w:name w:val="Heading 2 Char"/>
    <w:basedOn w:val="DefaultParagraphFont"/>
    <w:link w:val="Heading2"/>
    <w:uiPriority w:val="9"/>
    <w:rsid w:val="004C3CFA"/>
    <w:rPr>
      <w:rFonts w:ascii="Times New Roman" w:hAnsi="Times New Roman"/>
      <w:b/>
      <w:bCs/>
      <w:sz w:val="36"/>
      <w:szCs w:val="36"/>
    </w:rPr>
  </w:style>
  <w:style w:type="paragraph" w:styleId="NormalWeb">
    <w:name w:val="Normal (Web)"/>
    <w:basedOn w:val="Normal"/>
    <w:unhideWhenUsed/>
    <w:rsid w:val="004C3CFA"/>
    <w:pPr>
      <w:spacing w:before="100" w:beforeAutospacing="1" w:after="100" w:afterAutospacing="1" w:line="240" w:lineRule="auto"/>
    </w:pPr>
    <w:rPr>
      <w:szCs w:val="24"/>
    </w:rPr>
  </w:style>
  <w:style w:type="character" w:customStyle="1" w:styleId="bold1">
    <w:name w:val="bold1"/>
    <w:basedOn w:val="DefaultParagraphFont"/>
    <w:rsid w:val="004C3CFA"/>
    <w:rPr>
      <w:b/>
      <w:bCs/>
    </w:rPr>
  </w:style>
  <w:style w:type="character" w:customStyle="1" w:styleId="xrefglossterm1">
    <w:name w:val="xrefglossterm1"/>
    <w:basedOn w:val="DefaultParagraphFont"/>
    <w:rsid w:val="004C3CFA"/>
    <w:rPr>
      <w:b/>
      <w:bCs/>
    </w:rPr>
  </w:style>
  <w:style w:type="character" w:customStyle="1" w:styleId="italic1">
    <w:name w:val="italic1"/>
    <w:basedOn w:val="DefaultParagraphFont"/>
    <w:rsid w:val="004C3CFA"/>
    <w:rPr>
      <w:i/>
      <w:iCs/>
    </w:rPr>
  </w:style>
  <w:style w:type="character" w:customStyle="1" w:styleId="bolditalic1">
    <w:name w:val="bolditalic1"/>
    <w:basedOn w:val="DefaultParagraphFont"/>
    <w:rsid w:val="004C3CFA"/>
    <w:rPr>
      <w:b/>
      <w:bCs/>
      <w:i/>
      <w:iCs/>
    </w:rPr>
  </w:style>
  <w:style w:type="character" w:styleId="HTMLCode">
    <w:name w:val="HTML Code"/>
    <w:basedOn w:val="DefaultParagraphFont"/>
    <w:uiPriority w:val="99"/>
    <w:semiHidden/>
    <w:unhideWhenUsed/>
    <w:rsid w:val="004C3CFA"/>
    <w:rPr>
      <w:rFonts w:ascii="Courier New" w:eastAsia="Times New Roman" w:hAnsi="Courier New" w:cs="Courier New" w:hint="default"/>
      <w:sz w:val="26"/>
      <w:szCs w:val="26"/>
    </w:rPr>
  </w:style>
  <w:style w:type="paragraph" w:customStyle="1" w:styleId="subhead1">
    <w:name w:val="subhead1"/>
    <w:basedOn w:val="Normal"/>
    <w:rsid w:val="004C3CFA"/>
    <w:pPr>
      <w:spacing w:before="100" w:beforeAutospacing="1" w:after="100" w:afterAutospacing="1" w:line="240" w:lineRule="auto"/>
    </w:pPr>
    <w:rPr>
      <w:b/>
      <w:bCs/>
      <w:sz w:val="33"/>
      <w:szCs w:val="33"/>
    </w:rPr>
  </w:style>
  <w:style w:type="character" w:customStyle="1" w:styleId="subhead31">
    <w:name w:val="subhead31"/>
    <w:basedOn w:val="DefaultParagraphFont"/>
    <w:rsid w:val="004C3CFA"/>
    <w:rPr>
      <w:b/>
      <w:bCs/>
    </w:rPr>
  </w:style>
  <w:style w:type="paragraph" w:customStyle="1" w:styleId="Exerciselevel20">
    <w:name w:val="Exercise_level_2"/>
    <w:basedOn w:val="ListLevel2"/>
    <w:qFormat/>
    <w:rsid w:val="00873142"/>
    <w:pPr>
      <w:tabs>
        <w:tab w:val="clear" w:pos="720"/>
        <w:tab w:val="clear" w:pos="2880"/>
        <w:tab w:val="right" w:pos="840"/>
        <w:tab w:val="left" w:pos="960"/>
      </w:tabs>
      <w:ind w:left="960" w:hanging="960"/>
    </w:pPr>
    <w:rPr>
      <w:rFonts w:eastAsia="Minion Pro"/>
    </w:rPr>
  </w:style>
  <w:style w:type="paragraph" w:customStyle="1" w:styleId="Objectiveslevel1">
    <w:name w:val="Objectives_level_1"/>
    <w:basedOn w:val="TextNoIndent"/>
    <w:qFormat/>
    <w:rsid w:val="005737B4"/>
    <w:pPr>
      <w:tabs>
        <w:tab w:val="clear" w:pos="480"/>
        <w:tab w:val="clear" w:pos="960"/>
        <w:tab w:val="clear" w:pos="1440"/>
        <w:tab w:val="left" w:pos="600"/>
      </w:tabs>
      <w:ind w:left="600" w:hanging="600"/>
    </w:pPr>
  </w:style>
  <w:style w:type="paragraph" w:customStyle="1" w:styleId="Objectiveslevel2">
    <w:name w:val="Objectives_level_2"/>
    <w:basedOn w:val="Objectiveslevel1"/>
    <w:qFormat/>
    <w:rsid w:val="00E568BC"/>
    <w:pPr>
      <w:tabs>
        <w:tab w:val="clear" w:pos="600"/>
        <w:tab w:val="left" w:pos="1440"/>
      </w:tabs>
      <w:ind w:firstLine="0"/>
    </w:pPr>
    <w:rPr>
      <w:rFonts w:eastAsia="Minion Pro"/>
      <w:bCs/>
    </w:rPr>
  </w:style>
  <w:style w:type="paragraph" w:customStyle="1" w:styleId="ExtractComputer">
    <w:name w:val="Extract_Computer"/>
    <w:basedOn w:val="Extract"/>
    <w:qFormat/>
    <w:rsid w:val="00750CA4"/>
    <w:pPr>
      <w:tabs>
        <w:tab w:val="left" w:pos="2280"/>
      </w:tabs>
      <w:ind w:left="240"/>
    </w:pPr>
    <w:rPr>
      <w:rFonts w:ascii="Courier New" w:eastAsia="Letter Gothic Std" w:hAnsi="Courier New"/>
      <w:sz w:val="20"/>
    </w:rPr>
  </w:style>
  <w:style w:type="paragraph" w:customStyle="1" w:styleId="ExtractGothic">
    <w:name w:val="Extract_Gothic"/>
    <w:basedOn w:val="Normal"/>
    <w:qFormat/>
    <w:rsid w:val="00DA5987"/>
    <w:pPr>
      <w:spacing w:after="0" w:line="480" w:lineRule="auto"/>
      <w:ind w:left="360"/>
    </w:pPr>
    <w:rPr>
      <w:rFonts w:ascii="Franklin Gothic Medium" w:eastAsia="Franklin Gothic Medium" w:hAnsi="Franklin Gothic Medium" w:cs="Franklin Gothic Medium"/>
      <w:szCs w:val="18"/>
    </w:rPr>
  </w:style>
  <w:style w:type="paragraph" w:customStyle="1" w:styleId="LetterGothicTable">
    <w:name w:val="Letter_Gothic_Table"/>
    <w:basedOn w:val="Normal"/>
    <w:qFormat/>
    <w:rsid w:val="00EC7C2B"/>
    <w:pPr>
      <w:tabs>
        <w:tab w:val="left" w:pos="1540"/>
        <w:tab w:val="left" w:pos="2844"/>
        <w:tab w:val="left" w:pos="4262"/>
        <w:tab w:val="left" w:pos="5324"/>
      </w:tabs>
      <w:spacing w:after="0" w:line="480" w:lineRule="auto"/>
    </w:pPr>
    <w:rPr>
      <w:rFonts w:ascii="Letter Gothic Std" w:eastAsia="Letter Gothic Std" w:hAnsi="Letter Gothic Std" w:cs="Letter Gothic Std"/>
      <w:sz w:val="18"/>
      <w:szCs w:val="16"/>
    </w:rPr>
  </w:style>
  <w:style w:type="paragraph" w:customStyle="1" w:styleId="ExtractComputer2">
    <w:name w:val="Extract_Computer_2"/>
    <w:basedOn w:val="ListLeveL1indent"/>
    <w:qFormat/>
    <w:rsid w:val="00750CA4"/>
    <w:rPr>
      <w:rFonts w:ascii="Courier New" w:eastAsia="Letter Gothic Std" w:hAnsi="Courier New"/>
      <w:sz w:val="20"/>
    </w:rPr>
  </w:style>
  <w:style w:type="paragraph" w:customStyle="1" w:styleId="Exerciselevel3">
    <w:name w:val="Exercise_level_3"/>
    <w:basedOn w:val="ExtractComputer"/>
    <w:qFormat/>
    <w:rsid w:val="00CC4E10"/>
    <w:pPr>
      <w:ind w:left="960"/>
    </w:pPr>
  </w:style>
  <w:style w:type="character" w:customStyle="1" w:styleId="Pseudocodefont">
    <w:name w:val="Pseudocode_font"/>
    <w:basedOn w:val="DefaultParagraphFont"/>
    <w:uiPriority w:val="1"/>
    <w:qFormat/>
    <w:rsid w:val="00591E03"/>
    <w:rPr>
      <w:rFonts w:ascii="Arial" w:hAnsi="Arial"/>
    </w:rPr>
  </w:style>
  <w:style w:type="paragraph" w:customStyle="1" w:styleId="articletitle">
    <w:name w:val="articletitle"/>
    <w:basedOn w:val="Normal"/>
    <w:rsid w:val="00247D1D"/>
    <w:pPr>
      <w:spacing w:before="100" w:beforeAutospacing="1" w:after="100" w:afterAutospacing="1" w:line="240" w:lineRule="auto"/>
    </w:pPr>
    <w:rPr>
      <w:rFonts w:ascii="Arial" w:hAnsi="Arial" w:cs="Arial"/>
      <w:b/>
      <w:bCs/>
      <w:color w:val="0099FF"/>
      <w:sz w:val="65"/>
      <w:szCs w:val="65"/>
    </w:rPr>
  </w:style>
  <w:style w:type="character" w:customStyle="1" w:styleId="caphead">
    <w:name w:val="caphead"/>
    <w:basedOn w:val="DefaultParagraphFont"/>
    <w:rsid w:val="00247D1D"/>
    <w:rPr>
      <w:rFonts w:ascii="Arial" w:hAnsi="Arial" w:cs="Arial" w:hint="default"/>
      <w:b/>
      <w:bCs/>
      <w:i w:val="0"/>
      <w:iCs w:val="0"/>
      <w:color w:val="008000"/>
      <w:sz w:val="60"/>
      <w:szCs w:val="60"/>
    </w:rPr>
  </w:style>
  <w:style w:type="paragraph" w:customStyle="1" w:styleId="Normal2">
    <w:name w:val="Normal2"/>
    <w:basedOn w:val="Normal"/>
    <w:rsid w:val="00247D1D"/>
    <w:pPr>
      <w:spacing w:before="100" w:beforeAutospacing="1" w:after="100" w:afterAutospacing="1" w:line="240" w:lineRule="auto"/>
    </w:pPr>
    <w:rPr>
      <w:szCs w:val="24"/>
    </w:rPr>
  </w:style>
  <w:style w:type="character" w:customStyle="1" w:styleId="verb">
    <w:name w:val="verb"/>
    <w:basedOn w:val="DefaultParagraphFont"/>
    <w:rsid w:val="00247D1D"/>
  </w:style>
  <w:style w:type="character" w:styleId="HTMLTypewriter">
    <w:name w:val="HTML Typewriter"/>
    <w:basedOn w:val="DefaultParagraphFont"/>
    <w:rsid w:val="00247D1D"/>
    <w:rPr>
      <w:rFonts w:ascii="Courier New" w:eastAsia="Times New Roman" w:hAnsi="Courier New" w:cs="Courier New"/>
      <w:sz w:val="20"/>
      <w:szCs w:val="20"/>
    </w:rPr>
  </w:style>
  <w:style w:type="paragraph" w:customStyle="1" w:styleId="Caption1">
    <w:name w:val="Caption1"/>
    <w:basedOn w:val="Normal"/>
    <w:rsid w:val="00247D1D"/>
    <w:pPr>
      <w:spacing w:before="100" w:beforeAutospacing="1" w:after="100" w:afterAutospacing="1" w:line="240" w:lineRule="auto"/>
    </w:pPr>
    <w:rPr>
      <w:szCs w:val="24"/>
    </w:rPr>
  </w:style>
  <w:style w:type="paragraph" w:customStyle="1" w:styleId="section-title">
    <w:name w:val="section-title"/>
    <w:basedOn w:val="Normal"/>
    <w:rsid w:val="00247D1D"/>
    <w:pPr>
      <w:spacing w:before="100" w:beforeAutospacing="1" w:after="100" w:afterAutospacing="1" w:line="240" w:lineRule="auto"/>
    </w:pPr>
    <w:rPr>
      <w:rFonts w:ascii="Arial" w:hAnsi="Arial" w:cs="Arial"/>
      <w:b/>
      <w:bCs/>
      <w:color w:val="0099FF"/>
      <w:sz w:val="36"/>
      <w:szCs w:val="36"/>
    </w:rPr>
  </w:style>
  <w:style w:type="character" w:customStyle="1" w:styleId="footnote">
    <w:name w:val="footnote"/>
    <w:basedOn w:val="DefaultParagraphFont"/>
    <w:rsid w:val="00247D1D"/>
    <w:rPr>
      <w:rFonts w:ascii="Arial" w:hAnsi="Arial" w:cs="Arial" w:hint="default"/>
      <w:b w:val="0"/>
      <w:bCs w:val="0"/>
      <w:i w:val="0"/>
      <w:iCs w:val="0"/>
      <w:color w:val="008000"/>
      <w:sz w:val="24"/>
      <w:szCs w:val="24"/>
    </w:rPr>
  </w:style>
  <w:style w:type="paragraph" w:customStyle="1" w:styleId="subsect1-title">
    <w:name w:val="subsect1-title"/>
    <w:basedOn w:val="Normal"/>
    <w:rsid w:val="00247D1D"/>
    <w:pPr>
      <w:spacing w:before="100" w:beforeAutospacing="1" w:after="100" w:afterAutospacing="1" w:line="240" w:lineRule="auto"/>
    </w:pPr>
    <w:rPr>
      <w:rFonts w:ascii="Arial" w:hAnsi="Arial" w:cs="Arial"/>
      <w:b/>
      <w:bCs/>
      <w:color w:val="800000"/>
      <w:sz w:val="30"/>
      <w:szCs w:val="30"/>
    </w:rPr>
  </w:style>
  <w:style w:type="character" w:customStyle="1" w:styleId="inline-equation">
    <w:name w:val="inline-equation"/>
    <w:basedOn w:val="DefaultParagraphFont"/>
    <w:rsid w:val="00247D1D"/>
  </w:style>
  <w:style w:type="character" w:customStyle="1" w:styleId="Date1">
    <w:name w:val="Date1"/>
    <w:basedOn w:val="DefaultParagraphFont"/>
    <w:rsid w:val="00247D1D"/>
  </w:style>
  <w:style w:type="paragraph" w:customStyle="1" w:styleId="articlesubtitle">
    <w:name w:val="articlesubtitle"/>
    <w:basedOn w:val="Normal"/>
    <w:rsid w:val="00247D1D"/>
    <w:pPr>
      <w:spacing w:before="100" w:beforeAutospacing="1" w:after="100" w:afterAutospacing="1" w:line="240" w:lineRule="auto"/>
    </w:pPr>
    <w:rPr>
      <w:rFonts w:ascii="Arial" w:hAnsi="Arial" w:cs="Arial"/>
      <w:b/>
      <w:bCs/>
      <w:color w:val="008000"/>
      <w:sz w:val="40"/>
      <w:szCs w:val="40"/>
    </w:rPr>
  </w:style>
  <w:style w:type="paragraph" w:customStyle="1" w:styleId="subsect2-title">
    <w:name w:val="subsect2-title"/>
    <w:basedOn w:val="Normal"/>
    <w:rsid w:val="00247D1D"/>
    <w:pPr>
      <w:spacing w:before="100" w:beforeAutospacing="1" w:after="100" w:afterAutospacing="1" w:line="240" w:lineRule="auto"/>
    </w:pPr>
    <w:rPr>
      <w:rFonts w:ascii="Arial" w:hAnsi="Arial" w:cs="Arial"/>
      <w:b/>
      <w:bCs/>
      <w:color w:val="FF0080"/>
      <w:sz w:val="45"/>
      <w:szCs w:val="45"/>
    </w:rPr>
  </w:style>
  <w:style w:type="paragraph" w:customStyle="1" w:styleId="subsect3-title">
    <w:name w:val="subsect3-title"/>
    <w:basedOn w:val="Normal"/>
    <w:rsid w:val="00247D1D"/>
    <w:pPr>
      <w:spacing w:before="100" w:beforeAutospacing="1" w:after="100" w:afterAutospacing="1" w:line="240" w:lineRule="auto"/>
    </w:pPr>
    <w:rPr>
      <w:rFonts w:ascii="Arial" w:hAnsi="Arial" w:cs="Arial"/>
      <w:b/>
      <w:bCs/>
      <w:color w:val="000000"/>
      <w:sz w:val="40"/>
      <w:szCs w:val="40"/>
    </w:rPr>
  </w:style>
  <w:style w:type="paragraph" w:customStyle="1" w:styleId="bibtitle">
    <w:name w:val="bibtitle"/>
    <w:basedOn w:val="Normal"/>
    <w:rsid w:val="00247D1D"/>
    <w:pPr>
      <w:spacing w:before="100" w:beforeAutospacing="1" w:after="100" w:afterAutospacing="1" w:line="240" w:lineRule="auto"/>
    </w:pPr>
    <w:rPr>
      <w:rFonts w:ascii="Arial" w:hAnsi="Arial" w:cs="Arial"/>
      <w:b/>
      <w:bCs/>
      <w:color w:val="0099FF"/>
      <w:sz w:val="60"/>
      <w:szCs w:val="60"/>
    </w:rPr>
  </w:style>
  <w:style w:type="paragraph" w:customStyle="1" w:styleId="appendix-title">
    <w:name w:val="appendix-title"/>
    <w:basedOn w:val="Normal"/>
    <w:rsid w:val="00247D1D"/>
    <w:pPr>
      <w:spacing w:before="100" w:beforeAutospacing="1" w:after="100" w:afterAutospacing="1" w:line="240" w:lineRule="auto"/>
    </w:pPr>
    <w:rPr>
      <w:rFonts w:ascii="Arial" w:hAnsi="Arial" w:cs="Arial"/>
      <w:b/>
      <w:bCs/>
      <w:color w:val="0099FF"/>
      <w:sz w:val="60"/>
      <w:szCs w:val="60"/>
    </w:rPr>
  </w:style>
  <w:style w:type="character" w:customStyle="1" w:styleId="abstitle">
    <w:name w:val="abstitle"/>
    <w:basedOn w:val="DefaultParagraphFont"/>
    <w:rsid w:val="00247D1D"/>
    <w:rPr>
      <w:rFonts w:ascii="Arial" w:hAnsi="Arial" w:cs="Arial" w:hint="default"/>
      <w:b/>
      <w:bCs/>
      <w:i/>
      <w:iCs/>
      <w:color w:val="008000"/>
      <w:sz w:val="50"/>
      <w:szCs w:val="50"/>
    </w:rPr>
  </w:style>
  <w:style w:type="character" w:customStyle="1" w:styleId="keywordtitle">
    <w:name w:val="keywordtitle"/>
    <w:basedOn w:val="DefaultParagraphFont"/>
    <w:rsid w:val="00247D1D"/>
    <w:rPr>
      <w:rFonts w:ascii="Arial" w:hAnsi="Arial" w:cs="Arial" w:hint="default"/>
      <w:b/>
      <w:bCs/>
      <w:i w:val="0"/>
      <w:iCs w:val="0"/>
      <w:color w:val="008000"/>
      <w:sz w:val="45"/>
      <w:szCs w:val="45"/>
    </w:rPr>
  </w:style>
  <w:style w:type="character" w:customStyle="1" w:styleId="correspondence">
    <w:name w:val="correspondence"/>
    <w:basedOn w:val="DefaultParagraphFont"/>
    <w:rsid w:val="00247D1D"/>
    <w:rPr>
      <w:rFonts w:ascii="Arial" w:hAnsi="Arial" w:cs="Arial" w:hint="default"/>
      <w:b w:val="0"/>
      <w:bCs w:val="0"/>
      <w:i w:val="0"/>
      <w:iCs w:val="0"/>
      <w:vanish w:val="0"/>
      <w:webHidden w:val="0"/>
      <w:color w:val="008000"/>
      <w:sz w:val="22"/>
      <w:szCs w:val="22"/>
      <w:specVanish w:val="0"/>
    </w:rPr>
  </w:style>
  <w:style w:type="character" w:customStyle="1" w:styleId="obeylines-h">
    <w:name w:val="obeylines-h"/>
    <w:basedOn w:val="DefaultParagraphFont"/>
    <w:rsid w:val="00247D1D"/>
  </w:style>
  <w:style w:type="paragraph" w:customStyle="1" w:styleId="figure">
    <w:name w:val="figure"/>
    <w:basedOn w:val="Normal"/>
    <w:rsid w:val="00247D1D"/>
    <w:pPr>
      <w:spacing w:before="100" w:beforeAutospacing="1" w:after="100" w:afterAutospacing="1" w:line="240" w:lineRule="auto"/>
    </w:pPr>
    <w:rPr>
      <w:szCs w:val="24"/>
    </w:rPr>
  </w:style>
  <w:style w:type="character" w:customStyle="1" w:styleId="MTConvertedEquation">
    <w:name w:val="MTConvertedEquation"/>
    <w:basedOn w:val="DefaultParagraphFont"/>
    <w:rsid w:val="00247D1D"/>
    <w:rPr>
      <w:rFonts w:eastAsia="Arial Unicode MS"/>
    </w:rPr>
  </w:style>
  <w:style w:type="paragraph" w:customStyle="1" w:styleId="theindex">
    <w:name w:val="theindex"/>
    <w:basedOn w:val="Normal"/>
    <w:rsid w:val="00247D1D"/>
    <w:pPr>
      <w:spacing w:before="100" w:beforeAutospacing="1" w:after="100" w:afterAutospacing="1" w:line="240" w:lineRule="auto"/>
    </w:pPr>
    <w:rPr>
      <w:szCs w:val="24"/>
    </w:rPr>
  </w:style>
  <w:style w:type="paragraph" w:styleId="FootnoteText">
    <w:name w:val="footnote text"/>
    <w:basedOn w:val="Normal"/>
    <w:link w:val="FootnoteTextChar"/>
    <w:uiPriority w:val="99"/>
    <w:unhideWhenUsed/>
    <w:rsid w:val="00DD05A9"/>
    <w:pPr>
      <w:spacing w:after="0" w:line="240" w:lineRule="auto"/>
    </w:pPr>
    <w:rPr>
      <w:sz w:val="20"/>
      <w:szCs w:val="20"/>
    </w:rPr>
  </w:style>
  <w:style w:type="character" w:customStyle="1" w:styleId="FootnoteTextChar">
    <w:name w:val="Footnote Text Char"/>
    <w:basedOn w:val="DefaultParagraphFont"/>
    <w:link w:val="FootnoteText"/>
    <w:uiPriority w:val="99"/>
    <w:rsid w:val="00DD05A9"/>
    <w:rPr>
      <w:rFonts w:ascii="Times New Roman" w:hAnsi="Times New Roman"/>
    </w:rPr>
  </w:style>
  <w:style w:type="character" w:styleId="FootnoteReference">
    <w:name w:val="footnote reference"/>
    <w:basedOn w:val="DefaultParagraphFont"/>
    <w:uiPriority w:val="99"/>
    <w:semiHidden/>
    <w:unhideWhenUsed/>
    <w:rsid w:val="00DD05A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Typewriter"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BE"/>
    <w:pPr>
      <w:spacing w:after="200" w:line="276" w:lineRule="auto"/>
    </w:pPr>
    <w:rPr>
      <w:rFonts w:ascii="Times New Roman" w:hAnsi="Times New Roman"/>
      <w:sz w:val="24"/>
      <w:szCs w:val="22"/>
    </w:rPr>
  </w:style>
  <w:style w:type="paragraph" w:styleId="Heading2">
    <w:name w:val="heading 2"/>
    <w:basedOn w:val="Normal"/>
    <w:link w:val="Heading2Char"/>
    <w:uiPriority w:val="9"/>
    <w:qFormat/>
    <w:rsid w:val="004C3CFA"/>
    <w:pPr>
      <w:spacing w:before="100" w:beforeAutospacing="1" w:after="100" w:afterAutospacing="1" w:line="240" w:lineRule="auto"/>
      <w:outlineLvl w:val="1"/>
    </w:pPr>
    <w:rPr>
      <w:b/>
      <w:bCs/>
      <w:sz w:val="36"/>
      <w:szCs w:val="36"/>
    </w:rPr>
  </w:style>
  <w:style w:type="paragraph" w:styleId="Heading4">
    <w:name w:val="heading 4"/>
    <w:basedOn w:val="Normal"/>
    <w:next w:val="Normal"/>
    <w:link w:val="Heading4Char"/>
    <w:qFormat/>
    <w:rsid w:val="004C3CFA"/>
    <w:pPr>
      <w:keepNext/>
      <w:spacing w:after="0" w:line="240" w:lineRule="auto"/>
      <w:jc w:val="both"/>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NoIndent">
    <w:name w:val="Text_No_Indent"/>
    <w:qFormat/>
    <w:rsid w:val="00BE4E1B"/>
    <w:pPr>
      <w:tabs>
        <w:tab w:val="left" w:pos="480"/>
        <w:tab w:val="left" w:pos="960"/>
        <w:tab w:val="left" w:pos="1440"/>
      </w:tabs>
      <w:spacing w:line="480" w:lineRule="auto"/>
    </w:pPr>
    <w:rPr>
      <w:rFonts w:ascii="Times New Roman" w:hAnsi="Times New Roman"/>
      <w:sz w:val="24"/>
    </w:rPr>
  </w:style>
  <w:style w:type="paragraph" w:customStyle="1" w:styleId="TextIndented">
    <w:name w:val="Text_Indented"/>
    <w:qFormat/>
    <w:rsid w:val="00FA17C6"/>
    <w:pPr>
      <w:tabs>
        <w:tab w:val="left" w:pos="480"/>
        <w:tab w:val="left" w:pos="960"/>
        <w:tab w:val="left" w:pos="1440"/>
        <w:tab w:val="left" w:pos="1920"/>
      </w:tabs>
      <w:spacing w:line="480" w:lineRule="auto"/>
      <w:ind w:firstLine="480"/>
    </w:pPr>
    <w:rPr>
      <w:rFonts w:ascii="Times New Roman" w:hAnsi="Times New Roman"/>
      <w:sz w:val="24"/>
    </w:rPr>
  </w:style>
  <w:style w:type="paragraph" w:customStyle="1" w:styleId="HeadingA">
    <w:name w:val="Heading_A"/>
    <w:next w:val="TextNoIndent"/>
    <w:qFormat/>
    <w:rsid w:val="004A322B"/>
    <w:pPr>
      <w:keepNext/>
      <w:spacing w:before="360" w:after="240"/>
    </w:pPr>
    <w:rPr>
      <w:rFonts w:ascii="Times New Roman" w:hAnsi="Times New Roman"/>
      <w:b/>
      <w:sz w:val="32"/>
    </w:rPr>
  </w:style>
  <w:style w:type="paragraph" w:customStyle="1" w:styleId="SectionHeading">
    <w:name w:val="Section_Heading"/>
    <w:next w:val="HeadingA"/>
    <w:qFormat/>
    <w:rsid w:val="00BE4E1B"/>
    <w:pPr>
      <w:pBdr>
        <w:top w:val="single" w:sz="4" w:space="1" w:color="auto"/>
      </w:pBdr>
      <w:spacing w:before="240" w:after="120"/>
      <w:ind w:left="600" w:hanging="600"/>
      <w:jc w:val="right"/>
    </w:pPr>
    <w:rPr>
      <w:rFonts w:ascii="Arial" w:hAnsi="Arial"/>
      <w:sz w:val="40"/>
    </w:rPr>
  </w:style>
  <w:style w:type="paragraph" w:customStyle="1" w:styleId="HeadingB">
    <w:name w:val="Heading_B"/>
    <w:next w:val="TextNoIndent"/>
    <w:qFormat/>
    <w:rsid w:val="00D543F5"/>
    <w:pPr>
      <w:keepNext/>
      <w:spacing w:before="240" w:after="120"/>
    </w:pPr>
    <w:rPr>
      <w:rFonts w:ascii="Times New Roman" w:hAnsi="Times New Roman"/>
      <w:b/>
      <w:sz w:val="24"/>
    </w:rPr>
  </w:style>
  <w:style w:type="paragraph" w:customStyle="1" w:styleId="ExampleTitle">
    <w:name w:val="Example_Title"/>
    <w:next w:val="TextNoIndent"/>
    <w:qFormat/>
    <w:rsid w:val="00BE4E1B"/>
    <w:pPr>
      <w:spacing w:before="360" w:after="120"/>
    </w:pPr>
    <w:rPr>
      <w:rFonts w:ascii="Arial" w:hAnsi="Arial"/>
      <w:b/>
      <w:sz w:val="28"/>
    </w:rPr>
  </w:style>
  <w:style w:type="paragraph" w:customStyle="1" w:styleId="SolutionTitle">
    <w:name w:val="Solution_Title"/>
    <w:next w:val="TextNoIndent"/>
    <w:qFormat/>
    <w:rsid w:val="00BE4E1B"/>
    <w:pPr>
      <w:spacing w:before="240" w:after="120"/>
    </w:pPr>
    <w:rPr>
      <w:rFonts w:ascii="Arial" w:hAnsi="Arial"/>
      <w:b/>
      <w:sz w:val="28"/>
    </w:rPr>
  </w:style>
  <w:style w:type="paragraph" w:customStyle="1" w:styleId="Checkpoint">
    <w:name w:val="Checkpoint"/>
    <w:next w:val="TextNoIndent"/>
    <w:qFormat/>
    <w:rsid w:val="00BE4E1B"/>
    <w:pPr>
      <w:spacing w:before="120" w:after="120"/>
      <w:ind w:left="1060" w:hanging="1060"/>
    </w:pPr>
    <w:rPr>
      <w:rFonts w:ascii="Arial" w:hAnsi="Arial"/>
      <w:sz w:val="24"/>
    </w:rPr>
  </w:style>
  <w:style w:type="paragraph" w:customStyle="1" w:styleId="ListLevel1">
    <w:name w:val="List_Level_1"/>
    <w:qFormat/>
    <w:rsid w:val="00BE4E1B"/>
    <w:pPr>
      <w:tabs>
        <w:tab w:val="right" w:pos="360"/>
        <w:tab w:val="left" w:pos="480"/>
      </w:tabs>
      <w:spacing w:line="480" w:lineRule="auto"/>
      <w:ind w:left="480" w:hanging="480"/>
    </w:pPr>
    <w:rPr>
      <w:rFonts w:ascii="Times New Roman" w:hAnsi="Times New Roman"/>
      <w:sz w:val="24"/>
    </w:rPr>
  </w:style>
  <w:style w:type="paragraph" w:customStyle="1" w:styleId="ListLevel2">
    <w:name w:val="List_Level_2"/>
    <w:qFormat/>
    <w:rsid w:val="002D68D2"/>
    <w:pPr>
      <w:tabs>
        <w:tab w:val="right" w:pos="720"/>
        <w:tab w:val="left" w:pos="840"/>
        <w:tab w:val="right" w:leader="underscore" w:pos="2880"/>
      </w:tabs>
      <w:spacing w:line="480" w:lineRule="auto"/>
      <w:ind w:left="840" w:hanging="840"/>
    </w:pPr>
    <w:rPr>
      <w:rFonts w:ascii="Times New Roman" w:hAnsi="Times New Roman"/>
      <w:sz w:val="24"/>
    </w:rPr>
  </w:style>
  <w:style w:type="paragraph" w:customStyle="1" w:styleId="ListLevel3">
    <w:name w:val="List_Level_3"/>
    <w:qFormat/>
    <w:rsid w:val="00BE4E1B"/>
    <w:pPr>
      <w:tabs>
        <w:tab w:val="right" w:pos="1080"/>
        <w:tab w:val="left" w:pos="1200"/>
      </w:tabs>
      <w:spacing w:line="480" w:lineRule="auto"/>
      <w:ind w:left="1200" w:hanging="1200"/>
    </w:pPr>
    <w:rPr>
      <w:rFonts w:ascii="Times New Roman" w:hAnsi="Times New Roman"/>
      <w:sz w:val="24"/>
    </w:rPr>
  </w:style>
  <w:style w:type="paragraph" w:customStyle="1" w:styleId="ListLevel4">
    <w:name w:val="List_Level_4"/>
    <w:qFormat/>
    <w:rsid w:val="00496A11"/>
    <w:pPr>
      <w:tabs>
        <w:tab w:val="right" w:pos="1440"/>
        <w:tab w:val="left" w:pos="1560"/>
      </w:tabs>
      <w:spacing w:before="120" w:after="120" w:line="480" w:lineRule="auto"/>
      <w:ind w:left="1560" w:hanging="1560"/>
    </w:pPr>
    <w:rPr>
      <w:rFonts w:ascii="Times New Roman" w:hAnsi="Times New Roman"/>
      <w:sz w:val="24"/>
    </w:rPr>
  </w:style>
  <w:style w:type="paragraph" w:customStyle="1" w:styleId="ListLevel5">
    <w:name w:val="List_Level_5"/>
    <w:qFormat/>
    <w:rsid w:val="003F47A1"/>
    <w:pPr>
      <w:tabs>
        <w:tab w:val="right" w:pos="1800"/>
        <w:tab w:val="left" w:pos="1920"/>
      </w:tabs>
      <w:spacing w:line="480" w:lineRule="auto"/>
      <w:ind w:left="1920" w:hanging="1920"/>
    </w:pPr>
    <w:rPr>
      <w:rFonts w:ascii="Times New Roman" w:hAnsi="Times New Roman"/>
      <w:sz w:val="24"/>
    </w:rPr>
  </w:style>
  <w:style w:type="paragraph" w:customStyle="1" w:styleId="HeadingC">
    <w:name w:val="Heading_C"/>
    <w:next w:val="TextNoIndent"/>
    <w:qFormat/>
    <w:rsid w:val="00BE4E1B"/>
    <w:pPr>
      <w:spacing w:before="240" w:after="120"/>
    </w:pPr>
    <w:rPr>
      <w:rFonts w:ascii="Arial" w:hAnsi="Arial"/>
      <w:i/>
      <w:sz w:val="24"/>
    </w:rPr>
  </w:style>
  <w:style w:type="paragraph" w:customStyle="1" w:styleId="MathExtract">
    <w:name w:val="Math_Extract"/>
    <w:next w:val="TextNoIndent"/>
    <w:qFormat/>
    <w:rsid w:val="009F6BB1"/>
    <w:pPr>
      <w:spacing w:line="480" w:lineRule="auto"/>
      <w:ind w:left="360"/>
    </w:pPr>
    <w:rPr>
      <w:rFonts w:ascii="Times New Roman" w:hAnsi="Times New Roman"/>
      <w:sz w:val="24"/>
    </w:rPr>
  </w:style>
  <w:style w:type="character" w:customStyle="1" w:styleId="Green">
    <w:name w:val="Green"/>
    <w:uiPriority w:val="1"/>
    <w:qFormat/>
    <w:rsid w:val="00BE4E1B"/>
    <w:rPr>
      <w:color w:val="00B050"/>
    </w:rPr>
  </w:style>
  <w:style w:type="character" w:customStyle="1" w:styleId="Blue">
    <w:name w:val="Blue"/>
    <w:uiPriority w:val="1"/>
    <w:qFormat/>
    <w:rsid w:val="00BE4E1B"/>
    <w:rPr>
      <w:color w:val="00B0F0"/>
    </w:rPr>
  </w:style>
  <w:style w:type="character" w:customStyle="1" w:styleId="Automatic">
    <w:name w:val="Automatic"/>
    <w:uiPriority w:val="1"/>
    <w:qFormat/>
    <w:rsid w:val="00BE4E1B"/>
    <w:rPr>
      <w:color w:val="auto"/>
    </w:rPr>
  </w:style>
  <w:style w:type="paragraph" w:customStyle="1" w:styleId="CT">
    <w:name w:val="CT"/>
    <w:next w:val="TextNoIndent"/>
    <w:uiPriority w:val="99"/>
    <w:qFormat/>
    <w:rsid w:val="00BE4E1B"/>
    <w:pPr>
      <w:spacing w:before="360" w:after="600"/>
      <w:jc w:val="right"/>
    </w:pPr>
    <w:rPr>
      <w:rFonts w:ascii="Arial" w:hAnsi="Arial"/>
      <w:sz w:val="48"/>
    </w:rPr>
  </w:style>
  <w:style w:type="paragraph" w:customStyle="1" w:styleId="CN">
    <w:name w:val="CN"/>
    <w:uiPriority w:val="99"/>
    <w:qFormat/>
    <w:rsid w:val="00BE4E1B"/>
    <w:pPr>
      <w:spacing w:before="120" w:after="120"/>
      <w:ind w:left="1060" w:hanging="1060"/>
      <w:jc w:val="right"/>
    </w:pPr>
    <w:rPr>
      <w:rFonts w:ascii="Arial" w:hAnsi="Arial"/>
      <w:sz w:val="48"/>
    </w:rPr>
  </w:style>
  <w:style w:type="paragraph" w:customStyle="1" w:styleId="RunningHead">
    <w:name w:val="Running_Head"/>
    <w:basedOn w:val="CN"/>
    <w:qFormat/>
    <w:rsid w:val="00BE4E1B"/>
    <w:pPr>
      <w:tabs>
        <w:tab w:val="right" w:pos="9360"/>
      </w:tabs>
      <w:spacing w:before="0" w:after="0"/>
      <w:ind w:left="0" w:firstLine="0"/>
      <w:jc w:val="left"/>
    </w:pPr>
    <w:rPr>
      <w:sz w:val="18"/>
    </w:rPr>
  </w:style>
  <w:style w:type="paragraph" w:styleId="Header">
    <w:name w:val="header"/>
    <w:basedOn w:val="Normal"/>
    <w:link w:val="HeaderChar"/>
    <w:uiPriority w:val="99"/>
    <w:unhideWhenUsed/>
    <w:rsid w:val="00BE4E1B"/>
    <w:pPr>
      <w:tabs>
        <w:tab w:val="center" w:pos="4680"/>
        <w:tab w:val="right" w:pos="9360"/>
      </w:tabs>
      <w:spacing w:after="0" w:line="240" w:lineRule="auto"/>
      <w:ind w:left="600" w:hanging="600"/>
    </w:pPr>
  </w:style>
  <w:style w:type="character" w:customStyle="1" w:styleId="HeaderChar">
    <w:name w:val="Header Char"/>
    <w:link w:val="Header"/>
    <w:uiPriority w:val="99"/>
    <w:rsid w:val="00BE4E1B"/>
    <w:rPr>
      <w:rFonts w:ascii="Times New Roman" w:eastAsia="Times New Roman" w:hAnsi="Times New Roman" w:cs="Times New Roman"/>
      <w:sz w:val="24"/>
    </w:rPr>
  </w:style>
  <w:style w:type="paragraph" w:styleId="Footer">
    <w:name w:val="footer"/>
    <w:basedOn w:val="Normal"/>
    <w:link w:val="FooterChar"/>
    <w:uiPriority w:val="99"/>
    <w:unhideWhenUsed/>
    <w:rsid w:val="00BE4E1B"/>
    <w:pPr>
      <w:tabs>
        <w:tab w:val="center" w:pos="4680"/>
        <w:tab w:val="right" w:pos="9360"/>
      </w:tabs>
      <w:spacing w:after="0" w:line="240" w:lineRule="auto"/>
      <w:ind w:left="600" w:hanging="600"/>
    </w:pPr>
  </w:style>
  <w:style w:type="character" w:customStyle="1" w:styleId="FooterChar">
    <w:name w:val="Footer Char"/>
    <w:link w:val="Footer"/>
    <w:uiPriority w:val="99"/>
    <w:rsid w:val="00BE4E1B"/>
    <w:rPr>
      <w:rFonts w:ascii="Times New Roman" w:eastAsia="Times New Roman" w:hAnsi="Times New Roman" w:cs="Times New Roman"/>
      <w:sz w:val="24"/>
    </w:rPr>
  </w:style>
  <w:style w:type="paragraph" w:customStyle="1" w:styleId="Author">
    <w:name w:val="Author"/>
    <w:basedOn w:val="TextNoIndent"/>
    <w:qFormat/>
    <w:rsid w:val="00BE4E1B"/>
    <w:pPr>
      <w:spacing w:line="240" w:lineRule="auto"/>
      <w:jc w:val="right"/>
    </w:pPr>
    <w:rPr>
      <w:rFonts w:ascii="Arial" w:hAnsi="Arial"/>
      <w:sz w:val="32"/>
    </w:rPr>
  </w:style>
  <w:style w:type="paragraph" w:customStyle="1" w:styleId="Extract">
    <w:name w:val="Extract"/>
    <w:qFormat/>
    <w:rsid w:val="00FA17C6"/>
    <w:pPr>
      <w:spacing w:line="480" w:lineRule="auto"/>
      <w:ind w:left="720"/>
    </w:pPr>
    <w:rPr>
      <w:rFonts w:ascii="Times New Roman" w:hAnsi="Times New Roman"/>
      <w:sz w:val="24"/>
    </w:rPr>
  </w:style>
  <w:style w:type="paragraph" w:styleId="Subtitle">
    <w:name w:val="Subtitle"/>
    <w:basedOn w:val="Normal"/>
    <w:next w:val="Normal"/>
    <w:link w:val="SubtitleChar"/>
    <w:uiPriority w:val="11"/>
    <w:qFormat/>
    <w:rsid w:val="00BE4E1B"/>
    <w:pPr>
      <w:spacing w:before="120" w:after="60" w:line="240" w:lineRule="auto"/>
      <w:jc w:val="center"/>
      <w:outlineLvl w:val="1"/>
    </w:pPr>
    <w:rPr>
      <w:rFonts w:ascii="Cambria" w:hAnsi="Cambria"/>
      <w:szCs w:val="24"/>
    </w:rPr>
  </w:style>
  <w:style w:type="character" w:customStyle="1" w:styleId="SubtitleChar">
    <w:name w:val="Subtitle Char"/>
    <w:link w:val="Subtitle"/>
    <w:uiPriority w:val="11"/>
    <w:rsid w:val="00BE4E1B"/>
    <w:rPr>
      <w:rFonts w:ascii="Cambria" w:eastAsia="Times New Roman" w:hAnsi="Cambria" w:cs="Times New Roman"/>
      <w:sz w:val="24"/>
      <w:szCs w:val="24"/>
    </w:rPr>
  </w:style>
  <w:style w:type="paragraph" w:customStyle="1" w:styleId="FigureText">
    <w:name w:val="Figure_Text"/>
    <w:qFormat/>
    <w:rsid w:val="00BE4E1B"/>
    <w:pPr>
      <w:pBdr>
        <w:bottom w:val="single" w:sz="4" w:space="4" w:color="auto"/>
      </w:pBdr>
    </w:pPr>
    <w:rPr>
      <w:rFonts w:ascii="Times New Roman" w:hAnsi="Times New Roman"/>
      <w:sz w:val="24"/>
    </w:rPr>
  </w:style>
  <w:style w:type="paragraph" w:customStyle="1" w:styleId="HeadC">
    <w:name w:val="Head_C"/>
    <w:next w:val="TextNoIndent"/>
    <w:qFormat/>
    <w:rsid w:val="00BE4E1B"/>
    <w:pPr>
      <w:spacing w:before="120" w:after="120"/>
      <w:ind w:left="1060" w:hanging="1060"/>
    </w:pPr>
    <w:rPr>
      <w:rFonts w:ascii="Arial" w:hAnsi="Arial"/>
      <w:b/>
      <w:sz w:val="24"/>
    </w:rPr>
  </w:style>
  <w:style w:type="paragraph" w:customStyle="1" w:styleId="Style">
    <w:name w:val="Style"/>
    <w:rsid w:val="00BE4E1B"/>
    <w:pPr>
      <w:widowControl w:val="0"/>
      <w:autoSpaceDE w:val="0"/>
      <w:autoSpaceDN w:val="0"/>
      <w:adjustRightInd w:val="0"/>
    </w:pPr>
    <w:rPr>
      <w:rFonts w:ascii="Times New Roman" w:hAnsi="Times New Roman" w:cs="Arial"/>
      <w:szCs w:val="24"/>
    </w:rPr>
  </w:style>
  <w:style w:type="paragraph" w:customStyle="1" w:styleId="ListLeveL1indent">
    <w:name w:val="List_LeveL_1_indent"/>
    <w:qFormat/>
    <w:rsid w:val="00C31D56"/>
    <w:pPr>
      <w:spacing w:line="480" w:lineRule="auto"/>
      <w:ind w:left="480"/>
    </w:pPr>
    <w:rPr>
      <w:rFonts w:ascii="Times New Roman" w:hAnsi="Times New Roman"/>
      <w:sz w:val="24"/>
    </w:rPr>
  </w:style>
  <w:style w:type="paragraph" w:customStyle="1" w:styleId="ListLevel1para">
    <w:name w:val="List_Level_1_para"/>
    <w:next w:val="ListLeveL1indent"/>
    <w:qFormat/>
    <w:rsid w:val="00B13E9F"/>
    <w:pPr>
      <w:spacing w:before="120" w:line="480" w:lineRule="auto"/>
      <w:ind w:left="480"/>
    </w:pPr>
    <w:rPr>
      <w:rFonts w:ascii="Times New Roman" w:hAnsi="Times New Roman"/>
      <w:sz w:val="24"/>
    </w:rPr>
  </w:style>
  <w:style w:type="paragraph" w:customStyle="1" w:styleId="EOS">
    <w:name w:val="EOS"/>
    <w:next w:val="TextNoIndent"/>
    <w:qFormat/>
    <w:rsid w:val="00BE4E1B"/>
    <w:pPr>
      <w:spacing w:before="120" w:after="240"/>
      <w:ind w:left="1060" w:hanging="1060"/>
      <w:jc w:val="right"/>
    </w:pPr>
    <w:rPr>
      <w:rFonts w:ascii="Times New Roman" w:hAnsi="Times New Roman"/>
      <w:bCs/>
    </w:rPr>
  </w:style>
  <w:style w:type="paragraph" w:customStyle="1" w:styleId="TableTitle">
    <w:name w:val="Table Title"/>
    <w:next w:val="TextNoIndent"/>
    <w:qFormat/>
    <w:rsid w:val="00DD3337"/>
    <w:pPr>
      <w:pBdr>
        <w:top w:val="single" w:sz="4" w:space="1" w:color="auto"/>
      </w:pBdr>
      <w:spacing w:before="240" w:after="120"/>
    </w:pPr>
    <w:rPr>
      <w:rFonts w:ascii="Times New Roman" w:hAnsi="Times New Roman"/>
      <w:sz w:val="24"/>
    </w:rPr>
  </w:style>
  <w:style w:type="paragraph" w:customStyle="1" w:styleId="SummaryHead">
    <w:name w:val="Summary_Head"/>
    <w:basedOn w:val="HeadingB"/>
    <w:next w:val="TextNoIndent"/>
    <w:qFormat/>
    <w:rsid w:val="00BE4E1B"/>
  </w:style>
  <w:style w:type="paragraph" w:customStyle="1" w:styleId="ExercisesHead">
    <w:name w:val="Exercises_Head"/>
    <w:basedOn w:val="SummaryHead"/>
    <w:next w:val="TextNoIndent"/>
    <w:qFormat/>
    <w:rsid w:val="00F31146"/>
    <w:rPr>
      <w:b w:val="0"/>
    </w:rPr>
  </w:style>
  <w:style w:type="paragraph" w:customStyle="1" w:styleId="Exercise">
    <w:name w:val="Exercise"/>
    <w:basedOn w:val="ListLevel1"/>
    <w:qFormat/>
    <w:rsid w:val="00873142"/>
    <w:pPr>
      <w:tabs>
        <w:tab w:val="clear" w:pos="360"/>
        <w:tab w:val="clear" w:pos="480"/>
        <w:tab w:val="left" w:pos="600"/>
      </w:tabs>
      <w:ind w:left="600" w:hanging="600"/>
    </w:pPr>
  </w:style>
  <w:style w:type="paragraph" w:customStyle="1" w:styleId="ExerciseLevel2">
    <w:name w:val="Exercise_Level_2"/>
    <w:basedOn w:val="ListLevel2"/>
    <w:qFormat/>
    <w:rsid w:val="00BE4E1B"/>
  </w:style>
  <w:style w:type="paragraph" w:customStyle="1" w:styleId="ExerciseGutter">
    <w:name w:val="Exercise_Gutter"/>
    <w:basedOn w:val="Exercise"/>
    <w:next w:val="Exercise"/>
    <w:qFormat/>
    <w:rsid w:val="00BE4E1B"/>
    <w:pPr>
      <w:tabs>
        <w:tab w:val="right" w:pos="0"/>
      </w:tabs>
      <w:ind w:hanging="1920"/>
    </w:pPr>
  </w:style>
  <w:style w:type="paragraph" w:customStyle="1" w:styleId="TableText">
    <w:name w:val="Table_Text"/>
    <w:basedOn w:val="TextNoIndent"/>
    <w:qFormat/>
    <w:rsid w:val="00D34DD4"/>
    <w:pPr>
      <w:tabs>
        <w:tab w:val="clear" w:pos="480"/>
        <w:tab w:val="clear" w:pos="960"/>
        <w:tab w:val="clear" w:pos="1440"/>
      </w:tabs>
      <w:spacing w:line="240" w:lineRule="auto"/>
    </w:pPr>
  </w:style>
  <w:style w:type="paragraph" w:customStyle="1" w:styleId="TableTextcontinued">
    <w:name w:val="Table_Text_continued"/>
    <w:basedOn w:val="ListLeveL1indent"/>
    <w:qFormat/>
    <w:rsid w:val="00BE4E1B"/>
  </w:style>
  <w:style w:type="paragraph" w:customStyle="1" w:styleId="SectionProjectHead">
    <w:name w:val="Section_Project_Head"/>
    <w:basedOn w:val="ExerciseGutter"/>
    <w:qFormat/>
    <w:rsid w:val="00BE4E1B"/>
    <w:pPr>
      <w:pBdr>
        <w:top w:val="single" w:sz="4" w:space="1" w:color="auto"/>
      </w:pBdr>
    </w:pPr>
    <w:rPr>
      <w:rFonts w:ascii="Arial" w:hAnsi="Arial"/>
      <w:sz w:val="32"/>
    </w:rPr>
  </w:style>
  <w:style w:type="character" w:customStyle="1" w:styleId="guttercharacter">
    <w:name w:val="gutter_character"/>
    <w:uiPriority w:val="1"/>
    <w:qFormat/>
    <w:rsid w:val="00BE4E1B"/>
    <w:rPr>
      <w:rFonts w:ascii="Times New Roman" w:hAnsi="Times New Roman"/>
      <w:sz w:val="16"/>
    </w:rPr>
  </w:style>
  <w:style w:type="table" w:styleId="TableGrid">
    <w:name w:val="Table Grid"/>
    <w:basedOn w:val="TableNormal"/>
    <w:rsid w:val="00BE4E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igureTitle">
    <w:name w:val="Figure_Title"/>
    <w:basedOn w:val="TableTitle"/>
    <w:qFormat/>
    <w:rsid w:val="0029434C"/>
    <w:pPr>
      <w:pBdr>
        <w:top w:val="none" w:sz="0" w:space="0" w:color="auto"/>
      </w:pBdr>
      <w:tabs>
        <w:tab w:val="left" w:pos="1800"/>
      </w:tabs>
      <w:spacing w:before="360" w:after="360"/>
    </w:pPr>
  </w:style>
  <w:style w:type="paragraph" w:customStyle="1" w:styleId="Toolbox">
    <w:name w:val="Toolbox"/>
    <w:basedOn w:val="TextNoIndent"/>
    <w:qFormat/>
    <w:rsid w:val="00BE4E1B"/>
    <w:pPr>
      <w:pBdr>
        <w:top w:val="single" w:sz="4" w:space="1" w:color="auto"/>
      </w:pBdr>
    </w:pPr>
    <w:rPr>
      <w:rFonts w:ascii="Arial" w:hAnsi="Arial"/>
    </w:rPr>
  </w:style>
  <w:style w:type="paragraph" w:customStyle="1" w:styleId="ElementEnd">
    <w:name w:val="Element_End"/>
    <w:basedOn w:val="TextNoIndent"/>
    <w:qFormat/>
    <w:rsid w:val="00832823"/>
    <w:pPr>
      <w:pBdr>
        <w:bottom w:val="single" w:sz="4" w:space="1" w:color="auto"/>
      </w:pBdr>
      <w:spacing w:after="480" w:line="240" w:lineRule="auto"/>
    </w:pPr>
  </w:style>
  <w:style w:type="paragraph" w:customStyle="1" w:styleId="ElementBegin">
    <w:name w:val="Element_Begin"/>
    <w:basedOn w:val="ElementEnd"/>
    <w:next w:val="TextNoIndent"/>
    <w:qFormat/>
    <w:rsid w:val="009E3AC2"/>
    <w:pPr>
      <w:pBdr>
        <w:top w:val="single" w:sz="4" w:space="1" w:color="auto"/>
        <w:bottom w:val="none" w:sz="0" w:space="0" w:color="auto"/>
      </w:pBdr>
      <w:spacing w:before="360" w:after="0"/>
    </w:pPr>
  </w:style>
  <w:style w:type="paragraph" w:customStyle="1" w:styleId="Exercisecontinued">
    <w:name w:val="Exercise_continued"/>
    <w:basedOn w:val="ListLeveL1indent"/>
    <w:qFormat/>
    <w:rsid w:val="00BE4E1B"/>
  </w:style>
  <w:style w:type="paragraph" w:customStyle="1" w:styleId="BoxText">
    <w:name w:val="Box_Text"/>
    <w:basedOn w:val="TextNoIndent"/>
    <w:qFormat/>
    <w:rsid w:val="00BE4E1B"/>
    <w:pPr>
      <w:spacing w:line="360" w:lineRule="auto"/>
    </w:pPr>
  </w:style>
  <w:style w:type="paragraph" w:customStyle="1" w:styleId="BoxTitle">
    <w:name w:val="Box_Title"/>
    <w:basedOn w:val="HeadingB"/>
    <w:qFormat/>
    <w:rsid w:val="00BE4E1B"/>
    <w:pPr>
      <w:spacing w:before="0"/>
    </w:pPr>
  </w:style>
  <w:style w:type="paragraph" w:customStyle="1" w:styleId="BoxNumber">
    <w:name w:val="Box_Number"/>
    <w:basedOn w:val="BoxTitle"/>
    <w:qFormat/>
    <w:rsid w:val="00BE4E1B"/>
    <w:pPr>
      <w:pBdr>
        <w:top w:val="single" w:sz="4" w:space="4" w:color="auto"/>
      </w:pBdr>
      <w:spacing w:after="0"/>
    </w:pPr>
    <w:rPr>
      <w:b w:val="0"/>
    </w:rPr>
  </w:style>
  <w:style w:type="paragraph" w:customStyle="1" w:styleId="TacticsNumber">
    <w:name w:val="Tactics_Number"/>
    <w:basedOn w:val="BoxNumber"/>
    <w:qFormat/>
    <w:rsid w:val="00BE4E1B"/>
    <w:pPr>
      <w:ind w:left="360"/>
    </w:pPr>
  </w:style>
  <w:style w:type="paragraph" w:customStyle="1" w:styleId="TacticsTitle">
    <w:name w:val="Tactics_Title"/>
    <w:basedOn w:val="BoxTitle"/>
    <w:qFormat/>
    <w:rsid w:val="00BE4E1B"/>
    <w:pPr>
      <w:ind w:left="360"/>
    </w:pPr>
    <w:rPr>
      <w:szCs w:val="18"/>
    </w:rPr>
  </w:style>
  <w:style w:type="paragraph" w:customStyle="1" w:styleId="TacticsText">
    <w:name w:val="Tactics_Text"/>
    <w:basedOn w:val="BoxText"/>
    <w:qFormat/>
    <w:rsid w:val="00BE4E1B"/>
    <w:pPr>
      <w:ind w:left="360" w:right="360"/>
    </w:pPr>
  </w:style>
  <w:style w:type="paragraph" w:customStyle="1" w:styleId="TacticsSubtitle">
    <w:name w:val="Tactics_Subtitle"/>
    <w:basedOn w:val="TacticsTitle"/>
    <w:qFormat/>
    <w:rsid w:val="00BE4E1B"/>
    <w:rPr>
      <w:i/>
    </w:rPr>
  </w:style>
  <w:style w:type="paragraph" w:customStyle="1" w:styleId="LineText-length">
    <w:name w:val="Line_Text-length"/>
    <w:basedOn w:val="TacticsText"/>
    <w:qFormat/>
    <w:rsid w:val="00BE4E1B"/>
    <w:pPr>
      <w:tabs>
        <w:tab w:val="clear" w:pos="480"/>
        <w:tab w:val="clear" w:pos="960"/>
        <w:tab w:val="clear" w:pos="1440"/>
        <w:tab w:val="right" w:leader="underscore" w:pos="8880"/>
      </w:tabs>
      <w:spacing w:before="120" w:after="120" w:line="240" w:lineRule="auto"/>
    </w:pPr>
  </w:style>
  <w:style w:type="paragraph" w:customStyle="1" w:styleId="TacticsTextItalic">
    <w:name w:val="Tactics_Text_Italic"/>
    <w:basedOn w:val="TacticsText"/>
    <w:qFormat/>
    <w:rsid w:val="00BE4E1B"/>
    <w:rPr>
      <w:i/>
    </w:rPr>
  </w:style>
  <w:style w:type="paragraph" w:customStyle="1" w:styleId="Bulletlist">
    <w:name w:val="Bullet_list"/>
    <w:basedOn w:val="ListLevel1"/>
    <w:qFormat/>
    <w:rsid w:val="00151438"/>
  </w:style>
  <w:style w:type="paragraph" w:customStyle="1" w:styleId="ScenarioTitle">
    <w:name w:val="Scenario_Title"/>
    <w:basedOn w:val="TacticsSubtitle"/>
    <w:qFormat/>
    <w:rsid w:val="00BE4E1B"/>
  </w:style>
  <w:style w:type="paragraph" w:customStyle="1" w:styleId="ScenarioText">
    <w:name w:val="Scenario_Text"/>
    <w:basedOn w:val="TacticsText"/>
    <w:qFormat/>
    <w:rsid w:val="00BE4E1B"/>
  </w:style>
  <w:style w:type="paragraph" w:customStyle="1" w:styleId="ScenarioItalic">
    <w:name w:val="Scenario_Italic"/>
    <w:basedOn w:val="TacticsTextItalic"/>
    <w:qFormat/>
    <w:rsid w:val="00BE4E1B"/>
  </w:style>
  <w:style w:type="paragraph" w:customStyle="1" w:styleId="TacticsNoIndent">
    <w:name w:val="Tactics_No_Indent"/>
    <w:basedOn w:val="TacticsText"/>
    <w:qFormat/>
    <w:rsid w:val="00BE4E1B"/>
    <w:pPr>
      <w:spacing w:before="240" w:after="240"/>
    </w:pPr>
  </w:style>
  <w:style w:type="paragraph" w:customStyle="1" w:styleId="Pause">
    <w:name w:val="Pause"/>
    <w:basedOn w:val="HeadingB"/>
    <w:qFormat/>
    <w:rsid w:val="00BE4E1B"/>
    <w:pPr>
      <w:tabs>
        <w:tab w:val="right" w:leader="underscore" w:pos="8880"/>
      </w:tabs>
      <w:spacing w:after="0"/>
    </w:pPr>
  </w:style>
  <w:style w:type="paragraph" w:customStyle="1" w:styleId="Ponder">
    <w:name w:val="Ponder"/>
    <w:basedOn w:val="Pause"/>
    <w:qFormat/>
    <w:rsid w:val="00BE4E1B"/>
    <w:pPr>
      <w:tabs>
        <w:tab w:val="right" w:pos="8880"/>
      </w:tabs>
      <w:spacing w:before="0"/>
    </w:pPr>
  </w:style>
  <w:style w:type="paragraph" w:customStyle="1" w:styleId="ReferenceHead">
    <w:name w:val="Reference_Head"/>
    <w:basedOn w:val="HeadingB"/>
    <w:qFormat/>
    <w:rsid w:val="00BE4E1B"/>
  </w:style>
  <w:style w:type="paragraph" w:customStyle="1" w:styleId="ReferenceText">
    <w:name w:val="Reference_Text"/>
    <w:basedOn w:val="TextNoIndent"/>
    <w:qFormat/>
    <w:rsid w:val="00BE4E1B"/>
    <w:pPr>
      <w:ind w:left="480" w:hanging="480"/>
    </w:pPr>
  </w:style>
  <w:style w:type="paragraph" w:customStyle="1" w:styleId="Listleft-right">
    <w:name w:val="List_left-right"/>
    <w:basedOn w:val="ListLevel1"/>
    <w:qFormat/>
    <w:rsid w:val="00BE4E1B"/>
    <w:pPr>
      <w:tabs>
        <w:tab w:val="clear" w:pos="360"/>
        <w:tab w:val="clear" w:pos="480"/>
        <w:tab w:val="right" w:pos="8880"/>
      </w:tabs>
      <w:spacing w:line="240" w:lineRule="auto"/>
      <w:ind w:firstLine="0"/>
    </w:pPr>
  </w:style>
  <w:style w:type="paragraph" w:customStyle="1" w:styleId="Longdoublearrow">
    <w:name w:val="Long_double_arrow"/>
    <w:qFormat/>
    <w:rsid w:val="00BE4E1B"/>
    <w:pPr>
      <w:spacing w:after="240"/>
    </w:pPr>
    <w:rPr>
      <w:rFonts w:ascii="Arial" w:hAnsi="Arial"/>
      <w:b/>
      <w:sz w:val="28"/>
    </w:rPr>
  </w:style>
  <w:style w:type="paragraph" w:customStyle="1" w:styleId="ListLevel1mult">
    <w:name w:val="List_Level_1_mult"/>
    <w:basedOn w:val="ListLevel1"/>
    <w:qFormat/>
    <w:rsid w:val="00BE4E1B"/>
    <w:pPr>
      <w:tabs>
        <w:tab w:val="right" w:pos="6480"/>
        <w:tab w:val="right" w:pos="7200"/>
        <w:tab w:val="right" w:pos="7920"/>
      </w:tabs>
    </w:pPr>
  </w:style>
  <w:style w:type="paragraph" w:customStyle="1" w:styleId="GreekPlay">
    <w:name w:val="Greek_Play"/>
    <w:basedOn w:val="ListLevel1"/>
    <w:qFormat/>
    <w:rsid w:val="00BE4E1B"/>
    <w:pPr>
      <w:tabs>
        <w:tab w:val="clear" w:pos="360"/>
        <w:tab w:val="clear" w:pos="480"/>
        <w:tab w:val="right" w:pos="2160"/>
        <w:tab w:val="left" w:pos="2280"/>
      </w:tabs>
      <w:ind w:left="2280" w:hanging="2280"/>
    </w:pPr>
    <w:rPr>
      <w:i/>
    </w:rPr>
  </w:style>
  <w:style w:type="paragraph" w:customStyle="1" w:styleId="TextNoneSingle">
    <w:name w:val="Text_None_Single"/>
    <w:basedOn w:val="TextNoIndent"/>
    <w:qFormat/>
    <w:rsid w:val="00BE4E1B"/>
    <w:pPr>
      <w:spacing w:line="240" w:lineRule="auto"/>
    </w:pPr>
  </w:style>
  <w:style w:type="paragraph" w:customStyle="1" w:styleId="KeyTerms">
    <w:name w:val="Key_Terms"/>
    <w:basedOn w:val="Normal"/>
    <w:qFormat/>
    <w:rsid w:val="00BE4E1B"/>
    <w:pPr>
      <w:widowControl w:val="0"/>
      <w:autoSpaceDE w:val="0"/>
      <w:autoSpaceDN w:val="0"/>
      <w:adjustRightInd w:val="0"/>
      <w:spacing w:after="0" w:line="240" w:lineRule="auto"/>
    </w:pPr>
    <w:rPr>
      <w:szCs w:val="24"/>
    </w:rPr>
  </w:style>
  <w:style w:type="paragraph" w:customStyle="1" w:styleId="Tablenumber">
    <w:name w:val="Table_number"/>
    <w:basedOn w:val="Normal"/>
    <w:qFormat/>
    <w:rsid w:val="00BE4E1B"/>
    <w:pPr>
      <w:widowControl w:val="0"/>
      <w:pBdr>
        <w:top w:val="single" w:sz="4" w:space="4" w:color="auto"/>
      </w:pBdr>
      <w:autoSpaceDE w:val="0"/>
      <w:autoSpaceDN w:val="0"/>
      <w:adjustRightInd w:val="0"/>
      <w:spacing w:after="0" w:line="240" w:lineRule="auto"/>
    </w:pPr>
    <w:rPr>
      <w:b/>
      <w:szCs w:val="24"/>
    </w:rPr>
  </w:style>
  <w:style w:type="paragraph" w:customStyle="1" w:styleId="Figurenumber">
    <w:name w:val="Figure_number"/>
    <w:basedOn w:val="FigureTitle"/>
    <w:qFormat/>
    <w:rsid w:val="00BE4E1B"/>
    <w:pPr>
      <w:pBdr>
        <w:top w:val="single" w:sz="4" w:space="4" w:color="auto"/>
      </w:pBdr>
    </w:pPr>
    <w:rPr>
      <w:b/>
      <w:bCs/>
    </w:rPr>
  </w:style>
  <w:style w:type="paragraph" w:customStyle="1" w:styleId="BibliographyHead">
    <w:name w:val="Bibliography_Head"/>
    <w:basedOn w:val="ReferenceHead"/>
    <w:qFormat/>
    <w:rsid w:val="00BE4E1B"/>
  </w:style>
  <w:style w:type="paragraph" w:customStyle="1" w:styleId="Bibliographyentry">
    <w:name w:val="Bibliography_entry"/>
    <w:basedOn w:val="ReferenceText"/>
    <w:qFormat/>
    <w:rsid w:val="00BE4E1B"/>
    <w:pPr>
      <w:spacing w:line="360" w:lineRule="auto"/>
    </w:pPr>
  </w:style>
  <w:style w:type="paragraph" w:customStyle="1" w:styleId="Self-AssessmentHead">
    <w:name w:val="Self-Assessment_Head"/>
    <w:basedOn w:val="HeadingB"/>
    <w:qFormat/>
    <w:rsid w:val="00BE4E1B"/>
  </w:style>
  <w:style w:type="paragraph" w:customStyle="1" w:styleId="Self-Assessmentlist">
    <w:name w:val="Self-Assessment_list"/>
    <w:basedOn w:val="ListLevel1"/>
    <w:qFormat/>
    <w:rsid w:val="00BE4E1B"/>
  </w:style>
  <w:style w:type="paragraph" w:customStyle="1" w:styleId="KeyTermsHead">
    <w:name w:val="Key_Terms_Head"/>
    <w:basedOn w:val="HeadingB"/>
    <w:qFormat/>
    <w:rsid w:val="00BE4E1B"/>
  </w:style>
  <w:style w:type="paragraph" w:customStyle="1" w:styleId="Source">
    <w:name w:val="Source"/>
    <w:basedOn w:val="TextNoneSingle"/>
    <w:qFormat/>
    <w:rsid w:val="00BE4E1B"/>
  </w:style>
  <w:style w:type="paragraph" w:customStyle="1" w:styleId="BoxEnd">
    <w:name w:val="Box_End"/>
    <w:basedOn w:val="BoxText"/>
    <w:qFormat/>
    <w:rsid w:val="00BE4E1B"/>
    <w:pPr>
      <w:pBdr>
        <w:bottom w:val="single" w:sz="4" w:space="1" w:color="auto"/>
      </w:pBdr>
    </w:pPr>
  </w:style>
  <w:style w:type="paragraph" w:customStyle="1" w:styleId="Head4paragraph">
    <w:name w:val="Head_4_paragraph"/>
    <w:basedOn w:val="TextNoIndent"/>
    <w:qFormat/>
    <w:rsid w:val="00BE4E1B"/>
    <w:pPr>
      <w:spacing w:before="240"/>
    </w:pPr>
  </w:style>
  <w:style w:type="paragraph" w:customStyle="1" w:styleId="PediatricPointerHead">
    <w:name w:val="Pediatric_Pointer_Head"/>
    <w:basedOn w:val="HeadingB"/>
    <w:qFormat/>
    <w:rsid w:val="00BE4E1B"/>
  </w:style>
  <w:style w:type="paragraph" w:customStyle="1" w:styleId="PediatricPointertext">
    <w:name w:val="Pediatric_Pointer_text"/>
    <w:basedOn w:val="Extract"/>
    <w:qFormat/>
    <w:rsid w:val="00BE4E1B"/>
    <w:pPr>
      <w:spacing w:line="360" w:lineRule="auto"/>
    </w:pPr>
    <w:rPr>
      <w:i/>
    </w:rPr>
  </w:style>
  <w:style w:type="paragraph" w:customStyle="1" w:styleId="AIUMHead">
    <w:name w:val="AIUM_Head"/>
    <w:basedOn w:val="HeadingB"/>
    <w:qFormat/>
    <w:rsid w:val="00BE4E1B"/>
    <w:pPr>
      <w:pBdr>
        <w:top w:val="single" w:sz="4" w:space="4" w:color="auto"/>
      </w:pBdr>
    </w:pPr>
  </w:style>
  <w:style w:type="paragraph" w:customStyle="1" w:styleId="PathologyHighlightsHead">
    <w:name w:val="Pathology_Highlights_Head"/>
    <w:basedOn w:val="PediatricPointerHead"/>
    <w:qFormat/>
    <w:rsid w:val="00BE4E1B"/>
  </w:style>
  <w:style w:type="paragraph" w:customStyle="1" w:styleId="PathologyHighlightstext">
    <w:name w:val="Pathology_Highlights_text"/>
    <w:basedOn w:val="PediatricPointertext"/>
    <w:qFormat/>
    <w:rsid w:val="00BE4E1B"/>
  </w:style>
  <w:style w:type="paragraph" w:customStyle="1" w:styleId="Glossaryentry">
    <w:name w:val="Glossary_entry"/>
    <w:basedOn w:val="ReferenceText"/>
    <w:qFormat/>
    <w:rsid w:val="00BE4E1B"/>
    <w:pPr>
      <w:spacing w:before="120" w:after="120" w:line="360" w:lineRule="auto"/>
    </w:pPr>
  </w:style>
  <w:style w:type="paragraph" w:customStyle="1" w:styleId="NoParagraphStyle">
    <w:name w:val="[No Paragraph Style]"/>
    <w:rsid w:val="00862E3E"/>
    <w:pPr>
      <w:widowControl w:val="0"/>
      <w:autoSpaceDE w:val="0"/>
      <w:autoSpaceDN w:val="0"/>
      <w:adjustRightInd w:val="0"/>
      <w:spacing w:line="288" w:lineRule="auto"/>
      <w:textAlignment w:val="center"/>
    </w:pPr>
    <w:rPr>
      <w:rFonts w:ascii="Times-Roman" w:hAnsi="Times-Roman" w:cs="Times-Roman"/>
      <w:color w:val="000000"/>
      <w:sz w:val="24"/>
      <w:szCs w:val="24"/>
    </w:rPr>
  </w:style>
  <w:style w:type="paragraph" w:customStyle="1" w:styleId="BasicParagraph">
    <w:name w:val="[Basic Paragraph]"/>
    <w:basedOn w:val="NoParagraphStyle"/>
    <w:uiPriority w:val="99"/>
    <w:rsid w:val="00862E3E"/>
  </w:style>
  <w:style w:type="paragraph" w:customStyle="1" w:styleId="AU">
    <w:name w:val="AU"/>
    <w:basedOn w:val="NoParagraphStyle"/>
    <w:next w:val="NoParagraphStyle"/>
    <w:uiPriority w:val="99"/>
    <w:rsid w:val="00862E3E"/>
    <w:pPr>
      <w:suppressAutoHyphens/>
      <w:spacing w:before="240" w:line="280" w:lineRule="atLeast"/>
      <w:jc w:val="right"/>
    </w:pPr>
    <w:rPr>
      <w:rFonts w:ascii="TimesLTStd-Bold" w:hAnsi="TimesLTStd-Bold" w:cs="TimesLTStd-Bold"/>
      <w:b/>
      <w:bCs/>
    </w:rPr>
  </w:style>
  <w:style w:type="paragraph" w:customStyle="1" w:styleId="H1">
    <w:name w:val="H1"/>
    <w:basedOn w:val="NoParagraphStyle"/>
    <w:next w:val="TX1"/>
    <w:rsid w:val="00862E3E"/>
    <w:pPr>
      <w:keepNext/>
      <w:keepLines/>
      <w:suppressAutoHyphens/>
      <w:spacing w:before="375" w:after="95" w:line="250" w:lineRule="atLeast"/>
    </w:pPr>
    <w:rPr>
      <w:rFonts w:ascii="HelveticaLTStd-Bold" w:hAnsi="HelveticaLTStd-Bold" w:cs="HelveticaLTStd-Bold"/>
      <w:b/>
      <w:bCs/>
      <w:caps/>
      <w:sz w:val="20"/>
      <w:szCs w:val="20"/>
    </w:rPr>
  </w:style>
  <w:style w:type="paragraph" w:customStyle="1" w:styleId="BL">
    <w:name w:val="BL"/>
    <w:basedOn w:val="NoParagraphStyle"/>
    <w:uiPriority w:val="99"/>
    <w:rsid w:val="00862E3E"/>
    <w:pPr>
      <w:spacing w:line="250" w:lineRule="atLeast"/>
      <w:ind w:left="480" w:hanging="180"/>
      <w:jc w:val="both"/>
    </w:pPr>
    <w:rPr>
      <w:rFonts w:ascii="TimesLTStd-Roman" w:hAnsi="TimesLTStd-Roman" w:cs="TimesLTStd-Roman"/>
      <w:sz w:val="20"/>
      <w:szCs w:val="20"/>
    </w:rPr>
  </w:style>
  <w:style w:type="paragraph" w:customStyle="1" w:styleId="UNL">
    <w:name w:val="UNL"/>
    <w:basedOn w:val="BL"/>
    <w:uiPriority w:val="99"/>
    <w:rsid w:val="00862E3E"/>
    <w:pPr>
      <w:ind w:hanging="240"/>
    </w:pPr>
  </w:style>
  <w:style w:type="paragraph" w:customStyle="1" w:styleId="TX1">
    <w:name w:val="TX1"/>
    <w:basedOn w:val="NoParagraphStyle"/>
    <w:uiPriority w:val="99"/>
    <w:rsid w:val="00862E3E"/>
    <w:pPr>
      <w:spacing w:line="250" w:lineRule="atLeast"/>
      <w:jc w:val="both"/>
    </w:pPr>
    <w:rPr>
      <w:rFonts w:ascii="TimesLTStd-Roman" w:hAnsi="TimesLTStd-Roman" w:cs="TimesLTStd-Roman"/>
      <w:sz w:val="20"/>
      <w:szCs w:val="20"/>
    </w:rPr>
  </w:style>
  <w:style w:type="paragraph" w:customStyle="1" w:styleId="TX">
    <w:name w:val="TX"/>
    <w:basedOn w:val="NoParagraphStyle"/>
    <w:uiPriority w:val="99"/>
    <w:rsid w:val="00862E3E"/>
    <w:pPr>
      <w:spacing w:line="250" w:lineRule="atLeast"/>
      <w:ind w:firstLine="300"/>
      <w:jc w:val="both"/>
    </w:pPr>
    <w:rPr>
      <w:rFonts w:ascii="TimesLTStd-Roman" w:hAnsi="TimesLTStd-Roman" w:cs="TimesLTStd-Roman"/>
      <w:sz w:val="20"/>
      <w:szCs w:val="20"/>
    </w:rPr>
  </w:style>
  <w:style w:type="paragraph" w:customStyle="1" w:styleId="EXTonly">
    <w:name w:val="EXT_only"/>
    <w:basedOn w:val="NoParagraphStyle"/>
    <w:uiPriority w:val="99"/>
    <w:rsid w:val="00862E3E"/>
    <w:pPr>
      <w:spacing w:before="250" w:after="250" w:line="230" w:lineRule="atLeast"/>
      <w:ind w:left="240" w:right="240"/>
      <w:jc w:val="both"/>
    </w:pPr>
    <w:rPr>
      <w:rFonts w:ascii="TimesLTStd-Roman" w:hAnsi="TimesLTStd-Roman" w:cs="TimesLTStd-Roman"/>
      <w:sz w:val="18"/>
      <w:szCs w:val="18"/>
    </w:rPr>
  </w:style>
  <w:style w:type="paragraph" w:customStyle="1" w:styleId="H2afterH1">
    <w:name w:val="H2afterH1"/>
    <w:basedOn w:val="NoParagraphStyle"/>
    <w:uiPriority w:val="99"/>
    <w:rsid w:val="00862E3E"/>
    <w:pPr>
      <w:keepNext/>
      <w:keepLines/>
      <w:suppressAutoHyphens/>
      <w:spacing w:after="95" w:line="250" w:lineRule="atLeast"/>
    </w:pPr>
    <w:rPr>
      <w:rFonts w:ascii="HelveticaLTStd-Bold" w:hAnsi="HelveticaLTStd-Bold" w:cs="HelveticaLTStd-Bold"/>
      <w:b/>
      <w:bCs/>
      <w:sz w:val="20"/>
      <w:szCs w:val="20"/>
    </w:rPr>
  </w:style>
  <w:style w:type="paragraph" w:customStyle="1" w:styleId="H2">
    <w:name w:val="H2"/>
    <w:basedOn w:val="NoParagraphStyle"/>
    <w:next w:val="TX1"/>
    <w:uiPriority w:val="99"/>
    <w:rsid w:val="00862E3E"/>
    <w:pPr>
      <w:keepNext/>
      <w:keepLines/>
      <w:suppressAutoHyphens/>
      <w:spacing w:before="188" w:after="95" w:line="250" w:lineRule="atLeast"/>
    </w:pPr>
    <w:rPr>
      <w:rFonts w:ascii="HelveticaLTStd-Bold" w:hAnsi="HelveticaLTStd-Bold" w:cs="HelveticaLTStd-Bold"/>
      <w:b/>
      <w:bCs/>
      <w:sz w:val="20"/>
      <w:szCs w:val="20"/>
    </w:rPr>
  </w:style>
  <w:style w:type="paragraph" w:customStyle="1" w:styleId="H3">
    <w:name w:val="H3"/>
    <w:basedOn w:val="NoParagraphStyle"/>
    <w:next w:val="NoParagraphStyle"/>
    <w:uiPriority w:val="99"/>
    <w:rsid w:val="00862E3E"/>
    <w:pPr>
      <w:suppressAutoHyphens/>
      <w:spacing w:before="188" w:after="75" w:line="250" w:lineRule="atLeast"/>
    </w:pPr>
    <w:rPr>
      <w:rFonts w:ascii="HelveticaLTStd-BoldObl" w:hAnsi="HelveticaLTStd-BoldObl" w:cs="HelveticaLTStd-BoldObl"/>
      <w:b/>
      <w:bCs/>
      <w:i/>
      <w:iCs/>
      <w:sz w:val="20"/>
      <w:szCs w:val="20"/>
    </w:rPr>
  </w:style>
  <w:style w:type="paragraph" w:customStyle="1" w:styleId="BL1">
    <w:name w:val="BL1"/>
    <w:basedOn w:val="NoParagraphStyle"/>
    <w:uiPriority w:val="99"/>
    <w:rsid w:val="00862E3E"/>
    <w:pPr>
      <w:keepNext/>
      <w:spacing w:before="125" w:line="250" w:lineRule="atLeast"/>
      <w:ind w:left="480" w:hanging="180"/>
      <w:jc w:val="both"/>
    </w:pPr>
    <w:rPr>
      <w:rFonts w:ascii="TimesLTStd-Roman" w:hAnsi="TimesLTStd-Roman" w:cs="TimesLTStd-Roman"/>
      <w:sz w:val="20"/>
      <w:szCs w:val="20"/>
    </w:rPr>
  </w:style>
  <w:style w:type="paragraph" w:customStyle="1" w:styleId="BL3">
    <w:name w:val="BL3"/>
    <w:basedOn w:val="NoParagraphStyle"/>
    <w:uiPriority w:val="99"/>
    <w:rsid w:val="00862E3E"/>
    <w:pPr>
      <w:spacing w:after="125" w:line="250" w:lineRule="atLeast"/>
      <w:ind w:left="480" w:hanging="180"/>
      <w:jc w:val="both"/>
    </w:pPr>
    <w:rPr>
      <w:rFonts w:ascii="TimesLTStd-Roman" w:hAnsi="TimesLTStd-Roman" w:cs="TimesLTStd-Roman"/>
      <w:sz w:val="20"/>
      <w:szCs w:val="20"/>
    </w:rPr>
  </w:style>
  <w:style w:type="paragraph" w:customStyle="1" w:styleId="Exh-cap">
    <w:name w:val="Exh-cap"/>
    <w:basedOn w:val="NoParagraphStyle"/>
    <w:uiPriority w:val="99"/>
    <w:rsid w:val="00862E3E"/>
    <w:pPr>
      <w:suppressAutoHyphens/>
      <w:spacing w:line="220" w:lineRule="atLeast"/>
    </w:pPr>
    <w:rPr>
      <w:rFonts w:ascii="HelveticaLTStd-Bold" w:hAnsi="HelveticaLTStd-Bold" w:cs="HelveticaLTStd-Bold"/>
      <w:b/>
      <w:bCs/>
      <w:sz w:val="18"/>
      <w:szCs w:val="18"/>
    </w:rPr>
  </w:style>
  <w:style w:type="paragraph" w:customStyle="1" w:styleId="TSRC">
    <w:name w:val="TSRC"/>
    <w:basedOn w:val="NoParagraphStyle"/>
    <w:next w:val="NoParagraphStyle"/>
    <w:uiPriority w:val="99"/>
    <w:rsid w:val="00862E3E"/>
    <w:pPr>
      <w:suppressAutoHyphens/>
      <w:spacing w:line="180" w:lineRule="atLeast"/>
    </w:pPr>
    <w:rPr>
      <w:rFonts w:ascii="TimesLTStd-Roman" w:hAnsi="TimesLTStd-Roman" w:cs="TimesLTStd-Roman"/>
      <w:sz w:val="14"/>
      <w:szCs w:val="14"/>
    </w:rPr>
  </w:style>
  <w:style w:type="paragraph" w:customStyle="1" w:styleId="NL1">
    <w:name w:val="NL1"/>
    <w:basedOn w:val="NoParagraphStyle"/>
    <w:uiPriority w:val="99"/>
    <w:rsid w:val="00862E3E"/>
    <w:pPr>
      <w:spacing w:before="125" w:line="250" w:lineRule="atLeast"/>
      <w:ind w:left="540" w:hanging="120"/>
      <w:jc w:val="both"/>
    </w:pPr>
    <w:rPr>
      <w:rFonts w:ascii="TimesLTStd-Roman" w:hAnsi="TimesLTStd-Roman" w:cs="TimesLTStd-Roman"/>
      <w:sz w:val="20"/>
      <w:szCs w:val="20"/>
    </w:rPr>
  </w:style>
  <w:style w:type="paragraph" w:customStyle="1" w:styleId="NL">
    <w:name w:val="NL"/>
    <w:basedOn w:val="NoParagraphStyle"/>
    <w:uiPriority w:val="99"/>
    <w:rsid w:val="00862E3E"/>
    <w:pPr>
      <w:spacing w:line="250" w:lineRule="atLeast"/>
      <w:ind w:left="540" w:hanging="120"/>
      <w:jc w:val="both"/>
    </w:pPr>
    <w:rPr>
      <w:rFonts w:ascii="TimesLTStd-Roman" w:hAnsi="TimesLTStd-Roman" w:cs="TimesLTStd-Roman"/>
      <w:sz w:val="20"/>
      <w:szCs w:val="20"/>
    </w:rPr>
  </w:style>
  <w:style w:type="paragraph" w:customStyle="1" w:styleId="NL3">
    <w:name w:val="NL3"/>
    <w:basedOn w:val="NoParagraphStyle"/>
    <w:uiPriority w:val="99"/>
    <w:rsid w:val="00862E3E"/>
    <w:pPr>
      <w:spacing w:after="125" w:line="250" w:lineRule="atLeast"/>
      <w:ind w:left="540" w:hanging="120"/>
      <w:jc w:val="both"/>
    </w:pPr>
    <w:rPr>
      <w:rFonts w:ascii="TimesLTStd-Roman" w:hAnsi="TimesLTStd-Roman" w:cs="TimesLTStd-Roman"/>
      <w:sz w:val="20"/>
      <w:szCs w:val="20"/>
    </w:rPr>
  </w:style>
  <w:style w:type="paragraph" w:customStyle="1" w:styleId="RRH">
    <w:name w:val="RRH"/>
    <w:basedOn w:val="NoParagraphStyle"/>
    <w:uiPriority w:val="99"/>
    <w:rsid w:val="00862E3E"/>
    <w:pPr>
      <w:spacing w:line="220" w:lineRule="atLeast"/>
      <w:jc w:val="right"/>
    </w:pPr>
    <w:rPr>
      <w:rFonts w:ascii="TimesLTStd-Italic" w:hAnsi="TimesLTStd-Italic" w:cs="TimesLTStd-Italic"/>
      <w:i/>
      <w:iCs/>
      <w:sz w:val="20"/>
      <w:szCs w:val="20"/>
    </w:rPr>
  </w:style>
  <w:style w:type="paragraph" w:customStyle="1" w:styleId="CS-Title">
    <w:name w:val="CS-Title"/>
    <w:basedOn w:val="NoParagraphStyle"/>
    <w:uiPriority w:val="99"/>
    <w:rsid w:val="00862E3E"/>
    <w:pPr>
      <w:tabs>
        <w:tab w:val="left" w:pos="1080"/>
      </w:tabs>
      <w:suppressAutoHyphens/>
      <w:spacing w:after="160" w:line="280" w:lineRule="atLeast"/>
    </w:pPr>
    <w:rPr>
      <w:rFonts w:ascii="HelveticaLTStd-Roman" w:hAnsi="HelveticaLTStd-Roman" w:cs="HelveticaLTStd-Roman"/>
    </w:rPr>
  </w:style>
  <w:style w:type="paragraph" w:customStyle="1" w:styleId="CS-TX1">
    <w:name w:val="CS-TX1"/>
    <w:basedOn w:val="NoParagraphStyle"/>
    <w:uiPriority w:val="99"/>
    <w:rsid w:val="00862E3E"/>
    <w:pPr>
      <w:spacing w:line="250" w:lineRule="atLeast"/>
      <w:jc w:val="both"/>
    </w:pPr>
    <w:rPr>
      <w:rFonts w:ascii="TimesLTStd-Roman" w:hAnsi="TimesLTStd-Roman" w:cs="TimesLTStd-Roman"/>
      <w:sz w:val="20"/>
      <w:szCs w:val="20"/>
    </w:rPr>
  </w:style>
  <w:style w:type="paragraph" w:customStyle="1" w:styleId="CS-TX">
    <w:name w:val="CS-TX"/>
    <w:basedOn w:val="NoParagraphStyle"/>
    <w:uiPriority w:val="99"/>
    <w:rsid w:val="00862E3E"/>
    <w:pPr>
      <w:spacing w:line="250" w:lineRule="atLeast"/>
      <w:ind w:firstLine="300"/>
      <w:jc w:val="both"/>
    </w:pPr>
    <w:rPr>
      <w:rFonts w:ascii="TimesLTStd-Roman" w:hAnsi="TimesLTStd-Roman" w:cs="TimesLTStd-Roman"/>
      <w:sz w:val="20"/>
      <w:szCs w:val="20"/>
    </w:rPr>
  </w:style>
  <w:style w:type="paragraph" w:customStyle="1" w:styleId="REF">
    <w:name w:val="REF"/>
    <w:basedOn w:val="NoParagraphStyle"/>
    <w:uiPriority w:val="99"/>
    <w:rsid w:val="00862E3E"/>
    <w:pPr>
      <w:keepLines/>
      <w:spacing w:after="63" w:line="200" w:lineRule="atLeast"/>
      <w:ind w:left="188" w:hanging="187"/>
      <w:jc w:val="both"/>
    </w:pPr>
    <w:rPr>
      <w:rFonts w:ascii="TimesLTStd-Roman" w:hAnsi="TimesLTStd-Roman" w:cs="TimesLTStd-Roman"/>
      <w:sz w:val="16"/>
      <w:szCs w:val="16"/>
    </w:rPr>
  </w:style>
  <w:style w:type="paragraph" w:customStyle="1" w:styleId="UNL1">
    <w:name w:val="UNL1"/>
    <w:basedOn w:val="BL1"/>
    <w:next w:val="NoParagraphStyle"/>
    <w:uiPriority w:val="99"/>
    <w:rsid w:val="00862E3E"/>
  </w:style>
  <w:style w:type="paragraph" w:customStyle="1" w:styleId="UNL3">
    <w:name w:val="UNL3"/>
    <w:basedOn w:val="UNL"/>
    <w:next w:val="NoParagraphStyle"/>
    <w:uiPriority w:val="99"/>
    <w:rsid w:val="00862E3E"/>
    <w:pPr>
      <w:spacing w:after="125"/>
    </w:pPr>
  </w:style>
  <w:style w:type="character" w:customStyle="1" w:styleId="pbold">
    <w:name w:val="p_bold"/>
    <w:uiPriority w:val="99"/>
    <w:rsid w:val="00862E3E"/>
    <w:rPr>
      <w:b/>
      <w:bCs/>
    </w:rPr>
  </w:style>
  <w:style w:type="character" w:customStyle="1" w:styleId="pboldital">
    <w:name w:val="p_boldital"/>
    <w:uiPriority w:val="99"/>
    <w:rsid w:val="00862E3E"/>
    <w:rPr>
      <w:b/>
      <w:bCs/>
      <w:i/>
      <w:iCs/>
    </w:rPr>
  </w:style>
  <w:style w:type="character" w:customStyle="1" w:styleId="psc">
    <w:name w:val="p_sc"/>
    <w:uiPriority w:val="99"/>
    <w:rsid w:val="00862E3E"/>
    <w:rPr>
      <w:smallCaps/>
    </w:rPr>
  </w:style>
  <w:style w:type="character" w:customStyle="1" w:styleId="pital">
    <w:name w:val="p_ital"/>
    <w:uiPriority w:val="99"/>
    <w:rsid w:val="00862E3E"/>
    <w:rPr>
      <w:rFonts w:ascii="TimesLTStd-Italic" w:hAnsi="TimesLTStd-Italic" w:cs="TimesLTStd-Italic"/>
      <w:i/>
      <w:iCs/>
    </w:rPr>
  </w:style>
  <w:style w:type="character" w:customStyle="1" w:styleId="pagenum">
    <w:name w:val="pagenum"/>
    <w:uiPriority w:val="99"/>
    <w:rsid w:val="00862E3E"/>
    <w:rPr>
      <w:rFonts w:ascii="TimesLTStd-Roman" w:hAnsi="TimesLTStd-Roman" w:cs="TimesLTStd-Roman"/>
      <w:sz w:val="20"/>
      <w:szCs w:val="20"/>
    </w:rPr>
  </w:style>
  <w:style w:type="paragraph" w:customStyle="1" w:styleId="cnword">
    <w:name w:val="cn_word"/>
    <w:basedOn w:val="NoParagraphStyle"/>
    <w:uiPriority w:val="99"/>
    <w:rsid w:val="00862E3E"/>
    <w:pPr>
      <w:spacing w:line="240" w:lineRule="atLeast"/>
      <w:jc w:val="center"/>
    </w:pPr>
    <w:rPr>
      <w:rFonts w:ascii="WeidemannStd-Black" w:hAnsi="WeidemannStd-Black" w:cs="WeidemannStd-Black"/>
      <w:caps/>
      <w:spacing w:val="3"/>
      <w:sz w:val="20"/>
      <w:szCs w:val="20"/>
    </w:rPr>
  </w:style>
  <w:style w:type="paragraph" w:customStyle="1" w:styleId="UT">
    <w:name w:val="UT"/>
    <w:basedOn w:val="CT"/>
    <w:uiPriority w:val="99"/>
    <w:rsid w:val="00862E3E"/>
    <w:pPr>
      <w:widowControl w:val="0"/>
      <w:suppressAutoHyphens/>
      <w:autoSpaceDE w:val="0"/>
      <w:autoSpaceDN w:val="0"/>
      <w:adjustRightInd w:val="0"/>
      <w:spacing w:before="960" w:after="360" w:line="740" w:lineRule="atLeast"/>
      <w:textAlignment w:val="center"/>
    </w:pPr>
    <w:rPr>
      <w:rFonts w:ascii="WeidemannStd-Medium" w:hAnsi="WeidemannStd-Medium" w:cs="WeidemannStd-Medium"/>
      <w:color w:val="000000"/>
      <w:sz w:val="60"/>
      <w:szCs w:val="60"/>
    </w:rPr>
  </w:style>
  <w:style w:type="paragraph" w:customStyle="1" w:styleId="TXT1">
    <w:name w:val="TXT1"/>
    <w:basedOn w:val="NoParagraphStyle"/>
    <w:uiPriority w:val="99"/>
    <w:rsid w:val="00862E3E"/>
    <w:pPr>
      <w:spacing w:line="280" w:lineRule="atLeast"/>
      <w:jc w:val="both"/>
    </w:pPr>
    <w:rPr>
      <w:rFonts w:ascii="AGaramondPro-Regular" w:hAnsi="AGaramondPro-Regular" w:cs="AGaramondPro-Regular"/>
      <w:sz w:val="21"/>
      <w:szCs w:val="21"/>
    </w:rPr>
  </w:style>
  <w:style w:type="paragraph" w:customStyle="1" w:styleId="UOTX1">
    <w:name w:val="UO_TX1"/>
    <w:basedOn w:val="TXT1"/>
    <w:uiPriority w:val="99"/>
    <w:rsid w:val="00862E3E"/>
  </w:style>
  <w:style w:type="paragraph" w:customStyle="1" w:styleId="TXT">
    <w:name w:val="TXT"/>
    <w:basedOn w:val="NoParagraphStyle"/>
    <w:uiPriority w:val="99"/>
    <w:rsid w:val="00862E3E"/>
    <w:pPr>
      <w:spacing w:line="280" w:lineRule="atLeast"/>
      <w:ind w:firstLine="240"/>
      <w:jc w:val="both"/>
    </w:pPr>
    <w:rPr>
      <w:rFonts w:ascii="AGaramondPro-Regular" w:hAnsi="AGaramondPro-Regular" w:cs="AGaramondPro-Regular"/>
      <w:sz w:val="21"/>
      <w:szCs w:val="21"/>
    </w:rPr>
  </w:style>
  <w:style w:type="paragraph" w:customStyle="1" w:styleId="UOTX">
    <w:name w:val="UO_TX"/>
    <w:basedOn w:val="TXT"/>
    <w:uiPriority w:val="99"/>
    <w:rsid w:val="00862E3E"/>
  </w:style>
  <w:style w:type="paragraph" w:customStyle="1" w:styleId="UOUL">
    <w:name w:val="UO_UL"/>
    <w:basedOn w:val="UNL"/>
    <w:uiPriority w:val="99"/>
    <w:rsid w:val="00862E3E"/>
    <w:pPr>
      <w:tabs>
        <w:tab w:val="left" w:pos="360"/>
      </w:tabs>
      <w:spacing w:before="70" w:line="280" w:lineRule="atLeast"/>
      <w:ind w:left="240" w:right="240" w:firstLine="0"/>
    </w:pPr>
    <w:rPr>
      <w:rFonts w:ascii="AGaramondPro-Regular" w:hAnsi="AGaramondPro-Regular" w:cs="AGaramondPro-Regular"/>
      <w:sz w:val="21"/>
      <w:szCs w:val="21"/>
    </w:rPr>
  </w:style>
  <w:style w:type="paragraph" w:customStyle="1" w:styleId="OBH1">
    <w:name w:val="OBH1"/>
    <w:basedOn w:val="NoParagraphStyle"/>
    <w:uiPriority w:val="99"/>
    <w:rsid w:val="00862E3E"/>
    <w:pPr>
      <w:pageBreakBefore/>
      <w:suppressAutoHyphens/>
      <w:spacing w:before="280" w:after="120" w:line="480" w:lineRule="atLeast"/>
    </w:pPr>
    <w:rPr>
      <w:rFonts w:ascii="WeidemannStd-Bold" w:hAnsi="WeidemannStd-Bold" w:cs="WeidemannStd-Bold"/>
      <w:b/>
      <w:bCs/>
      <w:caps/>
      <w:spacing w:val="5"/>
    </w:rPr>
  </w:style>
  <w:style w:type="paragraph" w:customStyle="1" w:styleId="UOOBJH">
    <w:name w:val="UO_OBJH"/>
    <w:basedOn w:val="OBH1"/>
    <w:uiPriority w:val="99"/>
    <w:rsid w:val="00862E3E"/>
    <w:pPr>
      <w:keepNext/>
      <w:pageBreakBefore w:val="0"/>
    </w:pPr>
  </w:style>
  <w:style w:type="paragraph" w:customStyle="1" w:styleId="nl0">
    <w:name w:val="nl"/>
    <w:basedOn w:val="TXT"/>
    <w:uiPriority w:val="99"/>
    <w:rsid w:val="00862E3E"/>
    <w:pPr>
      <w:tabs>
        <w:tab w:val="decimal" w:pos="441"/>
        <w:tab w:val="left" w:pos="600"/>
      </w:tabs>
      <w:ind w:left="420" w:hanging="120"/>
    </w:pPr>
  </w:style>
  <w:style w:type="paragraph" w:customStyle="1" w:styleId="nl10">
    <w:name w:val="nl1"/>
    <w:basedOn w:val="nl0"/>
    <w:uiPriority w:val="99"/>
    <w:rsid w:val="00862E3E"/>
    <w:pPr>
      <w:spacing w:before="140"/>
    </w:pPr>
  </w:style>
  <w:style w:type="paragraph" w:customStyle="1" w:styleId="nl2">
    <w:name w:val="nl2"/>
    <w:basedOn w:val="nl0"/>
    <w:uiPriority w:val="99"/>
    <w:rsid w:val="00862E3E"/>
    <w:pPr>
      <w:spacing w:after="140"/>
    </w:pPr>
  </w:style>
  <w:style w:type="paragraph" w:customStyle="1" w:styleId="OB">
    <w:name w:val="OB"/>
    <w:basedOn w:val="NoParagraphStyle"/>
    <w:uiPriority w:val="99"/>
    <w:rsid w:val="00862E3E"/>
    <w:pPr>
      <w:suppressAutoHyphens/>
      <w:spacing w:after="60" w:line="280" w:lineRule="atLeast"/>
      <w:ind w:left="240"/>
    </w:pPr>
    <w:rPr>
      <w:rFonts w:ascii="LegacySansStd-Book" w:hAnsi="LegacySansStd-Book" w:cs="LegacySansStd-Book"/>
      <w:sz w:val="20"/>
      <w:szCs w:val="20"/>
    </w:rPr>
  </w:style>
  <w:style w:type="paragraph" w:customStyle="1" w:styleId="objnl">
    <w:name w:val="obj_nl"/>
    <w:basedOn w:val="Normal"/>
    <w:uiPriority w:val="99"/>
    <w:rsid w:val="00862E3E"/>
    <w:pPr>
      <w:widowControl w:val="0"/>
      <w:suppressAutoHyphens/>
      <w:autoSpaceDE w:val="0"/>
      <w:autoSpaceDN w:val="0"/>
      <w:adjustRightInd w:val="0"/>
      <w:spacing w:after="0" w:line="280" w:lineRule="atLeast"/>
      <w:ind w:left="480" w:hanging="240"/>
      <w:textAlignment w:val="center"/>
    </w:pPr>
    <w:rPr>
      <w:rFonts w:ascii="LegacySansStd-Book" w:hAnsi="LegacySansStd-Book" w:cs="LegacySansStd-Book"/>
      <w:color w:val="000000"/>
      <w:sz w:val="20"/>
      <w:szCs w:val="20"/>
    </w:rPr>
  </w:style>
  <w:style w:type="paragraph" w:customStyle="1" w:styleId="COKT">
    <w:name w:val="CO_KT"/>
    <w:basedOn w:val="TXT1"/>
    <w:uiPriority w:val="99"/>
    <w:rsid w:val="00862E3E"/>
    <w:pPr>
      <w:spacing w:before="60"/>
    </w:pPr>
  </w:style>
  <w:style w:type="paragraph" w:customStyle="1" w:styleId="TB">
    <w:name w:val="TB"/>
    <w:basedOn w:val="NoParagraphStyle"/>
    <w:uiPriority w:val="99"/>
    <w:rsid w:val="00862E3E"/>
    <w:pPr>
      <w:suppressAutoHyphens/>
      <w:spacing w:line="220" w:lineRule="atLeast"/>
    </w:pPr>
    <w:rPr>
      <w:rFonts w:ascii="LegacySansStd-Book" w:hAnsi="LegacySansStd-Book" w:cs="LegacySansStd-Book"/>
      <w:sz w:val="18"/>
      <w:szCs w:val="18"/>
    </w:rPr>
  </w:style>
  <w:style w:type="paragraph" w:customStyle="1" w:styleId="TT">
    <w:name w:val="TT"/>
    <w:basedOn w:val="TB"/>
    <w:uiPriority w:val="99"/>
    <w:rsid w:val="00862E3E"/>
    <w:pPr>
      <w:pBdr>
        <w:top w:val="single" w:sz="16" w:space="12" w:color="000000"/>
        <w:bottom w:val="single" w:sz="4" w:space="5" w:color="000000"/>
      </w:pBdr>
      <w:spacing w:line="240" w:lineRule="atLeast"/>
    </w:pPr>
    <w:rPr>
      <w:rFonts w:ascii="LegacySansStd-Medium" w:hAnsi="LegacySansStd-Medium" w:cs="LegacySansStd-Medium"/>
      <w:sz w:val="20"/>
      <w:szCs w:val="20"/>
    </w:rPr>
  </w:style>
  <w:style w:type="paragraph" w:customStyle="1" w:styleId="BOXT">
    <w:name w:val="BOXT"/>
    <w:basedOn w:val="TT"/>
    <w:uiPriority w:val="99"/>
    <w:rsid w:val="00862E3E"/>
    <w:pPr>
      <w:pBdr>
        <w:top w:val="single" w:sz="16" w:space="16" w:color="000000"/>
      </w:pBdr>
      <w:spacing w:before="560"/>
      <w:ind w:left="960" w:hanging="960"/>
    </w:pPr>
  </w:style>
  <w:style w:type="paragraph" w:customStyle="1" w:styleId="BOXNL">
    <w:name w:val="BOXNL"/>
    <w:basedOn w:val="TB"/>
    <w:uiPriority w:val="99"/>
    <w:rsid w:val="00862E3E"/>
    <w:pPr>
      <w:tabs>
        <w:tab w:val="left" w:pos="360"/>
      </w:tabs>
      <w:suppressAutoHyphens w:val="0"/>
      <w:ind w:left="360" w:hanging="120"/>
    </w:pPr>
  </w:style>
  <w:style w:type="paragraph" w:customStyle="1" w:styleId="Boxttlconthead">
    <w:name w:val="Box_ttl_cont_head"/>
    <w:basedOn w:val="BOXT"/>
    <w:uiPriority w:val="99"/>
    <w:rsid w:val="00862E3E"/>
    <w:pPr>
      <w:pBdr>
        <w:top w:val="single" w:sz="72" w:space="9" w:color="FFFFFF"/>
        <w:bottom w:val="none" w:sz="0" w:space="0" w:color="auto"/>
      </w:pBdr>
      <w:ind w:left="1080" w:right="120" w:firstLine="0"/>
    </w:pPr>
    <w:rPr>
      <w:rFonts w:ascii="LegacySansStd-MediumItalic" w:hAnsi="LegacySansStd-MediumItalic" w:cs="LegacySansStd-MediumItalic"/>
      <w:i/>
      <w:iCs/>
    </w:rPr>
  </w:style>
  <w:style w:type="paragraph" w:customStyle="1" w:styleId="BOXS">
    <w:name w:val="BOXS"/>
    <w:basedOn w:val="TB"/>
    <w:uiPriority w:val="99"/>
    <w:rsid w:val="00862E3E"/>
    <w:pPr>
      <w:pBdr>
        <w:top w:val="single" w:sz="4" w:space="12" w:color="000000"/>
        <w:bottom w:val="single" w:sz="16" w:space="5" w:color="auto"/>
      </w:pBdr>
      <w:spacing w:before="240" w:line="200" w:lineRule="atLeast"/>
    </w:pPr>
    <w:rPr>
      <w:sz w:val="16"/>
      <w:szCs w:val="16"/>
    </w:rPr>
  </w:style>
  <w:style w:type="paragraph" w:customStyle="1" w:styleId="boxtch">
    <w:name w:val="box_tch"/>
    <w:basedOn w:val="TB"/>
    <w:uiPriority w:val="99"/>
    <w:rsid w:val="00862E3E"/>
    <w:rPr>
      <w:rFonts w:ascii="LegacySansStd-Bold" w:hAnsi="LegacySansStd-Bold" w:cs="LegacySansStd-Bold"/>
      <w:b/>
      <w:bCs/>
    </w:rPr>
  </w:style>
  <w:style w:type="paragraph" w:customStyle="1" w:styleId="H2afterH10">
    <w:name w:val="H2_after_H1"/>
    <w:basedOn w:val="NoParagraphStyle"/>
    <w:uiPriority w:val="99"/>
    <w:rsid w:val="00862E3E"/>
    <w:pPr>
      <w:suppressAutoHyphens/>
      <w:spacing w:after="60" w:line="320" w:lineRule="atLeast"/>
    </w:pPr>
    <w:rPr>
      <w:rFonts w:ascii="LegacySansStd-MediumItalic" w:hAnsi="LegacySansStd-MediumItalic" w:cs="LegacySansStd-MediumItalic"/>
      <w:i/>
      <w:iCs/>
      <w:spacing w:val="3"/>
      <w:sz w:val="26"/>
      <w:szCs w:val="26"/>
    </w:rPr>
  </w:style>
  <w:style w:type="paragraph" w:customStyle="1" w:styleId="ext3">
    <w:name w:val="ext3"/>
    <w:basedOn w:val="TXT"/>
    <w:uiPriority w:val="99"/>
    <w:rsid w:val="00862E3E"/>
    <w:pPr>
      <w:spacing w:before="280" w:after="280"/>
      <w:ind w:left="240" w:right="240" w:firstLine="0"/>
    </w:pPr>
  </w:style>
  <w:style w:type="paragraph" w:customStyle="1" w:styleId="H4">
    <w:name w:val="H4"/>
    <w:basedOn w:val="H3"/>
    <w:uiPriority w:val="99"/>
    <w:rsid w:val="00862E3E"/>
    <w:pPr>
      <w:keepNext/>
      <w:spacing w:before="220" w:after="60" w:line="280" w:lineRule="atLeast"/>
    </w:pPr>
    <w:rPr>
      <w:rFonts w:ascii="AGaramondPro-Italic" w:hAnsi="AGaramondPro-Italic" w:cs="AGaramondPro-Italic"/>
      <w:b w:val="0"/>
      <w:bCs w:val="0"/>
      <w:sz w:val="22"/>
      <w:szCs w:val="22"/>
    </w:rPr>
  </w:style>
  <w:style w:type="paragraph" w:customStyle="1" w:styleId="H4BELOWH3">
    <w:name w:val="H4_BELOW_H3"/>
    <w:basedOn w:val="H4"/>
    <w:uiPriority w:val="99"/>
    <w:rsid w:val="00862E3E"/>
    <w:pPr>
      <w:spacing w:before="0"/>
    </w:pPr>
  </w:style>
  <w:style w:type="paragraph" w:customStyle="1" w:styleId="BLL">
    <w:name w:val="BLL"/>
    <w:basedOn w:val="BL"/>
    <w:uiPriority w:val="99"/>
    <w:rsid w:val="00862E3E"/>
    <w:pPr>
      <w:spacing w:after="280" w:line="280" w:lineRule="atLeast"/>
      <w:ind w:hanging="240"/>
    </w:pPr>
    <w:rPr>
      <w:rFonts w:ascii="AGaramondPro-Regular" w:hAnsi="AGaramondPro-Regular" w:cs="AGaramondPro-Regular"/>
      <w:sz w:val="21"/>
      <w:szCs w:val="21"/>
    </w:rPr>
  </w:style>
  <w:style w:type="paragraph" w:customStyle="1" w:styleId="rsh1">
    <w:name w:val="rs_h1"/>
    <w:basedOn w:val="TXT1"/>
    <w:uiPriority w:val="99"/>
    <w:rsid w:val="00862E3E"/>
    <w:pPr>
      <w:keepNext/>
      <w:spacing w:before="180"/>
      <w:ind w:left="240"/>
    </w:pPr>
    <w:rPr>
      <w:rFonts w:ascii="AGaramondPro-Bold" w:hAnsi="AGaramondPro-Bold" w:cs="AGaramondPro-Bold"/>
      <w:b/>
      <w:bCs/>
    </w:rPr>
  </w:style>
  <w:style w:type="paragraph" w:customStyle="1" w:styleId="REFS">
    <w:name w:val="REFS"/>
    <w:basedOn w:val="TXT"/>
    <w:uiPriority w:val="99"/>
    <w:rsid w:val="00862E3E"/>
    <w:pPr>
      <w:tabs>
        <w:tab w:val="decimal" w:pos="441"/>
        <w:tab w:val="left" w:pos="600"/>
      </w:tabs>
      <w:spacing w:line="220" w:lineRule="atLeast"/>
      <w:ind w:left="240" w:hanging="240"/>
    </w:pPr>
    <w:rPr>
      <w:sz w:val="18"/>
      <w:szCs w:val="18"/>
    </w:rPr>
  </w:style>
  <w:style w:type="paragraph" w:customStyle="1" w:styleId="rsbiblio">
    <w:name w:val="rs_biblio"/>
    <w:basedOn w:val="REFS"/>
    <w:uiPriority w:val="99"/>
    <w:rsid w:val="00862E3E"/>
    <w:pPr>
      <w:spacing w:after="80" w:line="280" w:lineRule="atLeast"/>
      <w:ind w:firstLine="0"/>
    </w:pPr>
    <w:rPr>
      <w:sz w:val="21"/>
      <w:szCs w:val="21"/>
    </w:rPr>
  </w:style>
  <w:style w:type="paragraph" w:customStyle="1" w:styleId="BOXholder">
    <w:name w:val="BOX_holder"/>
    <w:basedOn w:val="TXT"/>
    <w:uiPriority w:val="99"/>
    <w:rsid w:val="00862E3E"/>
    <w:pPr>
      <w:spacing w:before="720" w:after="280" w:line="288" w:lineRule="auto"/>
      <w:ind w:firstLine="0"/>
    </w:pPr>
  </w:style>
  <w:style w:type="paragraph" w:customStyle="1" w:styleId="boxtb">
    <w:name w:val="box_tb"/>
    <w:basedOn w:val="TB"/>
    <w:uiPriority w:val="99"/>
    <w:rsid w:val="00862E3E"/>
  </w:style>
  <w:style w:type="paragraph" w:customStyle="1" w:styleId="eocblurbnew">
    <w:name w:val="eoc_blurb_new"/>
    <w:basedOn w:val="boxtb"/>
    <w:uiPriority w:val="99"/>
    <w:rsid w:val="00862E3E"/>
    <w:pPr>
      <w:ind w:right="360"/>
    </w:pPr>
  </w:style>
  <w:style w:type="character" w:customStyle="1" w:styleId="longrh">
    <w:name w:val="long rh"/>
    <w:uiPriority w:val="99"/>
    <w:rsid w:val="00862E3E"/>
  </w:style>
  <w:style w:type="character" w:customStyle="1" w:styleId="Ital">
    <w:name w:val="Ital"/>
    <w:uiPriority w:val="99"/>
    <w:rsid w:val="00862E3E"/>
    <w:rPr>
      <w:i/>
    </w:rPr>
  </w:style>
  <w:style w:type="character" w:customStyle="1" w:styleId="BOLD">
    <w:name w:val="BOLD"/>
    <w:uiPriority w:val="99"/>
    <w:rsid w:val="00862E3E"/>
    <w:rPr>
      <w:b/>
    </w:rPr>
  </w:style>
  <w:style w:type="character" w:customStyle="1" w:styleId="SCRUB">
    <w:name w:val="SCRUB"/>
    <w:uiPriority w:val="99"/>
    <w:rsid w:val="00862E3E"/>
  </w:style>
  <w:style w:type="character" w:customStyle="1" w:styleId="boxref">
    <w:name w:val="box_ref"/>
    <w:uiPriority w:val="99"/>
    <w:rsid w:val="00862E3E"/>
    <w:rPr>
      <w:b/>
      <w:color w:val="000000"/>
      <w:w w:val="100"/>
    </w:rPr>
  </w:style>
  <w:style w:type="character" w:customStyle="1" w:styleId="SCRUBboxref">
    <w:name w:val="SCRUB_box_ref"/>
    <w:basedOn w:val="boxref"/>
    <w:uiPriority w:val="99"/>
    <w:rsid w:val="00862E3E"/>
    <w:rPr>
      <w:rFonts w:cs="Times New Roman"/>
      <w:b/>
      <w:bCs/>
      <w:color w:val="000000"/>
      <w:w w:val="100"/>
    </w:rPr>
  </w:style>
  <w:style w:type="character" w:customStyle="1" w:styleId="BOXNO">
    <w:name w:val="BOX_NO"/>
    <w:basedOn w:val="DefaultParagraphFont"/>
    <w:uiPriority w:val="99"/>
    <w:rsid w:val="00862E3E"/>
    <w:rPr>
      <w:rFonts w:cs="Times New Roman"/>
      <w:b/>
      <w:bCs/>
    </w:rPr>
  </w:style>
  <w:style w:type="character" w:customStyle="1" w:styleId="TN">
    <w:name w:val="TN"/>
    <w:uiPriority w:val="99"/>
    <w:rsid w:val="00862E3E"/>
    <w:rPr>
      <w:b/>
    </w:rPr>
  </w:style>
  <w:style w:type="character" w:customStyle="1" w:styleId="SCRUBTNCHNO">
    <w:name w:val="SCRUB_TN_CHNO"/>
    <w:basedOn w:val="TN"/>
    <w:uiPriority w:val="99"/>
    <w:rsid w:val="00862E3E"/>
    <w:rPr>
      <w:rFonts w:cs="Times New Roman"/>
      <w:b/>
      <w:bCs/>
    </w:rPr>
  </w:style>
  <w:style w:type="character" w:customStyle="1" w:styleId="TBItal">
    <w:name w:val="TB_Ital"/>
    <w:uiPriority w:val="99"/>
    <w:rsid w:val="00862E3E"/>
    <w:rPr>
      <w:rFonts w:ascii="LegacySansStd-BookItalic" w:hAnsi="LegacySansStd-BookItalic"/>
      <w:i/>
    </w:rPr>
  </w:style>
  <w:style w:type="character" w:customStyle="1" w:styleId="meditalic">
    <w:name w:val="med_italic"/>
    <w:uiPriority w:val="99"/>
    <w:rsid w:val="00862E3E"/>
    <w:rPr>
      <w:i/>
    </w:rPr>
  </w:style>
  <w:style w:type="character" w:customStyle="1" w:styleId="tblref">
    <w:name w:val="tbl_ref"/>
    <w:basedOn w:val="boxref"/>
    <w:uiPriority w:val="99"/>
    <w:rsid w:val="00862E3E"/>
    <w:rPr>
      <w:rFonts w:cs="Times New Roman"/>
      <w:b/>
      <w:bCs/>
      <w:color w:val="000000"/>
      <w:w w:val="100"/>
    </w:rPr>
  </w:style>
  <w:style w:type="character" w:customStyle="1" w:styleId="SCRUBtblref">
    <w:name w:val="SCRUB_tbl_ref"/>
    <w:basedOn w:val="tblref"/>
    <w:uiPriority w:val="99"/>
    <w:rsid w:val="00862E3E"/>
    <w:rPr>
      <w:rFonts w:cs="Times New Roman"/>
      <w:b/>
      <w:bCs/>
      <w:color w:val="000000"/>
      <w:w w:val="100"/>
    </w:rPr>
  </w:style>
  <w:style w:type="paragraph" w:customStyle="1" w:styleId="TFN">
    <w:name w:val="TFN"/>
    <w:basedOn w:val="NoParagraphStyle"/>
    <w:uiPriority w:val="99"/>
    <w:rsid w:val="00862E3E"/>
    <w:pPr>
      <w:pBdr>
        <w:top w:val="single" w:sz="4" w:space="10" w:color="auto"/>
        <w:bottom w:val="single" w:sz="16" w:space="6" w:color="auto"/>
      </w:pBdr>
      <w:suppressAutoHyphens/>
      <w:spacing w:before="340" w:after="60" w:line="180" w:lineRule="atLeast"/>
    </w:pPr>
    <w:rPr>
      <w:rFonts w:ascii="LegacySansStd-Book" w:hAnsi="LegacySansStd-Book" w:cs="LegacySansStd-Book"/>
      <w:sz w:val="16"/>
      <w:szCs w:val="16"/>
    </w:rPr>
  </w:style>
  <w:style w:type="paragraph" w:customStyle="1" w:styleId="TCH">
    <w:name w:val="TCH"/>
    <w:basedOn w:val="TB"/>
    <w:uiPriority w:val="99"/>
    <w:rsid w:val="00862E3E"/>
    <w:rPr>
      <w:rFonts w:ascii="LegacySansStd-Bold" w:hAnsi="LegacySansStd-Bold" w:cs="LegacySansStd-Bold"/>
      <w:b/>
      <w:bCs/>
    </w:rPr>
  </w:style>
  <w:style w:type="paragraph" w:customStyle="1" w:styleId="FIGT">
    <w:name w:val="FIGT"/>
    <w:basedOn w:val="TT"/>
    <w:uiPriority w:val="99"/>
    <w:rsid w:val="00862E3E"/>
    <w:pPr>
      <w:keepNext/>
      <w:spacing w:before="280"/>
    </w:pPr>
  </w:style>
  <w:style w:type="paragraph" w:customStyle="1" w:styleId="FIGS">
    <w:name w:val="FIGS"/>
    <w:basedOn w:val="TFN"/>
    <w:uiPriority w:val="99"/>
    <w:rsid w:val="00862E3E"/>
  </w:style>
  <w:style w:type="character" w:customStyle="1" w:styleId="figref">
    <w:name w:val="fig_ref"/>
    <w:basedOn w:val="tblref"/>
    <w:uiPriority w:val="99"/>
    <w:rsid w:val="00862E3E"/>
    <w:rPr>
      <w:rFonts w:cs="Times New Roman"/>
      <w:b/>
      <w:bCs/>
      <w:color w:val="000000"/>
      <w:w w:val="100"/>
    </w:rPr>
  </w:style>
  <w:style w:type="character" w:customStyle="1" w:styleId="SCRUBfigref">
    <w:name w:val="SCRUB_fig_ref"/>
    <w:basedOn w:val="figref"/>
    <w:uiPriority w:val="99"/>
    <w:rsid w:val="00862E3E"/>
    <w:rPr>
      <w:rFonts w:cs="Times New Roman"/>
      <w:b/>
      <w:bCs/>
      <w:color w:val="000000"/>
      <w:w w:val="100"/>
    </w:rPr>
  </w:style>
  <w:style w:type="character" w:customStyle="1" w:styleId="FN">
    <w:name w:val="FN"/>
    <w:uiPriority w:val="99"/>
    <w:rsid w:val="00862E3E"/>
    <w:rPr>
      <w:b/>
      <w:bCs/>
    </w:rPr>
  </w:style>
  <w:style w:type="character" w:customStyle="1" w:styleId="bookitalic">
    <w:name w:val="book_italic"/>
    <w:uiPriority w:val="99"/>
    <w:rsid w:val="00862E3E"/>
    <w:rPr>
      <w:i/>
      <w:iCs/>
    </w:rPr>
  </w:style>
  <w:style w:type="paragraph" w:customStyle="1" w:styleId="Bulletlistauto">
    <w:name w:val="Bullet_list_auto"/>
    <w:basedOn w:val="Bulletlistauto2"/>
    <w:rsid w:val="00366F74"/>
    <w:pPr>
      <w:ind w:left="360"/>
    </w:pPr>
  </w:style>
  <w:style w:type="paragraph" w:customStyle="1" w:styleId="Bulletlistauto2">
    <w:name w:val="Bullet_list_auto2"/>
    <w:basedOn w:val="TextNoIndent"/>
    <w:qFormat/>
    <w:rsid w:val="00366F74"/>
    <w:pPr>
      <w:numPr>
        <w:numId w:val="1"/>
      </w:numPr>
      <w:tabs>
        <w:tab w:val="clear" w:pos="480"/>
        <w:tab w:val="clear" w:pos="960"/>
        <w:tab w:val="clear" w:pos="1440"/>
        <w:tab w:val="left" w:pos="360"/>
      </w:tabs>
    </w:pPr>
  </w:style>
  <w:style w:type="paragraph" w:styleId="ListParagraph">
    <w:name w:val="List Paragraph"/>
    <w:basedOn w:val="Normal"/>
    <w:uiPriority w:val="34"/>
    <w:qFormat/>
    <w:rsid w:val="00512457"/>
    <w:pPr>
      <w:ind w:left="720"/>
      <w:contextualSpacing/>
    </w:pPr>
  </w:style>
  <w:style w:type="paragraph" w:customStyle="1" w:styleId="NumberListauto">
    <w:name w:val="Number_List_auto"/>
    <w:basedOn w:val="ListParagraph"/>
    <w:qFormat/>
    <w:rsid w:val="00012BCD"/>
    <w:pPr>
      <w:widowControl w:val="0"/>
      <w:numPr>
        <w:numId w:val="2"/>
      </w:numPr>
      <w:autoSpaceDE w:val="0"/>
      <w:autoSpaceDN w:val="0"/>
      <w:adjustRightInd w:val="0"/>
      <w:spacing w:after="0" w:line="480" w:lineRule="auto"/>
      <w:jc w:val="both"/>
    </w:pPr>
    <w:rPr>
      <w:kern w:val="1"/>
      <w:szCs w:val="24"/>
    </w:rPr>
  </w:style>
  <w:style w:type="paragraph" w:customStyle="1" w:styleId="Bulletlistautosublevel">
    <w:name w:val="Bullet_list_auto_sublevel"/>
    <w:basedOn w:val="Bulletlistauto2"/>
    <w:qFormat/>
    <w:rsid w:val="0042200F"/>
    <w:pPr>
      <w:ind w:left="480"/>
    </w:pPr>
  </w:style>
  <w:style w:type="paragraph" w:customStyle="1" w:styleId="Tabletext9">
    <w:name w:val="Table_text_9"/>
    <w:basedOn w:val="Normal"/>
    <w:qFormat/>
    <w:rsid w:val="00D34DD4"/>
    <w:pPr>
      <w:widowControl w:val="0"/>
      <w:autoSpaceDE w:val="0"/>
      <w:autoSpaceDN w:val="0"/>
      <w:adjustRightInd w:val="0"/>
      <w:spacing w:after="0" w:line="240" w:lineRule="auto"/>
    </w:pPr>
    <w:rPr>
      <w:rFonts w:cs="Myriad Pro Light"/>
      <w:kern w:val="1"/>
      <w:sz w:val="18"/>
      <w:szCs w:val="18"/>
    </w:rPr>
  </w:style>
  <w:style w:type="paragraph" w:customStyle="1" w:styleId="Tabletext9bullet">
    <w:name w:val="Table_text_9_bullet"/>
    <w:basedOn w:val="Tabletext9"/>
    <w:qFormat/>
    <w:rsid w:val="00090EC6"/>
    <w:pPr>
      <w:numPr>
        <w:numId w:val="3"/>
      </w:numPr>
      <w:ind w:left="200" w:hanging="200"/>
    </w:pPr>
  </w:style>
  <w:style w:type="paragraph" w:customStyle="1" w:styleId="NumberListautonumber">
    <w:name w:val="Number_List_autonumber"/>
    <w:basedOn w:val="ListParagraph"/>
    <w:qFormat/>
    <w:rsid w:val="00E77CD0"/>
    <w:pPr>
      <w:widowControl w:val="0"/>
      <w:numPr>
        <w:numId w:val="4"/>
      </w:numPr>
      <w:autoSpaceDE w:val="0"/>
      <w:autoSpaceDN w:val="0"/>
      <w:adjustRightInd w:val="0"/>
      <w:spacing w:after="0" w:line="480" w:lineRule="auto"/>
      <w:ind w:left="480"/>
    </w:pPr>
    <w:rPr>
      <w:rFonts w:cs="Helvetica"/>
      <w:kern w:val="1"/>
      <w:szCs w:val="21"/>
    </w:rPr>
  </w:style>
  <w:style w:type="paragraph" w:customStyle="1" w:styleId="TableNumberList">
    <w:name w:val="Table_Number_List"/>
    <w:basedOn w:val="Normal"/>
    <w:qFormat/>
    <w:rsid w:val="002A35D4"/>
    <w:pPr>
      <w:widowControl w:val="0"/>
      <w:tabs>
        <w:tab w:val="right" w:pos="240"/>
        <w:tab w:val="left" w:pos="360"/>
      </w:tabs>
      <w:autoSpaceDE w:val="0"/>
      <w:autoSpaceDN w:val="0"/>
      <w:adjustRightInd w:val="0"/>
      <w:spacing w:before="60" w:after="60" w:line="240" w:lineRule="auto"/>
      <w:ind w:left="360" w:hanging="360"/>
    </w:pPr>
    <w:rPr>
      <w:rFonts w:cs="Myriad Pro Light"/>
      <w:kern w:val="1"/>
      <w:sz w:val="18"/>
      <w:szCs w:val="18"/>
    </w:rPr>
  </w:style>
  <w:style w:type="paragraph" w:customStyle="1" w:styleId="Bulletlist2">
    <w:name w:val="Bullet_list_2"/>
    <w:basedOn w:val="Bulletlist"/>
    <w:qFormat/>
    <w:rsid w:val="00E8445C"/>
    <w:pPr>
      <w:ind w:left="720" w:hanging="360"/>
    </w:pPr>
  </w:style>
  <w:style w:type="paragraph" w:customStyle="1" w:styleId="TextHanging">
    <w:name w:val="Text_Hanging"/>
    <w:basedOn w:val="Normal"/>
    <w:qFormat/>
    <w:rsid w:val="00B97F73"/>
    <w:pPr>
      <w:widowControl w:val="0"/>
      <w:tabs>
        <w:tab w:val="right" w:pos="360"/>
        <w:tab w:val="left" w:pos="460"/>
      </w:tabs>
      <w:autoSpaceDE w:val="0"/>
      <w:autoSpaceDN w:val="0"/>
      <w:adjustRightInd w:val="0"/>
      <w:spacing w:before="120" w:after="120" w:line="480" w:lineRule="auto"/>
      <w:ind w:left="360" w:hanging="240"/>
    </w:pPr>
    <w:rPr>
      <w:rFonts w:cs="Helvetica"/>
      <w:kern w:val="1"/>
    </w:rPr>
  </w:style>
  <w:style w:type="paragraph" w:customStyle="1" w:styleId="Default">
    <w:name w:val="Default"/>
    <w:uiPriority w:val="99"/>
    <w:rsid w:val="00C91217"/>
    <w:pPr>
      <w:widowControl w:val="0"/>
      <w:autoSpaceDE w:val="0"/>
      <w:autoSpaceDN w:val="0"/>
      <w:adjustRightInd w:val="0"/>
    </w:pPr>
    <w:rPr>
      <w:rFonts w:ascii="Gadget" w:eastAsiaTheme="minorEastAsia" w:hAnsi="Gadget" w:cs="Gadget"/>
      <w:color w:val="000000"/>
      <w:sz w:val="24"/>
      <w:szCs w:val="24"/>
    </w:rPr>
  </w:style>
  <w:style w:type="paragraph" w:customStyle="1" w:styleId="CM8">
    <w:name w:val="CM8"/>
    <w:basedOn w:val="Default"/>
    <w:next w:val="Default"/>
    <w:uiPriority w:val="99"/>
    <w:rsid w:val="00C91217"/>
    <w:pPr>
      <w:spacing w:after="533"/>
    </w:pPr>
    <w:rPr>
      <w:color w:val="auto"/>
    </w:rPr>
  </w:style>
  <w:style w:type="paragraph" w:customStyle="1" w:styleId="CM9">
    <w:name w:val="CM9"/>
    <w:basedOn w:val="Default"/>
    <w:next w:val="Default"/>
    <w:uiPriority w:val="99"/>
    <w:rsid w:val="00C91217"/>
    <w:pPr>
      <w:spacing w:after="240"/>
    </w:pPr>
    <w:rPr>
      <w:color w:val="auto"/>
    </w:rPr>
  </w:style>
  <w:style w:type="paragraph" w:customStyle="1" w:styleId="CM2">
    <w:name w:val="CM2"/>
    <w:basedOn w:val="Default"/>
    <w:next w:val="Default"/>
    <w:uiPriority w:val="99"/>
    <w:rsid w:val="00C91217"/>
    <w:pPr>
      <w:spacing w:line="240" w:lineRule="atLeast"/>
    </w:pPr>
    <w:rPr>
      <w:color w:val="auto"/>
    </w:rPr>
  </w:style>
  <w:style w:type="paragraph" w:customStyle="1" w:styleId="CM3">
    <w:name w:val="CM3"/>
    <w:basedOn w:val="Default"/>
    <w:next w:val="Default"/>
    <w:uiPriority w:val="99"/>
    <w:rsid w:val="00C91217"/>
    <w:pPr>
      <w:spacing w:line="240" w:lineRule="atLeast"/>
    </w:pPr>
    <w:rPr>
      <w:color w:val="auto"/>
    </w:rPr>
  </w:style>
  <w:style w:type="paragraph" w:customStyle="1" w:styleId="CM1">
    <w:name w:val="CM1"/>
    <w:basedOn w:val="Default"/>
    <w:next w:val="Default"/>
    <w:uiPriority w:val="99"/>
    <w:rsid w:val="00C91217"/>
    <w:rPr>
      <w:color w:val="auto"/>
    </w:rPr>
  </w:style>
  <w:style w:type="paragraph" w:customStyle="1" w:styleId="CM10">
    <w:name w:val="CM10"/>
    <w:basedOn w:val="Default"/>
    <w:next w:val="Default"/>
    <w:uiPriority w:val="99"/>
    <w:rsid w:val="00C91217"/>
    <w:pPr>
      <w:spacing w:after="183"/>
    </w:pPr>
    <w:rPr>
      <w:color w:val="auto"/>
    </w:rPr>
  </w:style>
  <w:style w:type="paragraph" w:customStyle="1" w:styleId="CM12">
    <w:name w:val="CM12"/>
    <w:basedOn w:val="Default"/>
    <w:next w:val="Default"/>
    <w:uiPriority w:val="99"/>
    <w:rsid w:val="00C91217"/>
    <w:pPr>
      <w:spacing w:after="620"/>
    </w:pPr>
    <w:rPr>
      <w:color w:val="auto"/>
    </w:rPr>
  </w:style>
  <w:style w:type="paragraph" w:customStyle="1" w:styleId="CM4">
    <w:name w:val="CM4"/>
    <w:basedOn w:val="Default"/>
    <w:next w:val="Default"/>
    <w:uiPriority w:val="99"/>
    <w:rsid w:val="00C91217"/>
    <w:rPr>
      <w:color w:val="auto"/>
    </w:rPr>
  </w:style>
  <w:style w:type="paragraph" w:customStyle="1" w:styleId="CM13">
    <w:name w:val="CM13"/>
    <w:basedOn w:val="Default"/>
    <w:next w:val="Default"/>
    <w:uiPriority w:val="99"/>
    <w:rsid w:val="00C91217"/>
    <w:pPr>
      <w:spacing w:after="120"/>
    </w:pPr>
    <w:rPr>
      <w:color w:val="auto"/>
    </w:rPr>
  </w:style>
  <w:style w:type="paragraph" w:customStyle="1" w:styleId="CM6">
    <w:name w:val="CM6"/>
    <w:basedOn w:val="Default"/>
    <w:next w:val="Default"/>
    <w:uiPriority w:val="99"/>
    <w:rsid w:val="00C91217"/>
    <w:pPr>
      <w:spacing w:line="240" w:lineRule="atLeast"/>
    </w:pPr>
    <w:rPr>
      <w:color w:val="auto"/>
    </w:rPr>
  </w:style>
  <w:style w:type="paragraph" w:customStyle="1" w:styleId="CM14">
    <w:name w:val="CM14"/>
    <w:basedOn w:val="Default"/>
    <w:next w:val="Default"/>
    <w:uiPriority w:val="99"/>
    <w:rsid w:val="00C91217"/>
    <w:pPr>
      <w:spacing w:after="7708"/>
    </w:pPr>
    <w:rPr>
      <w:color w:val="auto"/>
    </w:rPr>
  </w:style>
  <w:style w:type="character" w:customStyle="1" w:styleId="Normal1">
    <w:name w:val="Normal1"/>
    <w:rsid w:val="00C91217"/>
    <w:rPr>
      <w:rFonts w:ascii="RotisSansSerif Bold" w:hAnsi="RotisSansSerif Bold"/>
    </w:rPr>
  </w:style>
  <w:style w:type="paragraph" w:customStyle="1" w:styleId="cn0">
    <w:name w:val="cn"/>
    <w:next w:val="Normal"/>
    <w:rsid w:val="00C91217"/>
    <w:pPr>
      <w:spacing w:after="2400"/>
      <w:jc w:val="right"/>
    </w:pPr>
    <w:rPr>
      <w:rFonts w:ascii="Techno" w:hAnsi="Techno"/>
      <w:color w:val="FFFFFF"/>
      <w:position w:val="-16"/>
      <w:sz w:val="240"/>
    </w:rPr>
  </w:style>
  <w:style w:type="paragraph" w:customStyle="1" w:styleId="ct0">
    <w:name w:val="ct"/>
    <w:next w:val="Normal"/>
    <w:rsid w:val="00C91217"/>
    <w:pPr>
      <w:spacing w:before="480" w:after="2400"/>
    </w:pPr>
    <w:rPr>
      <w:rFonts w:ascii="Techno" w:hAnsi="Techno"/>
      <w:sz w:val="72"/>
    </w:rPr>
  </w:style>
  <w:style w:type="paragraph" w:customStyle="1" w:styleId="lrnobja">
    <w:name w:val="lrnobj_a"/>
    <w:rsid w:val="00C91217"/>
    <w:pPr>
      <w:spacing w:before="360" w:after="240"/>
    </w:pPr>
    <w:rPr>
      <w:rFonts w:ascii="Gadget" w:hAnsi="Gadget"/>
      <w:sz w:val="32"/>
    </w:rPr>
  </w:style>
  <w:style w:type="paragraph" w:customStyle="1" w:styleId="col">
    <w:name w:val="col"/>
    <w:rsid w:val="00C91217"/>
    <w:pPr>
      <w:keepLines/>
      <w:spacing w:after="120" w:line="240" w:lineRule="exact"/>
      <w:ind w:left="240" w:hanging="240"/>
      <w:jc w:val="both"/>
    </w:pPr>
    <w:rPr>
      <w:rFonts w:ascii="RotisSansSerif" w:hAnsi="RotisSansSerif"/>
    </w:rPr>
  </w:style>
  <w:style w:type="character" w:customStyle="1" w:styleId="bl0">
    <w:name w:val="bl"/>
    <w:rsid w:val="00C91217"/>
    <w:rPr>
      <w:rFonts w:ascii="Zapf Dingbats" w:hAnsi="Zapf Dingbats"/>
    </w:rPr>
  </w:style>
  <w:style w:type="paragraph" w:customStyle="1" w:styleId="colsub">
    <w:name w:val="col_sub"/>
    <w:rsid w:val="00C91217"/>
    <w:pPr>
      <w:keepLines/>
      <w:spacing w:after="120" w:line="240" w:lineRule="exact"/>
      <w:ind w:left="480" w:hanging="240"/>
      <w:jc w:val="both"/>
    </w:pPr>
    <w:rPr>
      <w:rFonts w:ascii="RotisSansSerif Italic" w:hAnsi="RotisSansSerif Italic"/>
    </w:rPr>
  </w:style>
  <w:style w:type="paragraph" w:customStyle="1" w:styleId="colnl">
    <w:name w:val="col_nl"/>
    <w:rsid w:val="00C91217"/>
    <w:pPr>
      <w:tabs>
        <w:tab w:val="left" w:pos="240"/>
        <w:tab w:val="left" w:pos="480"/>
      </w:tabs>
      <w:spacing w:after="120"/>
    </w:pPr>
    <w:rPr>
      <w:rFonts w:ascii="RotisSansSerif" w:hAnsi="RotisSansSerif"/>
    </w:rPr>
  </w:style>
  <w:style w:type="paragraph" w:customStyle="1" w:styleId="colll">
    <w:name w:val="col_ll"/>
    <w:next w:val="Normal"/>
    <w:rsid w:val="00C91217"/>
    <w:pPr>
      <w:tabs>
        <w:tab w:val="left" w:pos="720"/>
      </w:tabs>
      <w:spacing w:after="120" w:line="240" w:lineRule="exact"/>
      <w:ind w:left="720" w:hanging="240"/>
    </w:pPr>
    <w:rPr>
      <w:rFonts w:ascii="RotisSansSerif" w:hAnsi="RotisSansSerif"/>
    </w:rPr>
  </w:style>
  <w:style w:type="paragraph" w:customStyle="1" w:styleId="Bodyfl">
    <w:name w:val="Body_fl"/>
    <w:rsid w:val="00C91217"/>
    <w:pPr>
      <w:keepLines/>
      <w:spacing w:line="240" w:lineRule="exact"/>
      <w:ind w:left="720"/>
      <w:jc w:val="both"/>
    </w:pPr>
    <w:rPr>
      <w:rFonts w:ascii="RotisSerif" w:hAnsi="RotisSerif"/>
    </w:rPr>
  </w:style>
  <w:style w:type="paragraph" w:customStyle="1" w:styleId="Body">
    <w:name w:val="Body"/>
    <w:rsid w:val="00C91217"/>
    <w:pPr>
      <w:keepLines/>
      <w:spacing w:line="240" w:lineRule="exact"/>
      <w:ind w:left="720" w:firstLine="360"/>
      <w:jc w:val="both"/>
    </w:pPr>
    <w:rPr>
      <w:rFonts w:ascii="RotisSerif" w:hAnsi="RotisSerif"/>
    </w:rPr>
  </w:style>
  <w:style w:type="paragraph" w:customStyle="1" w:styleId="artbox">
    <w:name w:val="artbox"/>
    <w:rsid w:val="00C91217"/>
    <w:pPr>
      <w:keepLines/>
      <w:spacing w:before="240" w:after="240"/>
      <w:ind w:left="720"/>
    </w:pPr>
    <w:rPr>
      <w:rFonts w:ascii="RotisSerif" w:hAnsi="RotisSerif"/>
    </w:rPr>
  </w:style>
  <w:style w:type="paragraph" w:customStyle="1" w:styleId="cdfirst">
    <w:name w:val="cd_first"/>
    <w:rsid w:val="00C91217"/>
    <w:pPr>
      <w:keepLines/>
      <w:spacing w:before="260" w:line="220" w:lineRule="exact"/>
      <w:ind w:left="1080"/>
    </w:pPr>
    <w:rPr>
      <w:rFonts w:ascii="Prestige Elite" w:hAnsi="Prestige Elite"/>
      <w:sz w:val="18"/>
    </w:rPr>
  </w:style>
  <w:style w:type="paragraph" w:customStyle="1" w:styleId="cdmid">
    <w:name w:val="cd_mid"/>
    <w:rsid w:val="00C91217"/>
    <w:pPr>
      <w:keepLines/>
      <w:spacing w:line="220" w:lineRule="exact"/>
      <w:ind w:left="1080"/>
    </w:pPr>
    <w:rPr>
      <w:rFonts w:ascii="Prestige Elite" w:hAnsi="Prestige Elite"/>
      <w:sz w:val="18"/>
    </w:rPr>
  </w:style>
  <w:style w:type="paragraph" w:customStyle="1" w:styleId="cdlast">
    <w:name w:val="cd_last"/>
    <w:rsid w:val="00C91217"/>
    <w:pPr>
      <w:keepLines/>
      <w:spacing w:after="220" w:line="220" w:lineRule="exact"/>
      <w:ind w:left="1080"/>
    </w:pPr>
    <w:rPr>
      <w:rFonts w:ascii="Prestige Elite" w:hAnsi="Prestige Elite"/>
      <w:sz w:val="18"/>
    </w:rPr>
  </w:style>
  <w:style w:type="character" w:customStyle="1" w:styleId="code">
    <w:name w:val="code"/>
    <w:rsid w:val="00C91217"/>
    <w:rPr>
      <w:rFonts w:ascii="Prestige Elite" w:hAnsi="Prestige Elite"/>
    </w:rPr>
  </w:style>
  <w:style w:type="paragraph" w:customStyle="1" w:styleId="CDOnly">
    <w:name w:val="CD_Only"/>
    <w:next w:val="Normal"/>
    <w:rsid w:val="00C91217"/>
    <w:pPr>
      <w:keepLines/>
      <w:spacing w:before="200" w:after="200" w:line="220" w:lineRule="exact"/>
      <w:ind w:left="1080"/>
    </w:pPr>
    <w:rPr>
      <w:rFonts w:ascii="Prestige Elite" w:hAnsi="Prestige Elite"/>
      <w:sz w:val="18"/>
    </w:rPr>
  </w:style>
  <w:style w:type="character" w:customStyle="1" w:styleId="basalital">
    <w:name w:val="basal_ital"/>
    <w:rsid w:val="00C91217"/>
    <w:rPr>
      <w:rFonts w:ascii="RotisSerif Italic" w:hAnsi="RotisSerif Italic"/>
    </w:rPr>
  </w:style>
  <w:style w:type="paragraph" w:customStyle="1" w:styleId="EXERA">
    <w:name w:val="EXER_A"/>
    <w:rsid w:val="00C91217"/>
    <w:pPr>
      <w:spacing w:before="480" w:after="240"/>
    </w:pPr>
    <w:rPr>
      <w:rFonts w:ascii="Gadget" w:hAnsi="Gadget"/>
      <w:sz w:val="32"/>
    </w:rPr>
  </w:style>
  <w:style w:type="paragraph" w:customStyle="1" w:styleId="exernlfirst">
    <w:name w:val="exer_nl_first"/>
    <w:rsid w:val="00C91217"/>
    <w:pPr>
      <w:tabs>
        <w:tab w:val="right" w:pos="600"/>
        <w:tab w:val="left" w:pos="720"/>
      </w:tabs>
      <w:spacing w:before="60" w:after="60" w:line="240" w:lineRule="exact"/>
      <w:ind w:left="720" w:hanging="720"/>
    </w:pPr>
    <w:rPr>
      <w:rFonts w:ascii="RotisSerif" w:hAnsi="RotisSerif"/>
    </w:rPr>
  </w:style>
  <w:style w:type="paragraph" w:customStyle="1" w:styleId="exernlmid">
    <w:name w:val="exer_nl_mid"/>
    <w:rsid w:val="00C91217"/>
    <w:pPr>
      <w:tabs>
        <w:tab w:val="right" w:pos="600"/>
        <w:tab w:val="left" w:pos="720"/>
      </w:tabs>
      <w:spacing w:before="60" w:after="60"/>
    </w:pPr>
    <w:rPr>
      <w:rFonts w:ascii="RotisSerif" w:hAnsi="RotisSerif"/>
    </w:rPr>
  </w:style>
  <w:style w:type="paragraph" w:customStyle="1" w:styleId="exernllast">
    <w:name w:val="exer_nl_last"/>
    <w:rsid w:val="00C91217"/>
    <w:pPr>
      <w:tabs>
        <w:tab w:val="right" w:pos="600"/>
        <w:tab w:val="left" w:pos="720"/>
      </w:tabs>
      <w:spacing w:before="60" w:after="60"/>
    </w:pPr>
    <w:rPr>
      <w:rFonts w:ascii="RotisSerif" w:hAnsi="RotisSerif"/>
    </w:rPr>
  </w:style>
  <w:style w:type="paragraph" w:customStyle="1" w:styleId="exercdfirst">
    <w:name w:val="exer_cd_first"/>
    <w:basedOn w:val="cdfirst"/>
    <w:next w:val="Normal"/>
    <w:rsid w:val="00C91217"/>
  </w:style>
  <w:style w:type="paragraph" w:customStyle="1" w:styleId="exercdmid">
    <w:name w:val="exer_cd_mid"/>
    <w:basedOn w:val="cdmid"/>
    <w:next w:val="Normal"/>
    <w:rsid w:val="00C91217"/>
  </w:style>
  <w:style w:type="paragraph" w:customStyle="1" w:styleId="exercdlast">
    <w:name w:val="exer_cd_last"/>
    <w:basedOn w:val="cdlast"/>
    <w:next w:val="Normal"/>
    <w:rsid w:val="00C91217"/>
  </w:style>
  <w:style w:type="paragraph" w:customStyle="1" w:styleId="TIPA">
    <w:name w:val="TIP_A"/>
    <w:rsid w:val="00C91217"/>
    <w:pPr>
      <w:spacing w:before="480" w:after="240"/>
      <w:ind w:left="60"/>
    </w:pPr>
    <w:rPr>
      <w:rFonts w:ascii="Gadget" w:hAnsi="Gadget"/>
      <w:sz w:val="32"/>
    </w:rPr>
  </w:style>
  <w:style w:type="paragraph" w:customStyle="1" w:styleId="tiptext">
    <w:name w:val="tip_text"/>
    <w:rsid w:val="00C91217"/>
    <w:pPr>
      <w:keepLines/>
      <w:spacing w:line="240" w:lineRule="exact"/>
      <w:ind w:left="120" w:right="120"/>
      <w:jc w:val="both"/>
    </w:pPr>
    <w:rPr>
      <w:rFonts w:ascii="RotisSerif" w:hAnsi="RotisSerif"/>
    </w:rPr>
  </w:style>
  <w:style w:type="paragraph" w:customStyle="1" w:styleId="wol">
    <w:name w:val="wol"/>
    <w:rsid w:val="00C91217"/>
    <w:rPr>
      <w:rFonts w:ascii="RotisSansSerif" w:hAnsi="RotisSansSerif"/>
    </w:rPr>
  </w:style>
  <w:style w:type="paragraph" w:customStyle="1" w:styleId="nlfirst">
    <w:name w:val="nl_first"/>
    <w:next w:val="Normal"/>
    <w:rsid w:val="00C91217"/>
    <w:pPr>
      <w:tabs>
        <w:tab w:val="right" w:pos="860"/>
        <w:tab w:val="left" w:pos="960"/>
      </w:tabs>
    </w:pPr>
    <w:rPr>
      <w:rFonts w:ascii="RotisSerif" w:hAnsi="RotisSerif"/>
    </w:rPr>
  </w:style>
  <w:style w:type="paragraph" w:customStyle="1" w:styleId="nlmid">
    <w:name w:val="nl_mid"/>
    <w:next w:val="Normal"/>
    <w:rsid w:val="00C91217"/>
    <w:pPr>
      <w:tabs>
        <w:tab w:val="right" w:pos="860"/>
        <w:tab w:val="left" w:pos="960"/>
      </w:tabs>
      <w:spacing w:line="240" w:lineRule="exact"/>
      <w:ind w:left="960" w:hanging="960"/>
    </w:pPr>
    <w:rPr>
      <w:rFonts w:ascii="RotisSerif" w:hAnsi="RotisSerif"/>
    </w:rPr>
  </w:style>
  <w:style w:type="paragraph" w:customStyle="1" w:styleId="nllast">
    <w:name w:val="nl_last"/>
    <w:next w:val="Normal"/>
    <w:rsid w:val="00C91217"/>
    <w:pPr>
      <w:tabs>
        <w:tab w:val="right" w:pos="860"/>
        <w:tab w:val="left" w:pos="960"/>
      </w:tabs>
      <w:spacing w:after="140"/>
    </w:pPr>
    <w:rPr>
      <w:rFonts w:ascii="RotisSerif" w:hAnsi="RotisSerif"/>
    </w:rPr>
  </w:style>
  <w:style w:type="paragraph" w:customStyle="1" w:styleId="tch0">
    <w:name w:val="tch"/>
    <w:next w:val="Normal"/>
    <w:rsid w:val="00C91217"/>
    <w:pPr>
      <w:spacing w:after="80"/>
    </w:pPr>
    <w:rPr>
      <w:rFonts w:ascii="RotisSansSerif Bold" w:hAnsi="RotisSansSerif Bold"/>
    </w:rPr>
  </w:style>
  <w:style w:type="paragraph" w:customStyle="1" w:styleId="tab">
    <w:name w:val="tab"/>
    <w:rsid w:val="00C91217"/>
    <w:pPr>
      <w:keepLines/>
      <w:spacing w:after="40" w:line="240" w:lineRule="exact"/>
      <w:ind w:left="120"/>
    </w:pPr>
    <w:rPr>
      <w:rFonts w:ascii="RotisSansSerif" w:hAnsi="RotisSansSerif"/>
    </w:rPr>
  </w:style>
  <w:style w:type="paragraph" w:customStyle="1" w:styleId="EXERB">
    <w:name w:val="EXER_B"/>
    <w:rsid w:val="00C91217"/>
    <w:pPr>
      <w:spacing w:before="480" w:after="240"/>
    </w:pPr>
    <w:rPr>
      <w:rFonts w:ascii="Gadget" w:hAnsi="Gadget"/>
      <w:sz w:val="32"/>
    </w:rPr>
  </w:style>
  <w:style w:type="paragraph" w:customStyle="1" w:styleId="exernlblmid">
    <w:name w:val="exer_nl_bl_mid"/>
    <w:next w:val="Normal"/>
    <w:rsid w:val="00C91217"/>
    <w:rPr>
      <w:rFonts w:ascii="RotisSansSerif Bold" w:hAnsi="RotisSansSerif Bold"/>
    </w:rPr>
  </w:style>
  <w:style w:type="paragraph" w:customStyle="1" w:styleId="eqmid">
    <w:name w:val="eq_mid"/>
    <w:next w:val="Normal"/>
    <w:rsid w:val="00C91217"/>
    <w:pPr>
      <w:keepLines/>
      <w:spacing w:after="60" w:line="260" w:lineRule="exact"/>
      <w:ind w:left="960"/>
    </w:pPr>
    <w:rPr>
      <w:rFonts w:ascii="RotisSerif" w:hAnsi="RotisSerif"/>
      <w:sz w:val="22"/>
    </w:rPr>
  </w:style>
  <w:style w:type="paragraph" w:customStyle="1" w:styleId="eqfirst">
    <w:name w:val="eq_first"/>
    <w:basedOn w:val="Normal"/>
    <w:next w:val="Normal"/>
    <w:rsid w:val="00C91217"/>
    <w:pPr>
      <w:keepLines/>
      <w:spacing w:before="240" w:after="60" w:line="260" w:lineRule="exact"/>
      <w:ind w:left="960"/>
    </w:pPr>
    <w:rPr>
      <w:rFonts w:ascii="RotisSerif" w:hAnsi="RotisSerif"/>
      <w:sz w:val="20"/>
      <w:szCs w:val="20"/>
    </w:rPr>
  </w:style>
  <w:style w:type="paragraph" w:customStyle="1" w:styleId="eqlast">
    <w:name w:val="eq_last"/>
    <w:next w:val="Normal"/>
    <w:rsid w:val="00C91217"/>
    <w:pPr>
      <w:keepLines/>
      <w:spacing w:after="240" w:line="260" w:lineRule="exact"/>
      <w:ind w:left="960"/>
    </w:pPr>
    <w:rPr>
      <w:rFonts w:ascii="RotisSerif" w:hAnsi="RotisSerif"/>
      <w:sz w:val="22"/>
    </w:rPr>
  </w:style>
  <w:style w:type="character" w:customStyle="1" w:styleId="helvetica">
    <w:name w:val="helvetica"/>
    <w:rsid w:val="00C91217"/>
    <w:rPr>
      <w:rFonts w:ascii="Helvetica" w:hAnsi="Helvetica"/>
    </w:rPr>
  </w:style>
  <w:style w:type="paragraph" w:customStyle="1" w:styleId="ExtractMonospaced">
    <w:name w:val="Extract_Monospaced"/>
    <w:basedOn w:val="Extract"/>
    <w:qFormat/>
    <w:rsid w:val="00975E40"/>
    <w:rPr>
      <w:rFonts w:ascii="Courier New" w:hAnsi="Courier New"/>
    </w:rPr>
  </w:style>
  <w:style w:type="paragraph" w:customStyle="1" w:styleId="InsertArt">
    <w:name w:val="Insert_Art"/>
    <w:basedOn w:val="TextNoIndent"/>
    <w:qFormat/>
    <w:rsid w:val="00714A32"/>
    <w:pPr>
      <w:pBdr>
        <w:top w:val="single" w:sz="4" w:space="1" w:color="auto"/>
        <w:left w:val="single" w:sz="4" w:space="4" w:color="auto"/>
        <w:bottom w:val="single" w:sz="4" w:space="1" w:color="auto"/>
        <w:right w:val="single" w:sz="4" w:space="4" w:color="auto"/>
      </w:pBdr>
      <w:spacing w:before="360" w:after="360"/>
    </w:pPr>
  </w:style>
  <w:style w:type="character" w:customStyle="1" w:styleId="MonospaceCharacter">
    <w:name w:val="Monospace_Character"/>
    <w:basedOn w:val="DefaultParagraphFont"/>
    <w:uiPriority w:val="1"/>
    <w:qFormat/>
    <w:rsid w:val="00BC6CE6"/>
    <w:rPr>
      <w:rFonts w:ascii="Courier New" w:hAnsi="Courier New"/>
      <w:sz w:val="24"/>
    </w:rPr>
  </w:style>
  <w:style w:type="paragraph" w:customStyle="1" w:styleId="COMPT">
    <w:name w:val="COMP_T"/>
    <w:basedOn w:val="NoParagraphStyle"/>
    <w:uiPriority w:val="99"/>
    <w:rsid w:val="00B07847"/>
    <w:pPr>
      <w:spacing w:line="320" w:lineRule="atLeast"/>
    </w:pPr>
    <w:rPr>
      <w:rFonts w:ascii="MRockwell-Bold" w:eastAsiaTheme="minorEastAsia" w:hAnsi="MRockwell-Bold" w:cs="MRockwell-Bold"/>
      <w:b/>
      <w:bCs/>
      <w:color w:val="0000CB"/>
      <w:sz w:val="28"/>
      <w:szCs w:val="28"/>
      <w:lang w:val="en-GB"/>
    </w:rPr>
  </w:style>
  <w:style w:type="paragraph" w:customStyle="1" w:styleId="COMPA">
    <w:name w:val="COMP_A"/>
    <w:basedOn w:val="NoParagraphStyle"/>
    <w:uiPriority w:val="99"/>
    <w:rsid w:val="00B07847"/>
    <w:pPr>
      <w:spacing w:before="140" w:line="280" w:lineRule="atLeast"/>
    </w:pPr>
    <w:rPr>
      <w:rFonts w:ascii="MRockwell-Bold" w:eastAsiaTheme="minorEastAsia" w:hAnsi="MRockwell-Bold" w:cs="MRockwell-Bold"/>
      <w:b/>
      <w:bCs/>
      <w:color w:val="007F7F"/>
      <w:sz w:val="25"/>
      <w:szCs w:val="25"/>
      <w:lang w:val="en-GB"/>
    </w:rPr>
  </w:style>
  <w:style w:type="paragraph" w:customStyle="1" w:styleId="STNDBL01">
    <w:name w:val="STND_BL_01"/>
    <w:basedOn w:val="NoParagraphStyle"/>
    <w:uiPriority w:val="99"/>
    <w:rsid w:val="00B07847"/>
    <w:pPr>
      <w:spacing w:after="40" w:line="200" w:lineRule="atLeast"/>
      <w:ind w:left="370" w:hanging="180"/>
    </w:pPr>
    <w:rPr>
      <w:rFonts w:ascii="Interstate-LightCondensed" w:eastAsiaTheme="minorEastAsia" w:hAnsi="Interstate-LightCondensed" w:cs="Interstate-LightCondensed"/>
      <w:sz w:val="18"/>
      <w:szCs w:val="18"/>
    </w:rPr>
  </w:style>
  <w:style w:type="paragraph" w:customStyle="1" w:styleId="STNDTFL">
    <w:name w:val="STND_T_FL"/>
    <w:basedOn w:val="STNDBL01"/>
    <w:uiPriority w:val="99"/>
    <w:rsid w:val="00B07847"/>
    <w:pPr>
      <w:suppressAutoHyphens/>
      <w:spacing w:before="60"/>
      <w:ind w:left="0" w:firstLine="0"/>
    </w:pPr>
  </w:style>
  <w:style w:type="paragraph" w:customStyle="1" w:styleId="COMPBCO">
    <w:name w:val="COMP_B (CO)"/>
    <w:basedOn w:val="NoParagraphStyle"/>
    <w:uiPriority w:val="99"/>
    <w:rsid w:val="00B07847"/>
    <w:pPr>
      <w:suppressAutoHyphens/>
      <w:spacing w:before="240" w:line="240" w:lineRule="atLeast"/>
    </w:pPr>
    <w:rPr>
      <w:rFonts w:ascii="Interstate-Bold" w:eastAsiaTheme="minorEastAsia" w:hAnsi="Interstate-Bold" w:cs="Interstate-Bold"/>
      <w:b/>
      <w:bCs/>
      <w:color w:val="007F7F"/>
      <w:sz w:val="22"/>
      <w:szCs w:val="22"/>
    </w:rPr>
  </w:style>
  <w:style w:type="paragraph" w:customStyle="1" w:styleId="STNDSRULE">
    <w:name w:val="STNDS_RULE"/>
    <w:basedOn w:val="STNDBL01"/>
    <w:uiPriority w:val="99"/>
    <w:rsid w:val="00B07847"/>
    <w:pPr>
      <w:pBdr>
        <w:bottom w:val="single" w:sz="16" w:space="0" w:color="B21900"/>
      </w:pBdr>
    </w:pPr>
  </w:style>
  <w:style w:type="paragraph" w:customStyle="1" w:styleId="COSTNDH1">
    <w:name w:val="CO_STND_H1"/>
    <w:basedOn w:val="NoParagraphStyle"/>
    <w:uiPriority w:val="99"/>
    <w:rsid w:val="00B07847"/>
    <w:pPr>
      <w:spacing w:before="240" w:line="240" w:lineRule="atLeast"/>
    </w:pPr>
    <w:rPr>
      <w:rFonts w:ascii="Interstate-Bold" w:eastAsiaTheme="minorEastAsia" w:hAnsi="Interstate-Bold" w:cs="Interstate-Bold"/>
      <w:b/>
      <w:bCs/>
      <w:color w:val="B21900"/>
      <w:sz w:val="22"/>
      <w:szCs w:val="22"/>
      <w:lang w:val="en-GB"/>
    </w:rPr>
  </w:style>
  <w:style w:type="paragraph" w:customStyle="1" w:styleId="STNDNL01CO">
    <w:name w:val="STND_NL_01 (CO)"/>
    <w:basedOn w:val="Normal"/>
    <w:uiPriority w:val="99"/>
    <w:rsid w:val="00B07847"/>
    <w:pPr>
      <w:widowControl w:val="0"/>
      <w:autoSpaceDE w:val="0"/>
      <w:autoSpaceDN w:val="0"/>
      <w:adjustRightInd w:val="0"/>
      <w:spacing w:before="20" w:after="40" w:line="200" w:lineRule="atLeast"/>
      <w:ind w:left="320" w:hanging="100"/>
      <w:textAlignment w:val="center"/>
    </w:pPr>
    <w:rPr>
      <w:rFonts w:ascii="Interstate-LightCondensed" w:eastAsiaTheme="minorEastAsia" w:hAnsi="Interstate-LightCondensed" w:cs="Interstate-LightCondensed"/>
      <w:color w:val="000000"/>
      <w:sz w:val="18"/>
      <w:szCs w:val="18"/>
    </w:rPr>
  </w:style>
  <w:style w:type="paragraph" w:customStyle="1" w:styleId="TintroDC">
    <w:name w:val="T_intro_DC"/>
    <w:basedOn w:val="NoParagraphStyle"/>
    <w:uiPriority w:val="99"/>
    <w:rsid w:val="00B07847"/>
    <w:pPr>
      <w:spacing w:after="130" w:line="320" w:lineRule="atLeast"/>
      <w:jc w:val="both"/>
    </w:pPr>
    <w:rPr>
      <w:rFonts w:ascii="Berkeley-Book" w:eastAsiaTheme="minorEastAsia" w:hAnsi="Berkeley-Book" w:cs="Berkeley-Book"/>
      <w:sz w:val="26"/>
      <w:szCs w:val="26"/>
    </w:rPr>
  </w:style>
  <w:style w:type="paragraph" w:customStyle="1" w:styleId="T">
    <w:name w:val="T"/>
    <w:basedOn w:val="NoParagraphStyle"/>
    <w:uiPriority w:val="99"/>
    <w:rsid w:val="00B07847"/>
    <w:pPr>
      <w:spacing w:line="260" w:lineRule="atLeast"/>
      <w:ind w:firstLine="360"/>
      <w:jc w:val="both"/>
    </w:pPr>
    <w:rPr>
      <w:rFonts w:ascii="Berkeley-Book" w:eastAsiaTheme="minorEastAsia" w:hAnsi="Berkeley-Book" w:cs="Berkeley-Book"/>
      <w:sz w:val="22"/>
      <w:szCs w:val="22"/>
    </w:rPr>
  </w:style>
  <w:style w:type="paragraph" w:customStyle="1" w:styleId="Tni">
    <w:name w:val="T_ni"/>
    <w:basedOn w:val="T"/>
    <w:uiPriority w:val="99"/>
    <w:rsid w:val="00B07847"/>
    <w:pPr>
      <w:ind w:firstLine="0"/>
    </w:pPr>
  </w:style>
  <w:style w:type="paragraph" w:customStyle="1" w:styleId="FIGREFN">
    <w:name w:val="FIG_REF_N"/>
    <w:basedOn w:val="NoParagraphStyle"/>
    <w:uiPriority w:val="99"/>
    <w:rsid w:val="00B07847"/>
    <w:pPr>
      <w:spacing w:line="200" w:lineRule="atLeast"/>
      <w:jc w:val="center"/>
    </w:pPr>
    <w:rPr>
      <w:rFonts w:ascii="Interstate-Bold" w:eastAsiaTheme="minorEastAsia" w:hAnsi="Interstate-Bold" w:cs="Interstate-Bold"/>
      <w:b/>
      <w:bCs/>
      <w:color w:val="FFFFFF"/>
      <w:sz w:val="18"/>
      <w:szCs w:val="18"/>
    </w:rPr>
  </w:style>
  <w:style w:type="paragraph" w:customStyle="1" w:styleId="FIGcaption">
    <w:name w:val="FIG_caption"/>
    <w:basedOn w:val="NoParagraphStyle"/>
    <w:uiPriority w:val="99"/>
    <w:rsid w:val="00B07847"/>
    <w:pPr>
      <w:spacing w:line="210" w:lineRule="atLeast"/>
      <w:jc w:val="both"/>
    </w:pPr>
    <w:rPr>
      <w:rFonts w:ascii="Interstate-Light" w:eastAsiaTheme="minorEastAsia" w:hAnsi="Interstate-Light" w:cs="Interstate-Light"/>
      <w:sz w:val="18"/>
      <w:szCs w:val="18"/>
    </w:rPr>
  </w:style>
  <w:style w:type="paragraph" w:customStyle="1" w:styleId="YRTPNL">
    <w:name w:val="YRTP_NL"/>
    <w:basedOn w:val="Normal"/>
    <w:uiPriority w:val="99"/>
    <w:rsid w:val="00B07847"/>
    <w:pPr>
      <w:widowControl w:val="0"/>
      <w:tabs>
        <w:tab w:val="decimal" w:pos="240"/>
      </w:tabs>
      <w:autoSpaceDE w:val="0"/>
      <w:autoSpaceDN w:val="0"/>
      <w:adjustRightInd w:val="0"/>
      <w:spacing w:before="180" w:after="60" w:line="260" w:lineRule="atLeast"/>
      <w:ind w:left="360" w:hanging="360"/>
      <w:textAlignment w:val="center"/>
    </w:pPr>
    <w:rPr>
      <w:rFonts w:ascii="Interstate-Regular" w:eastAsiaTheme="minorEastAsia" w:hAnsi="Interstate-Regular" w:cs="Interstate-Regular"/>
      <w:color w:val="000000"/>
      <w:sz w:val="20"/>
      <w:szCs w:val="20"/>
    </w:rPr>
  </w:style>
  <w:style w:type="paragraph" w:customStyle="1" w:styleId="BL01mid">
    <w:name w:val="BL_01_mid"/>
    <w:basedOn w:val="T"/>
    <w:uiPriority w:val="99"/>
    <w:rsid w:val="00B07847"/>
    <w:pPr>
      <w:ind w:left="480" w:hanging="240"/>
    </w:pPr>
  </w:style>
  <w:style w:type="paragraph" w:customStyle="1" w:styleId="NL01first">
    <w:name w:val="NL_01_first"/>
    <w:basedOn w:val="BL01mid"/>
    <w:uiPriority w:val="99"/>
    <w:rsid w:val="00B07847"/>
    <w:pPr>
      <w:spacing w:before="60"/>
    </w:pPr>
  </w:style>
  <w:style w:type="paragraph" w:customStyle="1" w:styleId="NL01mid">
    <w:name w:val="NL_01_mid"/>
    <w:basedOn w:val="T"/>
    <w:uiPriority w:val="99"/>
    <w:rsid w:val="00B07847"/>
    <w:pPr>
      <w:ind w:left="480" w:hanging="240"/>
    </w:pPr>
  </w:style>
  <w:style w:type="paragraph" w:customStyle="1" w:styleId="NL01last">
    <w:name w:val="NL_01_last"/>
    <w:basedOn w:val="BL01mid"/>
    <w:uiPriority w:val="99"/>
    <w:rsid w:val="00B07847"/>
    <w:pPr>
      <w:spacing w:after="60"/>
    </w:pPr>
  </w:style>
  <w:style w:type="paragraph" w:customStyle="1" w:styleId="BL01first">
    <w:name w:val="BL_01_first"/>
    <w:basedOn w:val="BL01mid"/>
    <w:uiPriority w:val="99"/>
    <w:rsid w:val="00B07847"/>
    <w:pPr>
      <w:spacing w:before="60"/>
    </w:pPr>
  </w:style>
  <w:style w:type="paragraph" w:customStyle="1" w:styleId="BL01last">
    <w:name w:val="BL_01_last"/>
    <w:basedOn w:val="BL01mid"/>
    <w:uiPriority w:val="99"/>
    <w:rsid w:val="00B07847"/>
    <w:pPr>
      <w:spacing w:after="60"/>
    </w:pPr>
  </w:style>
  <w:style w:type="paragraph" w:customStyle="1" w:styleId="TABtitle">
    <w:name w:val="TAB_title"/>
    <w:basedOn w:val="NoParagraphStyle"/>
    <w:uiPriority w:val="99"/>
    <w:rsid w:val="00B07847"/>
    <w:pPr>
      <w:suppressAutoHyphens/>
      <w:spacing w:line="240" w:lineRule="atLeast"/>
      <w:ind w:left="1440" w:hanging="1440"/>
    </w:pPr>
    <w:rPr>
      <w:rFonts w:ascii="Interstate-Bold" w:eastAsiaTheme="minorEastAsia" w:hAnsi="Interstate-Bold" w:cs="Interstate-Bold"/>
      <w:b/>
      <w:bCs/>
      <w:color w:val="FFFFFF"/>
      <w:position w:val="6"/>
      <w:sz w:val="22"/>
      <w:szCs w:val="22"/>
    </w:rPr>
  </w:style>
  <w:style w:type="paragraph" w:customStyle="1" w:styleId="TRR">
    <w:name w:val="T_RR"/>
    <w:basedOn w:val="T"/>
    <w:uiPriority w:val="99"/>
    <w:rsid w:val="00B07847"/>
    <w:pPr>
      <w:jc w:val="left"/>
    </w:pPr>
  </w:style>
  <w:style w:type="paragraph" w:customStyle="1" w:styleId="NL01Bold">
    <w:name w:val="NL_01_Bold"/>
    <w:basedOn w:val="BL01mid"/>
    <w:uiPriority w:val="99"/>
    <w:rsid w:val="009075E5"/>
    <w:pPr>
      <w:spacing w:before="60" w:line="480" w:lineRule="auto"/>
      <w:ind w:left="360"/>
    </w:pPr>
    <w:rPr>
      <w:rFonts w:ascii="Times New Roman" w:hAnsi="Times New Roman"/>
      <w:sz w:val="24"/>
    </w:rPr>
  </w:style>
  <w:style w:type="paragraph" w:customStyle="1" w:styleId="YRTPSUMNL">
    <w:name w:val="YRTP_SUM_NL"/>
    <w:basedOn w:val="YRTPNL"/>
    <w:uiPriority w:val="99"/>
    <w:rsid w:val="00B07847"/>
    <w:pPr>
      <w:pBdr>
        <w:top w:val="single" w:sz="16" w:space="12" w:color="auto"/>
      </w:pBdr>
      <w:spacing w:before="240"/>
    </w:pPr>
  </w:style>
  <w:style w:type="paragraph" w:customStyle="1" w:styleId="YATPT">
    <w:name w:val="YATP_T"/>
    <w:basedOn w:val="Normal"/>
    <w:uiPriority w:val="99"/>
    <w:rsid w:val="00B07847"/>
    <w:pPr>
      <w:widowControl w:val="0"/>
      <w:autoSpaceDE w:val="0"/>
      <w:autoSpaceDN w:val="0"/>
      <w:adjustRightInd w:val="0"/>
      <w:spacing w:after="60" w:line="260" w:lineRule="atLeast"/>
      <w:ind w:left="360"/>
      <w:textAlignment w:val="center"/>
    </w:pPr>
    <w:rPr>
      <w:rFonts w:ascii="Interstate-Light" w:eastAsiaTheme="minorEastAsia" w:hAnsi="Interstate-Light" w:cs="Interstate-Light"/>
      <w:color w:val="000000"/>
      <w:sz w:val="20"/>
      <w:szCs w:val="20"/>
    </w:rPr>
  </w:style>
  <w:style w:type="paragraph" w:customStyle="1" w:styleId="PKKT">
    <w:name w:val="PK_KT"/>
    <w:basedOn w:val="NoParagraphStyle"/>
    <w:uiPriority w:val="99"/>
    <w:rsid w:val="00B07847"/>
    <w:pPr>
      <w:spacing w:after="60" w:line="210" w:lineRule="atLeast"/>
      <w:ind w:left="360" w:hanging="360"/>
      <w:jc w:val="both"/>
    </w:pPr>
    <w:rPr>
      <w:rFonts w:ascii="Berkeley-Book" w:eastAsiaTheme="minorEastAsia" w:hAnsi="Berkeley-Book" w:cs="Berkeley-Book"/>
      <w:sz w:val="20"/>
      <w:szCs w:val="20"/>
    </w:rPr>
  </w:style>
  <w:style w:type="paragraph" w:customStyle="1" w:styleId="PKBL01">
    <w:name w:val="PK_BL_01"/>
    <w:basedOn w:val="BL01first"/>
    <w:uiPriority w:val="99"/>
    <w:rsid w:val="00B07847"/>
    <w:pPr>
      <w:spacing w:line="230" w:lineRule="atLeast"/>
    </w:pPr>
    <w:rPr>
      <w:sz w:val="20"/>
      <w:szCs w:val="20"/>
    </w:rPr>
  </w:style>
  <w:style w:type="paragraph" w:customStyle="1" w:styleId="AIATintro">
    <w:name w:val="AIA_T_intro"/>
    <w:basedOn w:val="Normal"/>
    <w:uiPriority w:val="99"/>
    <w:rsid w:val="00B07847"/>
    <w:pPr>
      <w:widowControl w:val="0"/>
      <w:autoSpaceDE w:val="0"/>
      <w:autoSpaceDN w:val="0"/>
      <w:adjustRightInd w:val="0"/>
      <w:spacing w:after="0" w:line="260" w:lineRule="atLeast"/>
      <w:jc w:val="both"/>
      <w:textAlignment w:val="center"/>
    </w:pPr>
    <w:rPr>
      <w:rFonts w:ascii="Berkeley-Book" w:eastAsiaTheme="minorEastAsia" w:hAnsi="Berkeley-Book" w:cs="Berkeley-Book"/>
      <w:color w:val="000000"/>
    </w:rPr>
  </w:style>
  <w:style w:type="paragraph" w:customStyle="1" w:styleId="AIANL">
    <w:name w:val="AIA_NL"/>
    <w:basedOn w:val="NoParagraphStyle"/>
    <w:uiPriority w:val="99"/>
    <w:rsid w:val="00B07847"/>
    <w:pPr>
      <w:tabs>
        <w:tab w:val="decimal" w:pos="240"/>
      </w:tabs>
      <w:spacing w:before="120" w:line="260" w:lineRule="atLeast"/>
      <w:ind w:left="360" w:hanging="360"/>
      <w:jc w:val="both"/>
    </w:pPr>
    <w:rPr>
      <w:rFonts w:ascii="Berkeley-Book" w:eastAsiaTheme="minorEastAsia" w:hAnsi="Berkeley-Book" w:cs="Berkeley-Book"/>
      <w:sz w:val="22"/>
      <w:szCs w:val="22"/>
    </w:rPr>
  </w:style>
  <w:style w:type="paragraph" w:customStyle="1" w:styleId="AIALL">
    <w:name w:val="AIA_LL"/>
    <w:basedOn w:val="AIANL"/>
    <w:uiPriority w:val="99"/>
    <w:rsid w:val="00B07847"/>
    <w:pPr>
      <w:tabs>
        <w:tab w:val="clear" w:pos="240"/>
        <w:tab w:val="decimal" w:pos="510"/>
      </w:tabs>
      <w:spacing w:before="0"/>
      <w:ind w:left="640" w:hanging="380"/>
    </w:pPr>
  </w:style>
  <w:style w:type="paragraph" w:customStyle="1" w:styleId="BXTABT">
    <w:name w:val="BX_TAB_T"/>
    <w:basedOn w:val="Normal"/>
    <w:uiPriority w:val="99"/>
    <w:rsid w:val="00B07847"/>
    <w:pPr>
      <w:widowControl w:val="0"/>
      <w:suppressAutoHyphens/>
      <w:autoSpaceDE w:val="0"/>
      <w:autoSpaceDN w:val="0"/>
      <w:adjustRightInd w:val="0"/>
      <w:spacing w:after="0" w:line="210" w:lineRule="atLeast"/>
      <w:textAlignment w:val="center"/>
    </w:pPr>
    <w:rPr>
      <w:rFonts w:ascii="Interstate-Light" w:eastAsiaTheme="minorEastAsia" w:hAnsi="Interstate-Light" w:cs="Interstate-Light"/>
      <w:color w:val="000000"/>
      <w:sz w:val="18"/>
      <w:szCs w:val="18"/>
      <w:lang w:val="en-GB"/>
    </w:rPr>
  </w:style>
  <w:style w:type="character" w:customStyle="1" w:styleId="KT">
    <w:name w:val="KT"/>
    <w:uiPriority w:val="99"/>
    <w:rsid w:val="00B07847"/>
    <w:rPr>
      <w:rFonts w:ascii="Berkeley-Bold" w:hAnsi="Berkeley-Bold"/>
      <w:b/>
      <w:color w:val="197FF2"/>
      <w:sz w:val="22"/>
      <w:u w:val="thick"/>
    </w:rPr>
  </w:style>
  <w:style w:type="character" w:customStyle="1" w:styleId="FIGREFBLS">
    <w:name w:val="FIG_REF_BLS"/>
    <w:uiPriority w:val="99"/>
    <w:rsid w:val="00B07847"/>
    <w:rPr>
      <w:position w:val="-6"/>
    </w:rPr>
  </w:style>
  <w:style w:type="character" w:customStyle="1" w:styleId="Italic">
    <w:name w:val="Italic"/>
    <w:uiPriority w:val="99"/>
    <w:rsid w:val="00B07847"/>
    <w:rPr>
      <w:i/>
    </w:rPr>
  </w:style>
  <w:style w:type="character" w:customStyle="1" w:styleId="BLRIH">
    <w:name w:val="BL_RIH"/>
    <w:uiPriority w:val="99"/>
    <w:rsid w:val="00B07847"/>
    <w:rPr>
      <w:rFonts w:ascii="Interstate-Regular" w:hAnsi="Interstate-Regular"/>
      <w:color w:val="B21900"/>
      <w:sz w:val="18"/>
    </w:rPr>
  </w:style>
  <w:style w:type="character" w:customStyle="1" w:styleId="Boldcolor">
    <w:name w:val="Bold color"/>
    <w:uiPriority w:val="99"/>
    <w:rsid w:val="00B07847"/>
    <w:rPr>
      <w:rFonts w:ascii="Interstate-Regular" w:hAnsi="Interstate-Regular"/>
      <w:color w:val="B21900"/>
      <w:sz w:val="18"/>
    </w:rPr>
  </w:style>
  <w:style w:type="character" w:customStyle="1" w:styleId="PKKT1">
    <w:name w:val="PK_KT1"/>
    <w:basedOn w:val="KT"/>
    <w:uiPriority w:val="99"/>
    <w:rsid w:val="00B07847"/>
    <w:rPr>
      <w:rFonts w:ascii="Berkeley-Bold" w:hAnsi="Berkeley-Bold" w:cs="Berkeley-Bold"/>
      <w:b/>
      <w:bCs/>
      <w:color w:val="197FF2"/>
      <w:sz w:val="20"/>
      <w:szCs w:val="20"/>
      <w:u w:val="thick"/>
    </w:rPr>
  </w:style>
  <w:style w:type="paragraph" w:customStyle="1" w:styleId="STNDTFLCO">
    <w:name w:val="STND_T_FL (CO)"/>
    <w:basedOn w:val="Normal"/>
    <w:uiPriority w:val="99"/>
    <w:rsid w:val="00B07847"/>
    <w:pPr>
      <w:widowControl w:val="0"/>
      <w:suppressAutoHyphens/>
      <w:autoSpaceDE w:val="0"/>
      <w:autoSpaceDN w:val="0"/>
      <w:adjustRightInd w:val="0"/>
      <w:spacing w:before="60" w:after="40" w:line="200" w:lineRule="atLeast"/>
      <w:textAlignment w:val="center"/>
    </w:pPr>
    <w:rPr>
      <w:rFonts w:ascii="Interstate-LightCondensed" w:eastAsiaTheme="minorEastAsia" w:hAnsi="Interstate-LightCondensed" w:cs="Interstate-LightCondensed"/>
      <w:color w:val="000000"/>
      <w:sz w:val="18"/>
      <w:szCs w:val="18"/>
    </w:rPr>
  </w:style>
  <w:style w:type="paragraph" w:customStyle="1" w:styleId="STNDBL02">
    <w:name w:val="STND_BL_02"/>
    <w:basedOn w:val="NoParagraphStyle"/>
    <w:uiPriority w:val="99"/>
    <w:rsid w:val="00B07847"/>
    <w:pPr>
      <w:spacing w:after="40" w:line="200" w:lineRule="atLeast"/>
      <w:ind w:left="180" w:hanging="180"/>
    </w:pPr>
    <w:rPr>
      <w:rFonts w:ascii="Interstate-LightCondensed" w:eastAsiaTheme="minorEastAsia" w:hAnsi="Interstate-LightCondensed" w:cs="Interstate-LightCondensed"/>
      <w:sz w:val="18"/>
      <w:szCs w:val="18"/>
    </w:rPr>
  </w:style>
  <w:style w:type="paragraph" w:customStyle="1" w:styleId="STNDNL01firstCO">
    <w:name w:val="STND_NL_01 first (CO)"/>
    <w:basedOn w:val="Normal"/>
    <w:uiPriority w:val="99"/>
    <w:rsid w:val="00B07847"/>
    <w:pPr>
      <w:widowControl w:val="0"/>
      <w:tabs>
        <w:tab w:val="decimal" w:pos="180"/>
      </w:tabs>
      <w:autoSpaceDE w:val="0"/>
      <w:autoSpaceDN w:val="0"/>
      <w:adjustRightInd w:val="0"/>
      <w:spacing w:after="40" w:line="200" w:lineRule="atLeast"/>
      <w:ind w:left="320" w:hanging="100"/>
      <w:textAlignment w:val="center"/>
    </w:pPr>
    <w:rPr>
      <w:rFonts w:ascii="Interstate-LightCondensed" w:eastAsiaTheme="minorEastAsia" w:hAnsi="Interstate-LightCondensed" w:cs="Interstate-LightCondensed"/>
      <w:color w:val="000000"/>
      <w:sz w:val="18"/>
      <w:szCs w:val="18"/>
    </w:rPr>
  </w:style>
  <w:style w:type="paragraph" w:customStyle="1" w:styleId="NL01mid1">
    <w:name w:val="NL_01_mid 1"/>
    <w:basedOn w:val="T"/>
    <w:uiPriority w:val="99"/>
    <w:rsid w:val="00B07847"/>
    <w:pPr>
      <w:ind w:left="480" w:hanging="240"/>
    </w:pPr>
  </w:style>
  <w:style w:type="paragraph" w:customStyle="1" w:styleId="NL01last1">
    <w:name w:val="NL_01_last 1"/>
    <w:basedOn w:val="BL01mid"/>
    <w:uiPriority w:val="99"/>
    <w:rsid w:val="00B07847"/>
    <w:pPr>
      <w:spacing w:after="60"/>
    </w:pPr>
  </w:style>
  <w:style w:type="paragraph" w:customStyle="1" w:styleId="BXtitle">
    <w:name w:val="BX_title"/>
    <w:basedOn w:val="NoParagraphStyle"/>
    <w:uiPriority w:val="99"/>
    <w:rsid w:val="00B07847"/>
    <w:pPr>
      <w:spacing w:line="320" w:lineRule="atLeast"/>
    </w:pPr>
    <w:rPr>
      <w:rFonts w:ascii="MarkerFeltThin" w:eastAsiaTheme="minorEastAsia" w:hAnsi="MarkerFeltThin" w:cs="MarkerFeltThin"/>
      <w:color w:val="FFFFFF"/>
      <w:sz w:val="28"/>
      <w:szCs w:val="28"/>
    </w:rPr>
  </w:style>
  <w:style w:type="paragraph" w:customStyle="1" w:styleId="BXTni">
    <w:name w:val="BX_T_ni"/>
    <w:basedOn w:val="NoParagraphStyle"/>
    <w:uiPriority w:val="99"/>
    <w:rsid w:val="00B07847"/>
    <w:pPr>
      <w:spacing w:line="210" w:lineRule="atLeast"/>
      <w:jc w:val="both"/>
    </w:pPr>
    <w:rPr>
      <w:rFonts w:ascii="Interstate-Light" w:eastAsiaTheme="minorEastAsia" w:hAnsi="Interstate-Light" w:cs="Interstate-Light"/>
      <w:sz w:val="18"/>
      <w:szCs w:val="18"/>
    </w:rPr>
  </w:style>
  <w:style w:type="paragraph" w:customStyle="1" w:styleId="NL01firstcopy1">
    <w:name w:val="NL_01_first copy 1"/>
    <w:basedOn w:val="BL01mid"/>
    <w:uiPriority w:val="99"/>
    <w:rsid w:val="00B07847"/>
    <w:pPr>
      <w:spacing w:before="60"/>
    </w:pPr>
  </w:style>
  <w:style w:type="paragraph" w:customStyle="1" w:styleId="BXT">
    <w:name w:val="BX_T"/>
    <w:basedOn w:val="NoParagraphStyle"/>
    <w:uiPriority w:val="99"/>
    <w:rsid w:val="00B07847"/>
    <w:pPr>
      <w:spacing w:line="210" w:lineRule="atLeast"/>
      <w:ind w:firstLine="180"/>
      <w:jc w:val="both"/>
    </w:pPr>
    <w:rPr>
      <w:rFonts w:ascii="Interstate-Light" w:eastAsiaTheme="minorEastAsia" w:hAnsi="Interstate-Light" w:cs="Interstate-Light"/>
      <w:sz w:val="18"/>
      <w:szCs w:val="18"/>
    </w:rPr>
  </w:style>
  <w:style w:type="paragraph" w:customStyle="1" w:styleId="BXBL01">
    <w:name w:val="BX_BL_01"/>
    <w:basedOn w:val="BXTni"/>
    <w:uiPriority w:val="99"/>
    <w:rsid w:val="00B07847"/>
    <w:pPr>
      <w:tabs>
        <w:tab w:val="left" w:pos="0"/>
      </w:tabs>
      <w:spacing w:after="20"/>
      <w:ind w:left="240" w:hanging="240"/>
    </w:pPr>
  </w:style>
  <w:style w:type="paragraph" w:customStyle="1" w:styleId="NLtext">
    <w:name w:val="NL_text"/>
    <w:basedOn w:val="T"/>
    <w:uiPriority w:val="99"/>
    <w:rsid w:val="00B07847"/>
    <w:pPr>
      <w:ind w:left="480" w:firstLine="240"/>
    </w:pPr>
  </w:style>
  <w:style w:type="paragraph" w:customStyle="1" w:styleId="SDNL">
    <w:name w:val="SD_NL"/>
    <w:basedOn w:val="T"/>
    <w:uiPriority w:val="99"/>
    <w:rsid w:val="00B07847"/>
    <w:pPr>
      <w:tabs>
        <w:tab w:val="decimal" w:pos="480"/>
      </w:tabs>
      <w:spacing w:after="40"/>
      <w:ind w:left="600" w:hanging="360"/>
    </w:pPr>
  </w:style>
  <w:style w:type="paragraph" w:customStyle="1" w:styleId="SDcaption">
    <w:name w:val="SD_caption"/>
    <w:basedOn w:val="NoParagraphStyle"/>
    <w:uiPriority w:val="99"/>
    <w:rsid w:val="00B07847"/>
    <w:pPr>
      <w:spacing w:line="210" w:lineRule="atLeast"/>
    </w:pPr>
    <w:rPr>
      <w:rFonts w:ascii="Interstate-Light" w:eastAsiaTheme="minorEastAsia" w:hAnsi="Interstate-Light" w:cs="Interstate-Light"/>
      <w:sz w:val="18"/>
      <w:szCs w:val="18"/>
    </w:rPr>
  </w:style>
  <w:style w:type="paragraph" w:customStyle="1" w:styleId="Bridgehead">
    <w:name w:val="Bridge head"/>
    <w:basedOn w:val="NoParagraphStyle"/>
    <w:uiPriority w:val="99"/>
    <w:rsid w:val="00B07847"/>
    <w:rPr>
      <w:rFonts w:ascii="Rockwell-ExtraBold" w:eastAsiaTheme="minorEastAsia" w:hAnsi="Rockwell-ExtraBold" w:cs="Rockwell-ExtraBold"/>
      <w:color w:val="D6DF23"/>
    </w:rPr>
  </w:style>
  <w:style w:type="character" w:customStyle="1" w:styleId="FIGREFN1">
    <w:name w:val="FIG_REF_N1"/>
    <w:uiPriority w:val="99"/>
    <w:rsid w:val="00B07847"/>
    <w:rPr>
      <w:outline/>
    </w:rPr>
  </w:style>
  <w:style w:type="character" w:styleId="CommentReference">
    <w:name w:val="annotation reference"/>
    <w:basedOn w:val="DefaultParagraphFont"/>
    <w:uiPriority w:val="99"/>
    <w:semiHidden/>
    <w:unhideWhenUsed/>
    <w:rsid w:val="00B07847"/>
    <w:rPr>
      <w:rFonts w:cs="Times New Roman"/>
      <w:sz w:val="16"/>
      <w:szCs w:val="16"/>
    </w:rPr>
  </w:style>
  <w:style w:type="paragraph" w:styleId="CommentText">
    <w:name w:val="annotation text"/>
    <w:basedOn w:val="Normal"/>
    <w:link w:val="CommentTextChar"/>
    <w:uiPriority w:val="99"/>
    <w:semiHidden/>
    <w:unhideWhenUsed/>
    <w:rsid w:val="00B07847"/>
    <w:rPr>
      <w:rFonts w:asciiTheme="minorHAnsi" w:eastAsiaTheme="minorEastAsia" w:hAnsiTheme="minorHAnsi"/>
      <w:sz w:val="20"/>
      <w:szCs w:val="20"/>
    </w:rPr>
  </w:style>
  <w:style w:type="character" w:customStyle="1" w:styleId="CommentTextChar">
    <w:name w:val="Comment Text Char"/>
    <w:basedOn w:val="DefaultParagraphFont"/>
    <w:link w:val="CommentText"/>
    <w:uiPriority w:val="99"/>
    <w:semiHidden/>
    <w:rsid w:val="00B07847"/>
    <w:rPr>
      <w:rFonts w:asciiTheme="minorHAnsi" w:eastAsiaTheme="minorEastAsia" w:hAnsiTheme="minorHAnsi"/>
    </w:rPr>
  </w:style>
  <w:style w:type="paragraph" w:customStyle="1" w:styleId="STNDBL01CO">
    <w:name w:val="STND_BL_01 (CO)"/>
    <w:basedOn w:val="NoParagraphStyle"/>
    <w:uiPriority w:val="99"/>
    <w:rsid w:val="00B07847"/>
    <w:pPr>
      <w:spacing w:after="40" w:line="200" w:lineRule="atLeast"/>
      <w:ind w:left="370" w:hanging="180"/>
    </w:pPr>
    <w:rPr>
      <w:rFonts w:ascii="Interstate-LightCondensed" w:eastAsiaTheme="minorEastAsia" w:hAnsi="Interstate-LightCondensed" w:cs="Interstate-LightCondensed"/>
      <w:sz w:val="18"/>
      <w:szCs w:val="18"/>
    </w:rPr>
  </w:style>
  <w:style w:type="paragraph" w:customStyle="1" w:styleId="H11line">
    <w:name w:val="H1_1line"/>
    <w:basedOn w:val="NoParagraphStyle"/>
    <w:uiPriority w:val="99"/>
    <w:rsid w:val="00B07847"/>
    <w:pPr>
      <w:keepNext/>
      <w:pBdr>
        <w:top w:val="single" w:sz="96" w:space="0" w:color="8C3003"/>
        <w:bottom w:val="single" w:sz="80" w:space="0" w:color="FFCB04"/>
      </w:pBdr>
      <w:spacing w:before="360" w:after="240" w:line="320" w:lineRule="atLeast"/>
      <w:ind w:left="540" w:hanging="540"/>
    </w:pPr>
    <w:rPr>
      <w:rFonts w:ascii="MRockwell-Bold" w:eastAsiaTheme="minorEastAsia" w:hAnsi="MRockwell-Bold" w:cs="MRockwell-Bold"/>
      <w:b/>
      <w:bCs/>
      <w:color w:val="FFFFFF"/>
      <w:sz w:val="28"/>
      <w:szCs w:val="28"/>
      <w:lang w:val="en-GB"/>
    </w:rPr>
  </w:style>
  <w:style w:type="paragraph" w:customStyle="1" w:styleId="YRTPTni">
    <w:name w:val="YRTP_T_ni"/>
    <w:basedOn w:val="NoParagraphStyle"/>
    <w:uiPriority w:val="99"/>
    <w:rsid w:val="00B07847"/>
    <w:pPr>
      <w:spacing w:after="60" w:line="260" w:lineRule="atLeast"/>
    </w:pPr>
    <w:rPr>
      <w:rFonts w:ascii="Interstate-Light" w:eastAsiaTheme="minorEastAsia" w:hAnsi="Interstate-Light" w:cs="Interstate-Light"/>
      <w:sz w:val="20"/>
      <w:szCs w:val="20"/>
    </w:rPr>
  </w:style>
  <w:style w:type="paragraph" w:customStyle="1" w:styleId="H12lineline01">
    <w:name w:val="H1_2line_line01"/>
    <w:basedOn w:val="H11line"/>
    <w:uiPriority w:val="99"/>
    <w:rsid w:val="00B07847"/>
    <w:pPr>
      <w:spacing w:after="0"/>
    </w:pPr>
  </w:style>
  <w:style w:type="paragraph" w:customStyle="1" w:styleId="BXNL01">
    <w:name w:val="BX_NL_01"/>
    <w:basedOn w:val="BXTni"/>
    <w:uiPriority w:val="99"/>
    <w:rsid w:val="00B07847"/>
    <w:pPr>
      <w:tabs>
        <w:tab w:val="left" w:pos="0"/>
      </w:tabs>
      <w:spacing w:after="20"/>
      <w:ind w:left="240" w:hanging="240"/>
    </w:pPr>
  </w:style>
  <w:style w:type="character" w:customStyle="1" w:styleId="REg">
    <w:name w:val="REg"/>
    <w:uiPriority w:val="99"/>
    <w:rsid w:val="00B07847"/>
    <w:rPr>
      <w:rFonts w:ascii="Interstate-Regular" w:hAnsi="Interstate-Regular"/>
      <w:color w:val="B56012"/>
      <w:sz w:val="18"/>
    </w:rPr>
  </w:style>
  <w:style w:type="character" w:customStyle="1" w:styleId="VOEQTDC">
    <w:name w:val="VOE_QT_DC"/>
    <w:uiPriority w:val="99"/>
    <w:rsid w:val="00B07847"/>
    <w:rPr>
      <w:rFonts w:ascii="Rockwell-ExtraBold" w:hAnsi="Rockwell-ExtraBold"/>
      <w:color w:val="4D2079"/>
      <w:position w:val="-24"/>
      <w:sz w:val="80"/>
    </w:rPr>
  </w:style>
  <w:style w:type="paragraph" w:customStyle="1" w:styleId="STNDNL02CO">
    <w:name w:val="STND_NL_02 (CO)"/>
    <w:basedOn w:val="STNDBL01CO"/>
    <w:uiPriority w:val="99"/>
    <w:rsid w:val="00B07847"/>
    <w:pPr>
      <w:ind w:left="320" w:hanging="100"/>
    </w:pPr>
  </w:style>
  <w:style w:type="paragraph" w:customStyle="1" w:styleId="STNDNL021CO">
    <w:name w:val="STND_NL_02 1 (CO)"/>
    <w:basedOn w:val="STNDBL01CO"/>
    <w:uiPriority w:val="99"/>
    <w:rsid w:val="00B07847"/>
    <w:pPr>
      <w:ind w:left="320" w:hanging="100"/>
    </w:pPr>
  </w:style>
  <w:style w:type="paragraph" w:customStyle="1" w:styleId="ASSBL01">
    <w:name w:val="ASS_BL_01"/>
    <w:basedOn w:val="Normal"/>
    <w:uiPriority w:val="99"/>
    <w:rsid w:val="00B07847"/>
    <w:pPr>
      <w:widowControl w:val="0"/>
      <w:tabs>
        <w:tab w:val="left" w:pos="0"/>
      </w:tabs>
      <w:autoSpaceDE w:val="0"/>
      <w:autoSpaceDN w:val="0"/>
      <w:adjustRightInd w:val="0"/>
      <w:spacing w:after="20" w:line="200" w:lineRule="atLeast"/>
      <w:ind w:left="240" w:hanging="240"/>
      <w:textAlignment w:val="center"/>
    </w:pPr>
    <w:rPr>
      <w:rFonts w:ascii="Interstate-Regular" w:eastAsiaTheme="minorEastAsia" w:hAnsi="Interstate-Regular" w:cs="Interstate-Regular"/>
      <w:color w:val="000000"/>
      <w:sz w:val="18"/>
      <w:szCs w:val="18"/>
    </w:rPr>
  </w:style>
  <w:style w:type="paragraph" w:customStyle="1" w:styleId="TABBL01">
    <w:name w:val="TAB_BL_01"/>
    <w:basedOn w:val="BXTABT"/>
    <w:uiPriority w:val="99"/>
    <w:rsid w:val="00B07847"/>
    <w:pPr>
      <w:spacing w:after="40"/>
      <w:ind w:left="240" w:hanging="240"/>
    </w:pPr>
  </w:style>
  <w:style w:type="paragraph" w:customStyle="1" w:styleId="TABH1">
    <w:name w:val="TAB_H1"/>
    <w:basedOn w:val="NoParagraphStyle"/>
    <w:uiPriority w:val="99"/>
    <w:rsid w:val="00B07847"/>
    <w:pPr>
      <w:spacing w:before="120" w:line="230" w:lineRule="atLeast"/>
    </w:pPr>
    <w:rPr>
      <w:rFonts w:ascii="Interstate-Bold" w:eastAsiaTheme="minorEastAsia" w:hAnsi="Interstate-Bold" w:cs="Interstate-Bold"/>
      <w:b/>
      <w:bCs/>
      <w:color w:val="FFFFFF"/>
      <w:sz w:val="20"/>
      <w:szCs w:val="20"/>
    </w:rPr>
  </w:style>
  <w:style w:type="paragraph" w:customStyle="1" w:styleId="TniRR">
    <w:name w:val="T_ni_RR"/>
    <w:basedOn w:val="Tni"/>
    <w:uiPriority w:val="99"/>
    <w:rsid w:val="00B07847"/>
    <w:pPr>
      <w:jc w:val="left"/>
    </w:pPr>
  </w:style>
  <w:style w:type="paragraph" w:customStyle="1" w:styleId="YouHead">
    <w:name w:val="You Head"/>
    <w:basedOn w:val="NoParagraphStyle"/>
    <w:uiPriority w:val="99"/>
    <w:rsid w:val="00B07847"/>
    <w:rPr>
      <w:rFonts w:ascii="Rockwell-ExtraBold" w:eastAsiaTheme="minorEastAsia" w:hAnsi="Rockwell-ExtraBold" w:cs="Rockwell-ExtraBold"/>
      <w:color w:val="CBFF00"/>
      <w:position w:val="-6"/>
      <w:sz w:val="56"/>
      <w:szCs w:val="56"/>
    </w:rPr>
  </w:style>
  <w:style w:type="paragraph" w:customStyle="1" w:styleId="BXTABBL01">
    <w:name w:val="BX_TAB_BL_01"/>
    <w:basedOn w:val="BXTABT"/>
    <w:uiPriority w:val="99"/>
    <w:rsid w:val="00B07847"/>
    <w:pPr>
      <w:tabs>
        <w:tab w:val="left" w:pos="0"/>
      </w:tabs>
      <w:ind w:left="180" w:hanging="180"/>
    </w:pPr>
  </w:style>
  <w:style w:type="character" w:customStyle="1" w:styleId="Bolditalic">
    <w:name w:val="Bold italic"/>
    <w:uiPriority w:val="99"/>
    <w:rsid w:val="00B07847"/>
  </w:style>
  <w:style w:type="character" w:customStyle="1" w:styleId="Bold0">
    <w:name w:val="Bold"/>
    <w:uiPriority w:val="99"/>
    <w:rsid w:val="00B07847"/>
    <w:rPr>
      <w:b/>
    </w:rPr>
  </w:style>
  <w:style w:type="paragraph" w:styleId="BalloonText">
    <w:name w:val="Balloon Text"/>
    <w:basedOn w:val="Normal"/>
    <w:link w:val="BalloonTextChar"/>
    <w:uiPriority w:val="99"/>
    <w:semiHidden/>
    <w:unhideWhenUsed/>
    <w:rsid w:val="00B0784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07847"/>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B07847"/>
    <w:pPr>
      <w:spacing w:after="0" w:line="240" w:lineRule="auto"/>
    </w:pPr>
    <w:rPr>
      <w:rFonts w:ascii="Times New Roman" w:eastAsia="Times New Roman" w:hAnsi="Times New Roman"/>
      <w:b/>
      <w:bCs/>
    </w:rPr>
  </w:style>
  <w:style w:type="character" w:customStyle="1" w:styleId="CommentSubjectChar">
    <w:name w:val="Comment Subject Char"/>
    <w:basedOn w:val="CommentTextChar"/>
    <w:link w:val="CommentSubject"/>
    <w:uiPriority w:val="99"/>
    <w:semiHidden/>
    <w:rsid w:val="00B07847"/>
    <w:rPr>
      <w:rFonts w:ascii="Times New Roman" w:eastAsiaTheme="minorEastAsia" w:hAnsi="Times New Roman"/>
      <w:b/>
      <w:bCs/>
    </w:rPr>
  </w:style>
  <w:style w:type="paragraph" w:customStyle="1" w:styleId="SOCT">
    <w:name w:val="SO_CT"/>
    <w:basedOn w:val="NoParagraphStyle"/>
    <w:uiPriority w:val="99"/>
    <w:rsid w:val="00B07847"/>
    <w:pPr>
      <w:spacing w:after="120" w:line="360" w:lineRule="atLeast"/>
      <w:ind w:left="700" w:hanging="680"/>
    </w:pPr>
    <w:rPr>
      <w:rFonts w:ascii="MRockwell-Bold" w:eastAsiaTheme="minorEastAsia" w:hAnsi="MRockwell-Bold" w:cs="MRockwell-Bold"/>
      <w:b/>
      <w:bCs/>
      <w:color w:val="FFCB00"/>
      <w:sz w:val="32"/>
      <w:szCs w:val="32"/>
    </w:rPr>
  </w:style>
  <w:style w:type="paragraph" w:customStyle="1" w:styleId="Chapter">
    <w:name w:val="Chapter"/>
    <w:basedOn w:val="NoParagraphStyle"/>
    <w:uiPriority w:val="99"/>
    <w:rsid w:val="00B07847"/>
    <w:pPr>
      <w:spacing w:line="280" w:lineRule="atLeast"/>
      <w:jc w:val="center"/>
    </w:pPr>
    <w:rPr>
      <w:rFonts w:ascii="Rockwell-ExtraBold" w:eastAsiaTheme="minorEastAsia" w:hAnsi="Rockwell-ExtraBold" w:cs="Rockwell-ExtraBold"/>
      <w:b/>
      <w:bCs/>
      <w:caps/>
      <w:color w:val="FFCB00"/>
      <w:sz w:val="28"/>
      <w:szCs w:val="28"/>
    </w:rPr>
  </w:style>
  <w:style w:type="paragraph" w:customStyle="1" w:styleId="CompCCO">
    <w:name w:val="Comp_C (CO)"/>
    <w:basedOn w:val="NoParagraphStyle"/>
    <w:uiPriority w:val="99"/>
    <w:rsid w:val="00B07847"/>
    <w:pPr>
      <w:suppressAutoHyphens/>
      <w:spacing w:before="240" w:line="240" w:lineRule="atLeast"/>
    </w:pPr>
    <w:rPr>
      <w:rFonts w:ascii="Interstate-Bold" w:eastAsiaTheme="minorEastAsia" w:hAnsi="Interstate-Bold" w:cs="Interstate-Bold"/>
      <w:b/>
      <w:bCs/>
      <w:color w:val="007F7F"/>
      <w:sz w:val="22"/>
      <w:szCs w:val="22"/>
    </w:rPr>
  </w:style>
  <w:style w:type="paragraph" w:customStyle="1" w:styleId="UL01first">
    <w:name w:val="UL_01_first"/>
    <w:basedOn w:val="BL01mid"/>
    <w:uiPriority w:val="99"/>
    <w:rsid w:val="00B07847"/>
    <w:pPr>
      <w:spacing w:before="60"/>
    </w:pPr>
  </w:style>
  <w:style w:type="paragraph" w:customStyle="1" w:styleId="UL01mid">
    <w:name w:val="UL_01_mid"/>
    <w:basedOn w:val="T"/>
    <w:uiPriority w:val="99"/>
    <w:rsid w:val="00B07847"/>
    <w:pPr>
      <w:ind w:left="480" w:hanging="240"/>
    </w:pPr>
  </w:style>
  <w:style w:type="paragraph" w:customStyle="1" w:styleId="UL01last">
    <w:name w:val="UL_01_last"/>
    <w:basedOn w:val="BL01mid"/>
    <w:uiPriority w:val="99"/>
    <w:rsid w:val="00B07847"/>
    <w:pPr>
      <w:spacing w:after="60"/>
    </w:pPr>
  </w:style>
  <w:style w:type="character" w:customStyle="1" w:styleId="SOCN">
    <w:name w:val="SO_CN"/>
    <w:uiPriority w:val="99"/>
    <w:rsid w:val="00B07847"/>
    <w:rPr>
      <w:rFonts w:ascii="Rockwell-ExtraBold" w:hAnsi="Rockwell-ExtraBold" w:cs="Rockwell-ExtraBold"/>
      <w:b/>
      <w:bCs/>
      <w:outline/>
      <w:position w:val="-4"/>
      <w:sz w:val="44"/>
      <w:szCs w:val="44"/>
    </w:rPr>
  </w:style>
  <w:style w:type="paragraph" w:customStyle="1" w:styleId="STNDBL02CO">
    <w:name w:val="STND_BL_02 (CO)"/>
    <w:basedOn w:val="NoParagraphStyle"/>
    <w:uiPriority w:val="99"/>
    <w:rsid w:val="00B07847"/>
    <w:pPr>
      <w:spacing w:after="40" w:line="200" w:lineRule="atLeast"/>
      <w:ind w:left="370" w:hanging="180"/>
    </w:pPr>
    <w:rPr>
      <w:rFonts w:ascii="Interstate-LightCondensed" w:eastAsiaTheme="minorEastAsia" w:hAnsi="Interstate-LightCondensed" w:cs="Interstate-LightCondensed"/>
      <w:sz w:val="18"/>
      <w:szCs w:val="18"/>
    </w:rPr>
  </w:style>
  <w:style w:type="paragraph" w:customStyle="1" w:styleId="STNDCL01CO">
    <w:name w:val="STND_CL_01 (CO)"/>
    <w:basedOn w:val="NoParagraphStyle"/>
    <w:uiPriority w:val="99"/>
    <w:rsid w:val="00B07847"/>
    <w:pPr>
      <w:spacing w:after="40" w:line="200" w:lineRule="atLeast"/>
      <w:ind w:left="370" w:hanging="180"/>
    </w:pPr>
    <w:rPr>
      <w:rFonts w:ascii="Interstate-LightCondensed" w:eastAsiaTheme="minorEastAsia" w:hAnsi="Interstate-LightCondensed" w:cs="Interstate-LightCondensed"/>
      <w:sz w:val="18"/>
      <w:szCs w:val="18"/>
    </w:rPr>
  </w:style>
  <w:style w:type="paragraph" w:customStyle="1" w:styleId="H12lineline02">
    <w:name w:val="H1_2line_line02"/>
    <w:basedOn w:val="H11line"/>
    <w:uiPriority w:val="99"/>
    <w:rsid w:val="00B07847"/>
    <w:pPr>
      <w:pBdr>
        <w:top w:val="single" w:sz="96" w:space="0" w:color="7F0000"/>
        <w:bottom w:val="none" w:sz="0" w:space="0" w:color="auto"/>
      </w:pBdr>
      <w:spacing w:before="0"/>
    </w:pPr>
    <w:rPr>
      <w:lang w:val="en-US"/>
    </w:rPr>
  </w:style>
  <w:style w:type="paragraph" w:customStyle="1" w:styleId="ASSTNL">
    <w:name w:val="ASS_T_NL"/>
    <w:basedOn w:val="Normal"/>
    <w:uiPriority w:val="99"/>
    <w:rsid w:val="00B07847"/>
    <w:pPr>
      <w:widowControl w:val="0"/>
      <w:tabs>
        <w:tab w:val="decimal" w:pos="180"/>
        <w:tab w:val="left" w:pos="320"/>
      </w:tabs>
      <w:autoSpaceDE w:val="0"/>
      <w:autoSpaceDN w:val="0"/>
      <w:adjustRightInd w:val="0"/>
      <w:spacing w:after="20" w:line="200" w:lineRule="atLeast"/>
      <w:textAlignment w:val="center"/>
    </w:pPr>
    <w:rPr>
      <w:rFonts w:ascii="Interstate-Light" w:eastAsiaTheme="minorEastAsia" w:hAnsi="Interstate-Light" w:cs="Interstate-Light"/>
      <w:color w:val="000000"/>
      <w:sz w:val="18"/>
      <w:szCs w:val="18"/>
    </w:rPr>
  </w:style>
  <w:style w:type="paragraph" w:customStyle="1" w:styleId="CompBCO0">
    <w:name w:val="Comp_B (CO)"/>
    <w:basedOn w:val="NoParagraphStyle"/>
    <w:uiPriority w:val="99"/>
    <w:rsid w:val="00B07847"/>
    <w:pPr>
      <w:suppressAutoHyphens/>
      <w:spacing w:before="240" w:line="240" w:lineRule="atLeast"/>
    </w:pPr>
    <w:rPr>
      <w:rFonts w:ascii="Interstate-Bold" w:eastAsiaTheme="minorEastAsia" w:hAnsi="Interstate-Bold" w:cs="Interstate-Bold"/>
      <w:b/>
      <w:bCs/>
      <w:color w:val="007F7F"/>
      <w:sz w:val="22"/>
      <w:szCs w:val="22"/>
    </w:rPr>
  </w:style>
  <w:style w:type="paragraph" w:customStyle="1" w:styleId="COSTNDH1CO">
    <w:name w:val="CO_STND_H1 (CO)"/>
    <w:basedOn w:val="NoParagraphStyle"/>
    <w:uiPriority w:val="99"/>
    <w:rsid w:val="00B07847"/>
    <w:pPr>
      <w:suppressAutoHyphens/>
      <w:spacing w:before="240" w:line="240" w:lineRule="atLeast"/>
    </w:pPr>
    <w:rPr>
      <w:rFonts w:ascii="Interstate-Bold" w:eastAsiaTheme="minorEastAsia" w:hAnsi="Interstate-Bold" w:cs="Interstate-Bold"/>
      <w:b/>
      <w:bCs/>
      <w:color w:val="B21900"/>
      <w:sz w:val="22"/>
      <w:szCs w:val="22"/>
      <w:lang w:val="en-GB"/>
    </w:rPr>
  </w:style>
  <w:style w:type="paragraph" w:customStyle="1" w:styleId="EXT">
    <w:name w:val="EXT"/>
    <w:basedOn w:val="NoParagraphStyle"/>
    <w:uiPriority w:val="99"/>
    <w:rsid w:val="00B07847"/>
    <w:pPr>
      <w:spacing w:before="240" w:after="220" w:line="240" w:lineRule="atLeast"/>
      <w:ind w:left="480" w:right="480"/>
      <w:jc w:val="both"/>
    </w:pPr>
    <w:rPr>
      <w:rFonts w:ascii="Berkeley-Book" w:eastAsiaTheme="minorEastAsia" w:hAnsi="Berkeley-Book" w:cs="Berkeley-Book"/>
      <w:sz w:val="20"/>
      <w:szCs w:val="20"/>
    </w:rPr>
  </w:style>
  <w:style w:type="paragraph" w:customStyle="1" w:styleId="BL02">
    <w:name w:val="BL_02"/>
    <w:basedOn w:val="T"/>
    <w:uiPriority w:val="99"/>
    <w:rsid w:val="00B07847"/>
    <w:pPr>
      <w:ind w:left="720" w:hanging="240"/>
    </w:pPr>
  </w:style>
  <w:style w:type="paragraph" w:customStyle="1" w:styleId="YRTPSUMBL">
    <w:name w:val="YRTP_SUM_BL"/>
    <w:basedOn w:val="NoParagraphStyle"/>
    <w:uiPriority w:val="99"/>
    <w:rsid w:val="00B07847"/>
    <w:pPr>
      <w:tabs>
        <w:tab w:val="decimal" w:pos="240"/>
      </w:tabs>
      <w:spacing w:before="60" w:line="260" w:lineRule="atLeast"/>
      <w:ind w:left="690" w:hanging="240"/>
    </w:pPr>
    <w:rPr>
      <w:rFonts w:ascii="Interstate-Light" w:eastAsiaTheme="minorEastAsia" w:hAnsi="Interstate-Light" w:cs="Interstate-Light"/>
      <w:sz w:val="20"/>
      <w:szCs w:val="20"/>
    </w:rPr>
  </w:style>
  <w:style w:type="character" w:customStyle="1" w:styleId="REG0">
    <w:name w:val="REG"/>
    <w:uiPriority w:val="99"/>
    <w:rsid w:val="00B07847"/>
    <w:rPr>
      <w:rFonts w:ascii="Interstate-Regular" w:hAnsi="Interstate-Regular" w:cs="Interstate-Regular"/>
      <w:color w:val="B21900"/>
      <w:sz w:val="18"/>
      <w:szCs w:val="18"/>
    </w:rPr>
  </w:style>
  <w:style w:type="paragraph" w:customStyle="1" w:styleId="STNDNL01">
    <w:name w:val="STND_NL_01"/>
    <w:basedOn w:val="STNDBL01"/>
    <w:uiPriority w:val="99"/>
    <w:rsid w:val="00B07847"/>
    <w:pPr>
      <w:tabs>
        <w:tab w:val="decimal" w:pos="180"/>
      </w:tabs>
      <w:ind w:left="300" w:hanging="300"/>
    </w:pPr>
  </w:style>
  <w:style w:type="character" w:customStyle="1" w:styleId="SCaps">
    <w:name w:val="S_Caps"/>
    <w:uiPriority w:val="99"/>
    <w:rsid w:val="00B07847"/>
  </w:style>
  <w:style w:type="paragraph" w:customStyle="1" w:styleId="ST">
    <w:name w:val="ST"/>
    <w:basedOn w:val="NoParagraphStyle"/>
    <w:uiPriority w:val="99"/>
    <w:rsid w:val="00B07847"/>
    <w:pPr>
      <w:suppressAutoHyphens/>
      <w:spacing w:line="640" w:lineRule="atLeast"/>
    </w:pPr>
    <w:rPr>
      <w:rFonts w:ascii="Rockwell-ExtraBold" w:eastAsiaTheme="minorEastAsia" w:hAnsi="Rockwell-ExtraBold" w:cs="Rockwell-ExtraBold"/>
      <w:b/>
      <w:bCs/>
      <w:color w:val="FFCB00"/>
      <w:sz w:val="64"/>
      <w:szCs w:val="64"/>
      <w:lang w:val="en-GB"/>
    </w:rPr>
  </w:style>
  <w:style w:type="paragraph" w:customStyle="1" w:styleId="STNDNL01first">
    <w:name w:val="STND_NL_01 first"/>
    <w:basedOn w:val="STNDBL01"/>
    <w:uiPriority w:val="99"/>
    <w:rsid w:val="00B07847"/>
    <w:pPr>
      <w:tabs>
        <w:tab w:val="decimal" w:pos="180"/>
      </w:tabs>
      <w:ind w:left="320" w:hanging="100"/>
    </w:pPr>
  </w:style>
  <w:style w:type="paragraph" w:customStyle="1" w:styleId="BXNL01first">
    <w:name w:val="BX_NL_01 first"/>
    <w:basedOn w:val="BXTni"/>
    <w:uiPriority w:val="99"/>
    <w:rsid w:val="00B07847"/>
    <w:pPr>
      <w:tabs>
        <w:tab w:val="left" w:pos="0"/>
        <w:tab w:val="decimal" w:pos="105"/>
        <w:tab w:val="left" w:pos="320"/>
      </w:tabs>
      <w:spacing w:after="20"/>
      <w:jc w:val="left"/>
    </w:pPr>
  </w:style>
  <w:style w:type="paragraph" w:customStyle="1" w:styleId="skillDrill">
    <w:name w:val="skill Drill"/>
    <w:basedOn w:val="NoParagraphStyle"/>
    <w:uiPriority w:val="99"/>
    <w:rsid w:val="00B07847"/>
    <w:rPr>
      <w:rFonts w:ascii="Rockwell-ExtraBold" w:eastAsiaTheme="minorEastAsia" w:hAnsi="Rockwell-ExtraBold" w:cs="Rockwell-ExtraBold"/>
      <w:b/>
      <w:bCs/>
      <w:color w:val="7F0000"/>
      <w:sz w:val="27"/>
      <w:szCs w:val="27"/>
    </w:rPr>
  </w:style>
  <w:style w:type="paragraph" w:customStyle="1" w:styleId="AIAT">
    <w:name w:val="AIA_T"/>
    <w:basedOn w:val="T"/>
    <w:uiPriority w:val="99"/>
    <w:rsid w:val="00B07847"/>
    <w:pPr>
      <w:spacing w:after="240"/>
    </w:pPr>
  </w:style>
  <w:style w:type="character" w:customStyle="1" w:styleId="FIGREFFIG">
    <w:name w:val="FIG_REF_FIG"/>
    <w:uiPriority w:val="99"/>
    <w:rsid w:val="00B07847"/>
    <w:rPr>
      <w:rFonts w:ascii="Interstate-RegularCondensed" w:hAnsi="Interstate-RegularCondensed" w:cs="Interstate-RegularCondensed"/>
      <w:outline/>
      <w:sz w:val="18"/>
      <w:szCs w:val="18"/>
    </w:rPr>
  </w:style>
  <w:style w:type="character" w:customStyle="1" w:styleId="BTSQR">
    <w:name w:val="BT_SQR"/>
    <w:uiPriority w:val="99"/>
    <w:rsid w:val="00B07847"/>
    <w:rPr>
      <w:rFonts w:ascii="ZapfDingbatsITC" w:hAnsi="ZapfDingbatsITC" w:cs="ZapfDingbatsITC"/>
      <w:color w:val="B21900"/>
      <w:position w:val="2"/>
      <w:sz w:val="10"/>
      <w:szCs w:val="10"/>
    </w:rPr>
  </w:style>
  <w:style w:type="character" w:customStyle="1" w:styleId="STNDBN">
    <w:name w:val="STND_BN"/>
    <w:uiPriority w:val="99"/>
    <w:rsid w:val="00B07847"/>
    <w:rPr>
      <w:rFonts w:ascii="Interstate-BoldCondensed" w:hAnsi="Interstate-BoldCondensed" w:cs="Interstate-BoldCondensed"/>
      <w:b/>
      <w:bCs/>
      <w:color w:val="B21900"/>
      <w:sz w:val="18"/>
      <w:szCs w:val="18"/>
    </w:rPr>
  </w:style>
  <w:style w:type="character" w:customStyle="1" w:styleId="H1-BLS">
    <w:name w:val="H1-BLS"/>
    <w:uiPriority w:val="99"/>
    <w:rsid w:val="00B07847"/>
    <w:rPr>
      <w:rFonts w:ascii="Webdings" w:hAnsi="Webdings" w:cs="Webdings"/>
      <w:color w:val="7F0000"/>
      <w:position w:val="-28"/>
      <w:sz w:val="44"/>
      <w:szCs w:val="44"/>
    </w:rPr>
  </w:style>
  <w:style w:type="character" w:customStyle="1" w:styleId="DCintro">
    <w:name w:val="DC_intro"/>
    <w:uiPriority w:val="99"/>
    <w:rsid w:val="00B07847"/>
    <w:rPr>
      <w:rFonts w:ascii="Interstate-Black" w:hAnsi="Interstate-Black" w:cs="Interstate-Black"/>
      <w:color w:val="00FFB2"/>
      <w:sz w:val="26"/>
      <w:szCs w:val="26"/>
    </w:rPr>
  </w:style>
  <w:style w:type="character" w:customStyle="1" w:styleId="SDBN">
    <w:name w:val="SD_BN"/>
    <w:uiPriority w:val="99"/>
    <w:rsid w:val="00B07847"/>
    <w:rPr>
      <w:rFonts w:ascii="MRockwell-Bold" w:hAnsi="MRockwell-Bold" w:cs="MRockwell-Bold"/>
      <w:b/>
      <w:bCs/>
      <w:color w:val="B21900"/>
      <w:sz w:val="20"/>
      <w:szCs w:val="20"/>
    </w:rPr>
  </w:style>
  <w:style w:type="character" w:customStyle="1" w:styleId="AIADC">
    <w:name w:val="AIA_DC"/>
    <w:uiPriority w:val="99"/>
    <w:rsid w:val="00B07847"/>
    <w:rPr>
      <w:rFonts w:ascii="Rockwell-Bold" w:hAnsi="Rockwell-Bold" w:cs="Rockwell-Bold"/>
      <w:b/>
      <w:bCs/>
      <w:color w:val="00004C"/>
      <w:sz w:val="26"/>
      <w:szCs w:val="26"/>
    </w:rPr>
  </w:style>
  <w:style w:type="character" w:customStyle="1" w:styleId="BF">
    <w:name w:val="BF"/>
    <w:uiPriority w:val="99"/>
    <w:rsid w:val="00B07847"/>
    <w:rPr>
      <w:b/>
      <w:bCs/>
    </w:rPr>
  </w:style>
  <w:style w:type="character" w:customStyle="1" w:styleId="BFN">
    <w:name w:val="BFN"/>
    <w:basedOn w:val="BF"/>
    <w:uiPriority w:val="99"/>
    <w:rsid w:val="00B07847"/>
    <w:rPr>
      <w:b/>
      <w:bCs/>
    </w:rPr>
  </w:style>
  <w:style w:type="paragraph" w:customStyle="1" w:styleId="ASSTni">
    <w:name w:val="ASS_T_ni"/>
    <w:basedOn w:val="NoParagraphStyle"/>
    <w:uiPriority w:val="99"/>
    <w:rsid w:val="00B07847"/>
    <w:pPr>
      <w:spacing w:after="40" w:line="200" w:lineRule="atLeast"/>
    </w:pPr>
    <w:rPr>
      <w:rFonts w:ascii="Interstate-Regular" w:eastAsiaTheme="minorEastAsia" w:hAnsi="Interstate-Regular" w:cs="Interstate-Regular"/>
      <w:sz w:val="18"/>
      <w:szCs w:val="18"/>
    </w:rPr>
  </w:style>
  <w:style w:type="paragraph" w:customStyle="1" w:styleId="ASSTniK">
    <w:name w:val="ASS_T_ni_K"/>
    <w:basedOn w:val="ASSTni"/>
    <w:uiPriority w:val="99"/>
    <w:rsid w:val="00B07847"/>
    <w:rPr>
      <w:rFonts w:ascii="Interstate-Light" w:hAnsi="Interstate-Light" w:cs="Interstate-Light"/>
    </w:rPr>
  </w:style>
  <w:style w:type="paragraph" w:customStyle="1" w:styleId="SDtitle">
    <w:name w:val="SD_title"/>
    <w:basedOn w:val="NoParagraphStyle"/>
    <w:uiPriority w:val="99"/>
    <w:rsid w:val="00B07847"/>
    <w:pPr>
      <w:spacing w:line="400" w:lineRule="atLeast"/>
    </w:pPr>
    <w:rPr>
      <w:rFonts w:ascii="Interstate-BoldCondensed" w:eastAsiaTheme="minorEastAsia" w:hAnsi="Interstate-BoldCondensed" w:cs="Interstate-BoldCondensed"/>
      <w:b/>
      <w:bCs/>
      <w:sz w:val="32"/>
      <w:szCs w:val="32"/>
    </w:rPr>
  </w:style>
  <w:style w:type="paragraph" w:customStyle="1" w:styleId="SDNL-Sub">
    <w:name w:val="SD_NL-Sub"/>
    <w:basedOn w:val="T"/>
    <w:uiPriority w:val="99"/>
    <w:rsid w:val="00B07847"/>
    <w:pPr>
      <w:tabs>
        <w:tab w:val="left" w:pos="820"/>
      </w:tabs>
      <w:spacing w:after="40"/>
      <w:ind w:left="600" w:firstLine="0"/>
    </w:pPr>
  </w:style>
  <w:style w:type="paragraph" w:customStyle="1" w:styleId="PKBL02">
    <w:name w:val="PK_BL_02"/>
    <w:basedOn w:val="PKBL01"/>
    <w:uiPriority w:val="99"/>
    <w:rsid w:val="00B07847"/>
    <w:pPr>
      <w:spacing w:before="0"/>
      <w:ind w:left="780"/>
    </w:pPr>
  </w:style>
  <w:style w:type="paragraph" w:customStyle="1" w:styleId="YATPBL">
    <w:name w:val="YATP_BL"/>
    <w:basedOn w:val="NoParagraphStyle"/>
    <w:uiPriority w:val="99"/>
    <w:rsid w:val="00B07847"/>
    <w:pPr>
      <w:tabs>
        <w:tab w:val="left" w:pos="240"/>
      </w:tabs>
      <w:spacing w:after="60" w:line="260" w:lineRule="atLeast"/>
      <w:ind w:left="700" w:hanging="250"/>
    </w:pPr>
    <w:rPr>
      <w:rFonts w:ascii="Interstate-Light" w:eastAsiaTheme="minorEastAsia" w:hAnsi="Interstate-Light" w:cs="Interstate-Light"/>
      <w:sz w:val="20"/>
      <w:szCs w:val="20"/>
    </w:rPr>
  </w:style>
  <w:style w:type="paragraph" w:customStyle="1" w:styleId="AIATsmall">
    <w:name w:val="AIA_T_small"/>
    <w:basedOn w:val="NoParagraphStyle"/>
    <w:uiPriority w:val="99"/>
    <w:rsid w:val="00B07847"/>
    <w:pPr>
      <w:tabs>
        <w:tab w:val="decimal" w:pos="240"/>
      </w:tabs>
      <w:spacing w:before="120" w:after="180" w:line="250" w:lineRule="atLeast"/>
      <w:jc w:val="both"/>
    </w:pPr>
    <w:rPr>
      <w:rFonts w:ascii="Berkeley-Book" w:eastAsiaTheme="minorEastAsia" w:hAnsi="Berkeley-Book" w:cs="Berkeley-Book"/>
      <w:sz w:val="22"/>
      <w:szCs w:val="22"/>
    </w:rPr>
  </w:style>
  <w:style w:type="paragraph" w:customStyle="1" w:styleId="YouHead0">
    <w:name w:val="You_Head"/>
    <w:basedOn w:val="NoParagraphStyle"/>
    <w:uiPriority w:val="99"/>
    <w:rsid w:val="00B07847"/>
    <w:rPr>
      <w:rFonts w:ascii="Rockwell-ExtraBold" w:eastAsiaTheme="minorEastAsia" w:hAnsi="Rockwell-ExtraBold" w:cs="Rockwell-ExtraBold"/>
      <w:color w:val="CBFF00"/>
      <w:sz w:val="36"/>
      <w:szCs w:val="36"/>
    </w:rPr>
  </w:style>
  <w:style w:type="paragraph" w:customStyle="1" w:styleId="TH4RIH">
    <w:name w:val="T_H4_RIH"/>
    <w:basedOn w:val="T"/>
    <w:uiPriority w:val="99"/>
    <w:rsid w:val="00B07847"/>
    <w:pPr>
      <w:ind w:firstLine="0"/>
    </w:pPr>
  </w:style>
  <w:style w:type="character" w:customStyle="1" w:styleId="You">
    <w:name w:val="You"/>
    <w:uiPriority w:val="99"/>
    <w:rsid w:val="00B07847"/>
    <w:rPr>
      <w:rFonts w:ascii="Rockwell-ExtraBold" w:hAnsi="Rockwell-ExtraBold" w:cs="Rockwell-ExtraBold"/>
      <w:color w:val="CBFF00"/>
      <w:sz w:val="36"/>
      <w:szCs w:val="36"/>
    </w:rPr>
  </w:style>
  <w:style w:type="character" w:customStyle="1" w:styleId="Are">
    <w:name w:val="Are"/>
    <w:uiPriority w:val="99"/>
    <w:rsid w:val="00B07847"/>
    <w:rPr>
      <w:rFonts w:ascii="Rockwell-Bold" w:hAnsi="Rockwell-Bold" w:cs="Rockwell-Bold"/>
      <w:b/>
      <w:bCs/>
      <w:outline/>
      <w:sz w:val="36"/>
      <w:szCs w:val="36"/>
    </w:rPr>
  </w:style>
  <w:style w:type="character" w:customStyle="1" w:styleId="Part">
    <w:name w:val="Part"/>
    <w:uiPriority w:val="99"/>
    <w:rsid w:val="00B07847"/>
    <w:rPr>
      <w:rFonts w:ascii="Rockwell-Bold" w:hAnsi="Rockwell-Bold" w:cs="Rockwell-Bold"/>
      <w:b/>
      <w:bCs/>
      <w:caps/>
      <w:color w:val="CBFF00"/>
      <w:sz w:val="36"/>
      <w:szCs w:val="36"/>
    </w:rPr>
  </w:style>
  <w:style w:type="paragraph" w:customStyle="1" w:styleId="TRRright">
    <w:name w:val="T_RR_right"/>
    <w:basedOn w:val="T"/>
    <w:uiPriority w:val="99"/>
    <w:rsid w:val="00B07847"/>
    <w:pPr>
      <w:jc w:val="right"/>
    </w:pPr>
  </w:style>
  <w:style w:type="paragraph" w:customStyle="1" w:styleId="YRTPSUMNL2">
    <w:name w:val="YRTP_SUM_NL 2"/>
    <w:basedOn w:val="YRTPNL"/>
    <w:uiPriority w:val="99"/>
    <w:rsid w:val="00B07847"/>
    <w:pPr>
      <w:spacing w:before="0"/>
    </w:pPr>
    <w:rPr>
      <w:rFonts w:ascii="Interstate-Light" w:hAnsi="Interstate-Light" w:cs="Interstate-Light"/>
    </w:rPr>
  </w:style>
  <w:style w:type="character" w:customStyle="1" w:styleId="YRTPital">
    <w:name w:val="YRTP_ital"/>
    <w:uiPriority w:val="99"/>
    <w:rsid w:val="00B07847"/>
    <w:rPr>
      <w:rFonts w:ascii="Interstate-LightItalic" w:hAnsi="Interstate-LightItalic" w:cs="Interstate-LightItalic"/>
      <w:i/>
      <w:iCs/>
    </w:rPr>
  </w:style>
  <w:style w:type="paragraph" w:customStyle="1" w:styleId="BXRIH">
    <w:name w:val="BX_RIH"/>
    <w:basedOn w:val="BXTni"/>
    <w:uiPriority w:val="99"/>
    <w:rsid w:val="00B07847"/>
    <w:pPr>
      <w:tabs>
        <w:tab w:val="left" w:pos="960"/>
      </w:tabs>
      <w:spacing w:after="20"/>
    </w:pPr>
  </w:style>
  <w:style w:type="paragraph" w:customStyle="1" w:styleId="AIALLsub">
    <w:name w:val="AIA_LL sub"/>
    <w:basedOn w:val="AIANL"/>
    <w:uiPriority w:val="99"/>
    <w:rsid w:val="00B07847"/>
    <w:pPr>
      <w:tabs>
        <w:tab w:val="clear" w:pos="240"/>
        <w:tab w:val="decimal" w:pos="510"/>
      </w:tabs>
      <w:spacing w:before="0"/>
      <w:ind w:left="640" w:hanging="380"/>
    </w:pPr>
  </w:style>
  <w:style w:type="character" w:customStyle="1" w:styleId="FigBold">
    <w:name w:val="Fig Bold"/>
    <w:uiPriority w:val="99"/>
    <w:rsid w:val="00B07847"/>
    <w:rPr>
      <w:b/>
      <w:bCs/>
    </w:rPr>
  </w:style>
  <w:style w:type="character" w:customStyle="1" w:styleId="TABN">
    <w:name w:val="TAB_N"/>
    <w:uiPriority w:val="99"/>
    <w:rsid w:val="00B07847"/>
    <w:rPr>
      <w:rFonts w:ascii="Interstate-BlackCompressed" w:hAnsi="Interstate-BlackCompressed" w:cs="Interstate-BlackCompressed"/>
      <w:color w:val="00004C"/>
      <w:position w:val="-8"/>
      <w:sz w:val="44"/>
      <w:szCs w:val="44"/>
    </w:rPr>
  </w:style>
  <w:style w:type="paragraph" w:customStyle="1" w:styleId="GLOSentry">
    <w:name w:val="GLOS_entry"/>
    <w:basedOn w:val="NoParagraphStyle"/>
    <w:uiPriority w:val="99"/>
    <w:rsid w:val="00B07847"/>
    <w:pPr>
      <w:spacing w:after="65" w:line="215" w:lineRule="atLeast"/>
      <w:jc w:val="both"/>
    </w:pPr>
    <w:rPr>
      <w:rFonts w:ascii="Berkeley-Book" w:eastAsiaTheme="minorEastAsia" w:hAnsi="Berkeley-Book" w:cs="Berkeley-Book"/>
      <w:sz w:val="18"/>
      <w:szCs w:val="18"/>
    </w:rPr>
  </w:style>
  <w:style w:type="character" w:customStyle="1" w:styleId="glossbold">
    <w:name w:val="gloss bold"/>
    <w:uiPriority w:val="99"/>
    <w:rsid w:val="00B07847"/>
    <w:rPr>
      <w:rFonts w:ascii="Interstate-Regular" w:hAnsi="Interstate-Regular" w:cs="Interstate-Regular"/>
      <w:color w:val="00FFFF"/>
      <w:sz w:val="17"/>
      <w:szCs w:val="17"/>
    </w:rPr>
  </w:style>
  <w:style w:type="character" w:customStyle="1" w:styleId="glosstext">
    <w:name w:val="gloss text"/>
    <w:uiPriority w:val="99"/>
    <w:rsid w:val="00B07847"/>
    <w:rPr>
      <w:rFonts w:ascii="Berkeley-Book" w:hAnsi="Berkeley-Book" w:cs="Berkeley-Book"/>
      <w:color w:val="000000"/>
      <w:sz w:val="18"/>
      <w:szCs w:val="18"/>
    </w:rPr>
  </w:style>
  <w:style w:type="paragraph" w:customStyle="1" w:styleId="GLOSChapterHeading">
    <w:name w:val="GLOS_Chapter Heading"/>
    <w:basedOn w:val="GLOSentry"/>
    <w:uiPriority w:val="99"/>
    <w:rsid w:val="00B07847"/>
    <w:pPr>
      <w:spacing w:before="90" w:after="0" w:line="190" w:lineRule="atLeast"/>
      <w:jc w:val="left"/>
    </w:pPr>
    <w:rPr>
      <w:rFonts w:ascii="Interstate-Regular" w:hAnsi="Interstate-Regular" w:cs="Interstate-Regular"/>
      <w:color w:val="FF4C00"/>
      <w:sz w:val="15"/>
      <w:szCs w:val="15"/>
    </w:rPr>
  </w:style>
  <w:style w:type="character" w:customStyle="1" w:styleId="glossitalic">
    <w:name w:val="gloss italic"/>
    <w:uiPriority w:val="99"/>
    <w:rsid w:val="00B07847"/>
    <w:rPr>
      <w:rFonts w:ascii="BerkeleyOldstyleITCbyBT-BkItal" w:hAnsi="BerkeleyOldstyleITCbyBT-BkItal" w:cs="BerkeleyOldstyleITCbyBT-BkItal"/>
      <w:i/>
      <w:iCs/>
      <w:color w:val="000000"/>
      <w:spacing w:val="0"/>
      <w:sz w:val="17"/>
      <w:szCs w:val="17"/>
    </w:rPr>
  </w:style>
  <w:style w:type="character" w:customStyle="1" w:styleId="Sup">
    <w:name w:val="Sup"/>
    <w:uiPriority w:val="99"/>
    <w:rsid w:val="00B07847"/>
    <w:rPr>
      <w:vertAlign w:val="superscript"/>
    </w:rPr>
  </w:style>
  <w:style w:type="paragraph" w:customStyle="1" w:styleId="Vocabularyitem">
    <w:name w:val="Vocabulary_item"/>
    <w:basedOn w:val="TextNoIndent"/>
    <w:qFormat/>
    <w:rsid w:val="00900CFE"/>
    <w:pPr>
      <w:spacing w:before="120" w:after="120"/>
      <w:ind w:left="480" w:hanging="480"/>
    </w:pPr>
    <w:rPr>
      <w:szCs w:val="24"/>
    </w:rPr>
  </w:style>
  <w:style w:type="paragraph" w:customStyle="1" w:styleId="CaseTitle">
    <w:name w:val="Case_Title"/>
    <w:basedOn w:val="HeadingA"/>
    <w:qFormat/>
    <w:rsid w:val="000F4E18"/>
    <w:pPr>
      <w:pBdr>
        <w:top w:val="single" w:sz="4" w:space="1" w:color="auto"/>
      </w:pBdr>
    </w:pPr>
  </w:style>
  <w:style w:type="paragraph" w:customStyle="1" w:styleId="Tip">
    <w:name w:val="Tip"/>
    <w:basedOn w:val="BXtitle"/>
    <w:qFormat/>
    <w:rsid w:val="00583AA5"/>
    <w:pPr>
      <w:pBdr>
        <w:top w:val="single" w:sz="4" w:space="1" w:color="auto"/>
      </w:pBdr>
      <w:spacing w:before="120" w:after="120" w:line="240" w:lineRule="auto"/>
    </w:pPr>
    <w:rPr>
      <w:rFonts w:ascii="Times New Roman" w:hAnsi="Times New Roman" w:cs="Times New Roman"/>
      <w:b/>
      <w:color w:val="auto"/>
      <w:sz w:val="24"/>
      <w:szCs w:val="24"/>
    </w:rPr>
  </w:style>
  <w:style w:type="paragraph" w:customStyle="1" w:styleId="SkillTitle">
    <w:name w:val="Skill_Title"/>
    <w:basedOn w:val="CaseTitle"/>
    <w:qFormat/>
    <w:rsid w:val="003443E0"/>
  </w:style>
  <w:style w:type="paragraph" w:customStyle="1" w:styleId="Bulletlistauto20">
    <w:name w:val="Bullet_list_auto_2"/>
    <w:basedOn w:val="Bulletlistauto"/>
    <w:qFormat/>
    <w:rsid w:val="007F142F"/>
    <w:pPr>
      <w:tabs>
        <w:tab w:val="clear" w:pos="360"/>
        <w:tab w:val="left" w:pos="720"/>
      </w:tabs>
      <w:ind w:left="1080" w:hanging="720"/>
    </w:pPr>
  </w:style>
  <w:style w:type="paragraph" w:customStyle="1" w:styleId="ContentsLevel2">
    <w:name w:val="Contents_Level_2"/>
    <w:basedOn w:val="TableText"/>
    <w:qFormat/>
    <w:rsid w:val="00C3260E"/>
    <w:pPr>
      <w:tabs>
        <w:tab w:val="right" w:pos="9480"/>
      </w:tabs>
      <w:ind w:left="1800" w:hanging="360"/>
    </w:pPr>
  </w:style>
  <w:style w:type="paragraph" w:customStyle="1" w:styleId="ContentsLevel1">
    <w:name w:val="Contents_Level_1"/>
    <w:basedOn w:val="TableText"/>
    <w:qFormat/>
    <w:rsid w:val="00B40986"/>
    <w:pPr>
      <w:tabs>
        <w:tab w:val="left" w:pos="1440"/>
        <w:tab w:val="left" w:pos="1800"/>
        <w:tab w:val="right" w:pos="9480"/>
      </w:tabs>
      <w:spacing w:before="240"/>
    </w:pPr>
    <w:rPr>
      <w:b/>
      <w:bCs/>
    </w:rPr>
  </w:style>
  <w:style w:type="paragraph" w:customStyle="1" w:styleId="ContentsLevel3">
    <w:name w:val="Contents_Level_3"/>
    <w:basedOn w:val="ContentsLevel2"/>
    <w:qFormat/>
    <w:rsid w:val="00C3260E"/>
    <w:pPr>
      <w:ind w:left="2240"/>
    </w:pPr>
  </w:style>
  <w:style w:type="paragraph" w:customStyle="1" w:styleId="HeadingD">
    <w:name w:val="Heading_D"/>
    <w:basedOn w:val="Normal"/>
    <w:qFormat/>
    <w:rsid w:val="0007100C"/>
    <w:pPr>
      <w:widowControl w:val="0"/>
      <w:autoSpaceDE w:val="0"/>
      <w:autoSpaceDN w:val="0"/>
      <w:adjustRightInd w:val="0"/>
      <w:spacing w:before="240" w:after="120" w:line="240" w:lineRule="auto"/>
      <w:jc w:val="both"/>
    </w:pPr>
    <w:rPr>
      <w:rFonts w:cs="Athelas"/>
      <w:b/>
      <w:bCs/>
      <w:szCs w:val="20"/>
    </w:rPr>
  </w:style>
  <w:style w:type="paragraph" w:customStyle="1" w:styleId="BulletListIndent">
    <w:name w:val="Bullet_List_Indent"/>
    <w:basedOn w:val="ListLeveL1indent"/>
    <w:qFormat/>
    <w:rsid w:val="000350E1"/>
  </w:style>
  <w:style w:type="paragraph" w:customStyle="1" w:styleId="LineRight">
    <w:name w:val="Line_Right"/>
    <w:basedOn w:val="Normal"/>
    <w:qFormat/>
    <w:rsid w:val="00A14595"/>
    <w:pPr>
      <w:widowControl w:val="0"/>
      <w:tabs>
        <w:tab w:val="right" w:leader="underscore" w:pos="9460"/>
      </w:tabs>
      <w:autoSpaceDE w:val="0"/>
      <w:autoSpaceDN w:val="0"/>
      <w:adjustRightInd w:val="0"/>
      <w:spacing w:after="0" w:line="360" w:lineRule="auto"/>
    </w:pPr>
    <w:rPr>
      <w:rFonts w:cs="Athelas"/>
      <w:szCs w:val="18"/>
    </w:rPr>
  </w:style>
  <w:style w:type="character" w:customStyle="1" w:styleId="ComputerFont">
    <w:name w:val="Computer_Font"/>
    <w:basedOn w:val="DefaultParagraphFont"/>
    <w:uiPriority w:val="1"/>
    <w:qFormat/>
    <w:rsid w:val="00A81E4B"/>
    <w:rPr>
      <w:rFonts w:ascii="Courier New" w:hAnsi="Courier New"/>
      <w:sz w:val="24"/>
    </w:rPr>
  </w:style>
  <w:style w:type="character" w:customStyle="1" w:styleId="Heading4Char">
    <w:name w:val="Heading 4 Char"/>
    <w:basedOn w:val="DefaultParagraphFont"/>
    <w:link w:val="Heading4"/>
    <w:rsid w:val="004C3CFA"/>
    <w:rPr>
      <w:rFonts w:ascii="Times New Roman" w:hAnsi="Times New Roman"/>
      <w:b/>
      <w:sz w:val="24"/>
    </w:rPr>
  </w:style>
  <w:style w:type="character" w:styleId="Emphasis">
    <w:name w:val="Emphasis"/>
    <w:basedOn w:val="DefaultParagraphFont"/>
    <w:uiPriority w:val="20"/>
    <w:qFormat/>
    <w:rsid w:val="004C3CFA"/>
    <w:rPr>
      <w:i/>
      <w:iCs/>
    </w:rPr>
  </w:style>
  <w:style w:type="paragraph" w:styleId="HTMLPreformatted">
    <w:name w:val="HTML Preformatted"/>
    <w:basedOn w:val="Normal"/>
    <w:link w:val="HTMLPreformattedChar"/>
    <w:uiPriority w:val="99"/>
    <w:semiHidden/>
    <w:unhideWhenUsed/>
    <w:rsid w:val="004C3C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6"/>
      <w:szCs w:val="26"/>
    </w:rPr>
  </w:style>
  <w:style w:type="character" w:customStyle="1" w:styleId="HTMLPreformattedChar">
    <w:name w:val="HTML Preformatted Char"/>
    <w:basedOn w:val="DefaultParagraphFont"/>
    <w:link w:val="HTMLPreformatted"/>
    <w:uiPriority w:val="99"/>
    <w:semiHidden/>
    <w:rsid w:val="004C3CFA"/>
    <w:rPr>
      <w:rFonts w:ascii="Courier New" w:hAnsi="Courier New" w:cs="Courier New"/>
      <w:sz w:val="26"/>
      <w:szCs w:val="26"/>
    </w:rPr>
  </w:style>
  <w:style w:type="character" w:styleId="Hyperlink">
    <w:name w:val="Hyperlink"/>
    <w:basedOn w:val="DefaultParagraphFont"/>
    <w:unhideWhenUsed/>
    <w:rsid w:val="004C3CFA"/>
    <w:rPr>
      <w:color w:val="003399"/>
      <w:u w:val="single"/>
    </w:rPr>
  </w:style>
  <w:style w:type="character" w:styleId="FollowedHyperlink">
    <w:name w:val="FollowedHyperlink"/>
    <w:basedOn w:val="DefaultParagraphFont"/>
    <w:uiPriority w:val="99"/>
    <w:semiHidden/>
    <w:unhideWhenUsed/>
    <w:rsid w:val="004C3CFA"/>
    <w:rPr>
      <w:color w:val="800080" w:themeColor="followedHyperlink"/>
      <w:u w:val="single"/>
    </w:rPr>
  </w:style>
  <w:style w:type="character" w:customStyle="1" w:styleId="Heading2Char">
    <w:name w:val="Heading 2 Char"/>
    <w:basedOn w:val="DefaultParagraphFont"/>
    <w:link w:val="Heading2"/>
    <w:uiPriority w:val="9"/>
    <w:rsid w:val="004C3CFA"/>
    <w:rPr>
      <w:rFonts w:ascii="Times New Roman" w:hAnsi="Times New Roman"/>
      <w:b/>
      <w:bCs/>
      <w:sz w:val="36"/>
      <w:szCs w:val="36"/>
    </w:rPr>
  </w:style>
  <w:style w:type="paragraph" w:styleId="NormalWeb">
    <w:name w:val="Normal (Web)"/>
    <w:basedOn w:val="Normal"/>
    <w:unhideWhenUsed/>
    <w:rsid w:val="004C3CFA"/>
    <w:pPr>
      <w:spacing w:before="100" w:beforeAutospacing="1" w:after="100" w:afterAutospacing="1" w:line="240" w:lineRule="auto"/>
    </w:pPr>
    <w:rPr>
      <w:szCs w:val="24"/>
    </w:rPr>
  </w:style>
  <w:style w:type="character" w:customStyle="1" w:styleId="bold1">
    <w:name w:val="bold1"/>
    <w:basedOn w:val="DefaultParagraphFont"/>
    <w:rsid w:val="004C3CFA"/>
    <w:rPr>
      <w:b/>
      <w:bCs/>
    </w:rPr>
  </w:style>
  <w:style w:type="character" w:customStyle="1" w:styleId="xrefglossterm1">
    <w:name w:val="xrefglossterm1"/>
    <w:basedOn w:val="DefaultParagraphFont"/>
    <w:rsid w:val="004C3CFA"/>
    <w:rPr>
      <w:b/>
      <w:bCs/>
    </w:rPr>
  </w:style>
  <w:style w:type="character" w:customStyle="1" w:styleId="italic1">
    <w:name w:val="italic1"/>
    <w:basedOn w:val="DefaultParagraphFont"/>
    <w:rsid w:val="004C3CFA"/>
    <w:rPr>
      <w:i/>
      <w:iCs/>
    </w:rPr>
  </w:style>
  <w:style w:type="character" w:customStyle="1" w:styleId="bolditalic1">
    <w:name w:val="bolditalic1"/>
    <w:basedOn w:val="DefaultParagraphFont"/>
    <w:rsid w:val="004C3CFA"/>
    <w:rPr>
      <w:b/>
      <w:bCs/>
      <w:i/>
      <w:iCs/>
    </w:rPr>
  </w:style>
  <w:style w:type="character" w:styleId="HTMLCode">
    <w:name w:val="HTML Code"/>
    <w:basedOn w:val="DefaultParagraphFont"/>
    <w:uiPriority w:val="99"/>
    <w:semiHidden/>
    <w:unhideWhenUsed/>
    <w:rsid w:val="004C3CFA"/>
    <w:rPr>
      <w:rFonts w:ascii="Courier New" w:eastAsia="Times New Roman" w:hAnsi="Courier New" w:cs="Courier New" w:hint="default"/>
      <w:sz w:val="26"/>
      <w:szCs w:val="26"/>
    </w:rPr>
  </w:style>
  <w:style w:type="paragraph" w:customStyle="1" w:styleId="subhead1">
    <w:name w:val="subhead1"/>
    <w:basedOn w:val="Normal"/>
    <w:rsid w:val="004C3CFA"/>
    <w:pPr>
      <w:spacing w:before="100" w:beforeAutospacing="1" w:after="100" w:afterAutospacing="1" w:line="240" w:lineRule="auto"/>
    </w:pPr>
    <w:rPr>
      <w:b/>
      <w:bCs/>
      <w:sz w:val="33"/>
      <w:szCs w:val="33"/>
    </w:rPr>
  </w:style>
  <w:style w:type="character" w:customStyle="1" w:styleId="subhead31">
    <w:name w:val="subhead31"/>
    <w:basedOn w:val="DefaultParagraphFont"/>
    <w:rsid w:val="004C3CFA"/>
    <w:rPr>
      <w:b/>
      <w:bCs/>
    </w:rPr>
  </w:style>
  <w:style w:type="paragraph" w:customStyle="1" w:styleId="Exerciselevel20">
    <w:name w:val="Exercise_level_2"/>
    <w:basedOn w:val="ListLevel2"/>
    <w:qFormat/>
    <w:rsid w:val="00873142"/>
    <w:pPr>
      <w:tabs>
        <w:tab w:val="clear" w:pos="720"/>
        <w:tab w:val="clear" w:pos="2880"/>
        <w:tab w:val="right" w:pos="840"/>
        <w:tab w:val="left" w:pos="960"/>
      </w:tabs>
      <w:ind w:left="960" w:hanging="960"/>
    </w:pPr>
    <w:rPr>
      <w:rFonts w:eastAsia="Minion Pro"/>
    </w:rPr>
  </w:style>
  <w:style w:type="paragraph" w:customStyle="1" w:styleId="Objectiveslevel1">
    <w:name w:val="Objectives_level_1"/>
    <w:basedOn w:val="TextNoIndent"/>
    <w:qFormat/>
    <w:rsid w:val="005737B4"/>
    <w:pPr>
      <w:tabs>
        <w:tab w:val="clear" w:pos="480"/>
        <w:tab w:val="clear" w:pos="960"/>
        <w:tab w:val="clear" w:pos="1440"/>
        <w:tab w:val="left" w:pos="600"/>
      </w:tabs>
      <w:ind w:left="600" w:hanging="600"/>
    </w:pPr>
  </w:style>
  <w:style w:type="paragraph" w:customStyle="1" w:styleId="Objectiveslevel2">
    <w:name w:val="Objectives_level_2"/>
    <w:basedOn w:val="Objectiveslevel1"/>
    <w:qFormat/>
    <w:rsid w:val="00E568BC"/>
    <w:pPr>
      <w:tabs>
        <w:tab w:val="clear" w:pos="600"/>
        <w:tab w:val="left" w:pos="1440"/>
      </w:tabs>
      <w:ind w:firstLine="0"/>
    </w:pPr>
    <w:rPr>
      <w:rFonts w:eastAsia="Minion Pro"/>
      <w:bCs/>
    </w:rPr>
  </w:style>
  <w:style w:type="paragraph" w:customStyle="1" w:styleId="ExtractComputer">
    <w:name w:val="Extract_Computer"/>
    <w:basedOn w:val="Extract"/>
    <w:qFormat/>
    <w:rsid w:val="00750CA4"/>
    <w:pPr>
      <w:tabs>
        <w:tab w:val="left" w:pos="2280"/>
      </w:tabs>
      <w:ind w:left="240"/>
    </w:pPr>
    <w:rPr>
      <w:rFonts w:ascii="Courier New" w:eastAsia="Letter Gothic Std" w:hAnsi="Courier New"/>
      <w:sz w:val="20"/>
    </w:rPr>
  </w:style>
  <w:style w:type="paragraph" w:customStyle="1" w:styleId="ExtractGothic">
    <w:name w:val="Extract_Gothic"/>
    <w:basedOn w:val="Normal"/>
    <w:qFormat/>
    <w:rsid w:val="00DA5987"/>
    <w:pPr>
      <w:spacing w:after="0" w:line="480" w:lineRule="auto"/>
      <w:ind w:left="360"/>
    </w:pPr>
    <w:rPr>
      <w:rFonts w:ascii="Franklin Gothic Medium" w:eastAsia="Franklin Gothic Medium" w:hAnsi="Franklin Gothic Medium" w:cs="Franklin Gothic Medium"/>
      <w:szCs w:val="18"/>
    </w:rPr>
  </w:style>
  <w:style w:type="paragraph" w:customStyle="1" w:styleId="LetterGothicTable">
    <w:name w:val="Letter_Gothic_Table"/>
    <w:basedOn w:val="Normal"/>
    <w:qFormat/>
    <w:rsid w:val="00EC7C2B"/>
    <w:pPr>
      <w:tabs>
        <w:tab w:val="left" w:pos="1540"/>
        <w:tab w:val="left" w:pos="2844"/>
        <w:tab w:val="left" w:pos="4262"/>
        <w:tab w:val="left" w:pos="5324"/>
      </w:tabs>
      <w:spacing w:after="0" w:line="480" w:lineRule="auto"/>
    </w:pPr>
    <w:rPr>
      <w:rFonts w:ascii="Letter Gothic Std" w:eastAsia="Letter Gothic Std" w:hAnsi="Letter Gothic Std" w:cs="Letter Gothic Std"/>
      <w:sz w:val="18"/>
      <w:szCs w:val="16"/>
    </w:rPr>
  </w:style>
  <w:style w:type="paragraph" w:customStyle="1" w:styleId="ExtractComputer2">
    <w:name w:val="Extract_Computer_2"/>
    <w:basedOn w:val="ListLeveL1indent"/>
    <w:qFormat/>
    <w:rsid w:val="00750CA4"/>
    <w:rPr>
      <w:rFonts w:ascii="Courier New" w:eastAsia="Letter Gothic Std" w:hAnsi="Courier New"/>
      <w:sz w:val="20"/>
    </w:rPr>
  </w:style>
  <w:style w:type="paragraph" w:customStyle="1" w:styleId="Exerciselevel3">
    <w:name w:val="Exercise_level_3"/>
    <w:basedOn w:val="ExtractComputer"/>
    <w:qFormat/>
    <w:rsid w:val="00CC4E10"/>
    <w:pPr>
      <w:ind w:left="960"/>
    </w:pPr>
  </w:style>
  <w:style w:type="character" w:customStyle="1" w:styleId="Pseudocodefont">
    <w:name w:val="Pseudocode_font"/>
    <w:basedOn w:val="DefaultParagraphFont"/>
    <w:uiPriority w:val="1"/>
    <w:qFormat/>
    <w:rsid w:val="00591E03"/>
    <w:rPr>
      <w:rFonts w:ascii="Arial" w:hAnsi="Arial"/>
    </w:rPr>
  </w:style>
  <w:style w:type="paragraph" w:customStyle="1" w:styleId="articletitle">
    <w:name w:val="articletitle"/>
    <w:basedOn w:val="Normal"/>
    <w:rsid w:val="00247D1D"/>
    <w:pPr>
      <w:spacing w:before="100" w:beforeAutospacing="1" w:after="100" w:afterAutospacing="1" w:line="240" w:lineRule="auto"/>
    </w:pPr>
    <w:rPr>
      <w:rFonts w:ascii="Arial" w:hAnsi="Arial" w:cs="Arial"/>
      <w:b/>
      <w:bCs/>
      <w:color w:val="0099FF"/>
      <w:sz w:val="65"/>
      <w:szCs w:val="65"/>
    </w:rPr>
  </w:style>
  <w:style w:type="character" w:customStyle="1" w:styleId="caphead">
    <w:name w:val="caphead"/>
    <w:basedOn w:val="DefaultParagraphFont"/>
    <w:rsid w:val="00247D1D"/>
    <w:rPr>
      <w:rFonts w:ascii="Arial" w:hAnsi="Arial" w:cs="Arial" w:hint="default"/>
      <w:b/>
      <w:bCs/>
      <w:i w:val="0"/>
      <w:iCs w:val="0"/>
      <w:color w:val="008000"/>
      <w:sz w:val="60"/>
      <w:szCs w:val="60"/>
    </w:rPr>
  </w:style>
  <w:style w:type="paragraph" w:customStyle="1" w:styleId="Normal2">
    <w:name w:val="Normal2"/>
    <w:basedOn w:val="Normal"/>
    <w:rsid w:val="00247D1D"/>
    <w:pPr>
      <w:spacing w:before="100" w:beforeAutospacing="1" w:after="100" w:afterAutospacing="1" w:line="240" w:lineRule="auto"/>
    </w:pPr>
    <w:rPr>
      <w:szCs w:val="24"/>
    </w:rPr>
  </w:style>
  <w:style w:type="character" w:customStyle="1" w:styleId="verb">
    <w:name w:val="verb"/>
    <w:basedOn w:val="DefaultParagraphFont"/>
    <w:rsid w:val="00247D1D"/>
  </w:style>
  <w:style w:type="character" w:styleId="HTMLTypewriter">
    <w:name w:val="HTML Typewriter"/>
    <w:basedOn w:val="DefaultParagraphFont"/>
    <w:rsid w:val="00247D1D"/>
    <w:rPr>
      <w:rFonts w:ascii="Courier New" w:eastAsia="Times New Roman" w:hAnsi="Courier New" w:cs="Courier New"/>
      <w:sz w:val="20"/>
      <w:szCs w:val="20"/>
    </w:rPr>
  </w:style>
  <w:style w:type="paragraph" w:customStyle="1" w:styleId="Caption1">
    <w:name w:val="Caption1"/>
    <w:basedOn w:val="Normal"/>
    <w:rsid w:val="00247D1D"/>
    <w:pPr>
      <w:spacing w:before="100" w:beforeAutospacing="1" w:after="100" w:afterAutospacing="1" w:line="240" w:lineRule="auto"/>
    </w:pPr>
    <w:rPr>
      <w:szCs w:val="24"/>
    </w:rPr>
  </w:style>
  <w:style w:type="paragraph" w:customStyle="1" w:styleId="section-title">
    <w:name w:val="section-title"/>
    <w:basedOn w:val="Normal"/>
    <w:rsid w:val="00247D1D"/>
    <w:pPr>
      <w:spacing w:before="100" w:beforeAutospacing="1" w:after="100" w:afterAutospacing="1" w:line="240" w:lineRule="auto"/>
    </w:pPr>
    <w:rPr>
      <w:rFonts w:ascii="Arial" w:hAnsi="Arial" w:cs="Arial"/>
      <w:b/>
      <w:bCs/>
      <w:color w:val="0099FF"/>
      <w:sz w:val="36"/>
      <w:szCs w:val="36"/>
    </w:rPr>
  </w:style>
  <w:style w:type="character" w:customStyle="1" w:styleId="footnote">
    <w:name w:val="footnote"/>
    <w:basedOn w:val="DefaultParagraphFont"/>
    <w:rsid w:val="00247D1D"/>
    <w:rPr>
      <w:rFonts w:ascii="Arial" w:hAnsi="Arial" w:cs="Arial" w:hint="default"/>
      <w:b w:val="0"/>
      <w:bCs w:val="0"/>
      <w:i w:val="0"/>
      <w:iCs w:val="0"/>
      <w:color w:val="008000"/>
      <w:sz w:val="24"/>
      <w:szCs w:val="24"/>
    </w:rPr>
  </w:style>
  <w:style w:type="paragraph" w:customStyle="1" w:styleId="subsect1-title">
    <w:name w:val="subsect1-title"/>
    <w:basedOn w:val="Normal"/>
    <w:rsid w:val="00247D1D"/>
    <w:pPr>
      <w:spacing w:before="100" w:beforeAutospacing="1" w:after="100" w:afterAutospacing="1" w:line="240" w:lineRule="auto"/>
    </w:pPr>
    <w:rPr>
      <w:rFonts w:ascii="Arial" w:hAnsi="Arial" w:cs="Arial"/>
      <w:b/>
      <w:bCs/>
      <w:color w:val="800000"/>
      <w:sz w:val="30"/>
      <w:szCs w:val="30"/>
    </w:rPr>
  </w:style>
  <w:style w:type="character" w:customStyle="1" w:styleId="inline-equation">
    <w:name w:val="inline-equation"/>
    <w:basedOn w:val="DefaultParagraphFont"/>
    <w:rsid w:val="00247D1D"/>
  </w:style>
  <w:style w:type="character" w:customStyle="1" w:styleId="Date1">
    <w:name w:val="Date1"/>
    <w:basedOn w:val="DefaultParagraphFont"/>
    <w:rsid w:val="00247D1D"/>
  </w:style>
  <w:style w:type="paragraph" w:customStyle="1" w:styleId="articlesubtitle">
    <w:name w:val="articlesubtitle"/>
    <w:basedOn w:val="Normal"/>
    <w:rsid w:val="00247D1D"/>
    <w:pPr>
      <w:spacing w:before="100" w:beforeAutospacing="1" w:after="100" w:afterAutospacing="1" w:line="240" w:lineRule="auto"/>
    </w:pPr>
    <w:rPr>
      <w:rFonts w:ascii="Arial" w:hAnsi="Arial" w:cs="Arial"/>
      <w:b/>
      <w:bCs/>
      <w:color w:val="008000"/>
      <w:sz w:val="40"/>
      <w:szCs w:val="40"/>
    </w:rPr>
  </w:style>
  <w:style w:type="paragraph" w:customStyle="1" w:styleId="subsect2-title">
    <w:name w:val="subsect2-title"/>
    <w:basedOn w:val="Normal"/>
    <w:rsid w:val="00247D1D"/>
    <w:pPr>
      <w:spacing w:before="100" w:beforeAutospacing="1" w:after="100" w:afterAutospacing="1" w:line="240" w:lineRule="auto"/>
    </w:pPr>
    <w:rPr>
      <w:rFonts w:ascii="Arial" w:hAnsi="Arial" w:cs="Arial"/>
      <w:b/>
      <w:bCs/>
      <w:color w:val="FF0080"/>
      <w:sz w:val="45"/>
      <w:szCs w:val="45"/>
    </w:rPr>
  </w:style>
  <w:style w:type="paragraph" w:customStyle="1" w:styleId="subsect3-title">
    <w:name w:val="subsect3-title"/>
    <w:basedOn w:val="Normal"/>
    <w:rsid w:val="00247D1D"/>
    <w:pPr>
      <w:spacing w:before="100" w:beforeAutospacing="1" w:after="100" w:afterAutospacing="1" w:line="240" w:lineRule="auto"/>
    </w:pPr>
    <w:rPr>
      <w:rFonts w:ascii="Arial" w:hAnsi="Arial" w:cs="Arial"/>
      <w:b/>
      <w:bCs/>
      <w:color w:val="000000"/>
      <w:sz w:val="40"/>
      <w:szCs w:val="40"/>
    </w:rPr>
  </w:style>
  <w:style w:type="paragraph" w:customStyle="1" w:styleId="bibtitle">
    <w:name w:val="bibtitle"/>
    <w:basedOn w:val="Normal"/>
    <w:rsid w:val="00247D1D"/>
    <w:pPr>
      <w:spacing w:before="100" w:beforeAutospacing="1" w:after="100" w:afterAutospacing="1" w:line="240" w:lineRule="auto"/>
    </w:pPr>
    <w:rPr>
      <w:rFonts w:ascii="Arial" w:hAnsi="Arial" w:cs="Arial"/>
      <w:b/>
      <w:bCs/>
      <w:color w:val="0099FF"/>
      <w:sz w:val="60"/>
      <w:szCs w:val="60"/>
    </w:rPr>
  </w:style>
  <w:style w:type="paragraph" w:customStyle="1" w:styleId="appendix-title">
    <w:name w:val="appendix-title"/>
    <w:basedOn w:val="Normal"/>
    <w:rsid w:val="00247D1D"/>
    <w:pPr>
      <w:spacing w:before="100" w:beforeAutospacing="1" w:after="100" w:afterAutospacing="1" w:line="240" w:lineRule="auto"/>
    </w:pPr>
    <w:rPr>
      <w:rFonts w:ascii="Arial" w:hAnsi="Arial" w:cs="Arial"/>
      <w:b/>
      <w:bCs/>
      <w:color w:val="0099FF"/>
      <w:sz w:val="60"/>
      <w:szCs w:val="60"/>
    </w:rPr>
  </w:style>
  <w:style w:type="character" w:customStyle="1" w:styleId="abstitle">
    <w:name w:val="abstitle"/>
    <w:basedOn w:val="DefaultParagraphFont"/>
    <w:rsid w:val="00247D1D"/>
    <w:rPr>
      <w:rFonts w:ascii="Arial" w:hAnsi="Arial" w:cs="Arial" w:hint="default"/>
      <w:b/>
      <w:bCs/>
      <w:i/>
      <w:iCs/>
      <w:color w:val="008000"/>
      <w:sz w:val="50"/>
      <w:szCs w:val="50"/>
    </w:rPr>
  </w:style>
  <w:style w:type="character" w:customStyle="1" w:styleId="keywordtitle">
    <w:name w:val="keywordtitle"/>
    <w:basedOn w:val="DefaultParagraphFont"/>
    <w:rsid w:val="00247D1D"/>
    <w:rPr>
      <w:rFonts w:ascii="Arial" w:hAnsi="Arial" w:cs="Arial" w:hint="default"/>
      <w:b/>
      <w:bCs/>
      <w:i w:val="0"/>
      <w:iCs w:val="0"/>
      <w:color w:val="008000"/>
      <w:sz w:val="45"/>
      <w:szCs w:val="45"/>
    </w:rPr>
  </w:style>
  <w:style w:type="character" w:customStyle="1" w:styleId="correspondence">
    <w:name w:val="correspondence"/>
    <w:basedOn w:val="DefaultParagraphFont"/>
    <w:rsid w:val="00247D1D"/>
    <w:rPr>
      <w:rFonts w:ascii="Arial" w:hAnsi="Arial" w:cs="Arial" w:hint="default"/>
      <w:b w:val="0"/>
      <w:bCs w:val="0"/>
      <w:i w:val="0"/>
      <w:iCs w:val="0"/>
      <w:vanish w:val="0"/>
      <w:webHidden w:val="0"/>
      <w:color w:val="008000"/>
      <w:sz w:val="22"/>
      <w:szCs w:val="22"/>
      <w:specVanish w:val="0"/>
    </w:rPr>
  </w:style>
  <w:style w:type="character" w:customStyle="1" w:styleId="obeylines-h">
    <w:name w:val="obeylines-h"/>
    <w:basedOn w:val="DefaultParagraphFont"/>
    <w:rsid w:val="00247D1D"/>
  </w:style>
  <w:style w:type="paragraph" w:customStyle="1" w:styleId="figure">
    <w:name w:val="figure"/>
    <w:basedOn w:val="Normal"/>
    <w:rsid w:val="00247D1D"/>
    <w:pPr>
      <w:spacing w:before="100" w:beforeAutospacing="1" w:after="100" w:afterAutospacing="1" w:line="240" w:lineRule="auto"/>
    </w:pPr>
    <w:rPr>
      <w:szCs w:val="24"/>
    </w:rPr>
  </w:style>
  <w:style w:type="character" w:customStyle="1" w:styleId="MTConvertedEquation">
    <w:name w:val="MTConvertedEquation"/>
    <w:basedOn w:val="DefaultParagraphFont"/>
    <w:rsid w:val="00247D1D"/>
    <w:rPr>
      <w:rFonts w:eastAsia="Arial Unicode MS"/>
    </w:rPr>
  </w:style>
  <w:style w:type="paragraph" w:customStyle="1" w:styleId="theindex">
    <w:name w:val="theindex"/>
    <w:basedOn w:val="Normal"/>
    <w:rsid w:val="00247D1D"/>
    <w:pPr>
      <w:spacing w:before="100" w:beforeAutospacing="1" w:after="100" w:afterAutospacing="1" w:line="240" w:lineRule="auto"/>
    </w:pPr>
    <w:rPr>
      <w:szCs w:val="24"/>
    </w:rPr>
  </w:style>
  <w:style w:type="paragraph" w:styleId="FootnoteText">
    <w:name w:val="footnote text"/>
    <w:basedOn w:val="Normal"/>
    <w:link w:val="FootnoteTextChar"/>
    <w:uiPriority w:val="99"/>
    <w:unhideWhenUsed/>
    <w:rsid w:val="00DD05A9"/>
    <w:pPr>
      <w:spacing w:after="0" w:line="240" w:lineRule="auto"/>
    </w:pPr>
    <w:rPr>
      <w:sz w:val="20"/>
      <w:szCs w:val="20"/>
    </w:rPr>
  </w:style>
  <w:style w:type="character" w:customStyle="1" w:styleId="FootnoteTextChar">
    <w:name w:val="Footnote Text Char"/>
    <w:basedOn w:val="DefaultParagraphFont"/>
    <w:link w:val="FootnoteText"/>
    <w:uiPriority w:val="99"/>
    <w:rsid w:val="00DD05A9"/>
    <w:rPr>
      <w:rFonts w:ascii="Times New Roman" w:hAnsi="Times New Roman"/>
    </w:rPr>
  </w:style>
  <w:style w:type="character" w:styleId="FootnoteReference">
    <w:name w:val="footnote reference"/>
    <w:basedOn w:val="DefaultParagraphFont"/>
    <w:uiPriority w:val="99"/>
    <w:semiHidden/>
    <w:unhideWhenUsed/>
    <w:rsid w:val="00DD05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4144">
      <w:marLeft w:val="0"/>
      <w:marRight w:val="0"/>
      <w:marTop w:val="0"/>
      <w:marBottom w:val="0"/>
      <w:divBdr>
        <w:top w:val="none" w:sz="0" w:space="0" w:color="auto"/>
        <w:left w:val="none" w:sz="0" w:space="0" w:color="auto"/>
        <w:bottom w:val="none" w:sz="0" w:space="0" w:color="auto"/>
        <w:right w:val="none" w:sz="0" w:space="0" w:color="auto"/>
      </w:divBdr>
    </w:div>
    <w:div w:id="4750469">
      <w:marLeft w:val="0"/>
      <w:marRight w:val="0"/>
      <w:marTop w:val="0"/>
      <w:marBottom w:val="0"/>
      <w:divBdr>
        <w:top w:val="none" w:sz="0" w:space="0" w:color="auto"/>
        <w:left w:val="none" w:sz="0" w:space="0" w:color="auto"/>
        <w:bottom w:val="none" w:sz="0" w:space="0" w:color="auto"/>
        <w:right w:val="none" w:sz="0" w:space="0" w:color="auto"/>
      </w:divBdr>
    </w:div>
    <w:div w:id="14236592">
      <w:marLeft w:val="0"/>
      <w:marRight w:val="0"/>
      <w:marTop w:val="0"/>
      <w:marBottom w:val="0"/>
      <w:divBdr>
        <w:top w:val="none" w:sz="0" w:space="0" w:color="auto"/>
        <w:left w:val="none" w:sz="0" w:space="0" w:color="auto"/>
        <w:bottom w:val="none" w:sz="0" w:space="0" w:color="auto"/>
        <w:right w:val="none" w:sz="0" w:space="0" w:color="auto"/>
      </w:divBdr>
    </w:div>
    <w:div w:id="34700762">
      <w:marLeft w:val="0"/>
      <w:marRight w:val="0"/>
      <w:marTop w:val="0"/>
      <w:marBottom w:val="0"/>
      <w:divBdr>
        <w:top w:val="none" w:sz="0" w:space="0" w:color="auto"/>
        <w:left w:val="none" w:sz="0" w:space="0" w:color="auto"/>
        <w:bottom w:val="none" w:sz="0" w:space="0" w:color="auto"/>
        <w:right w:val="none" w:sz="0" w:space="0" w:color="auto"/>
      </w:divBdr>
      <w:divsChild>
        <w:div w:id="619149490">
          <w:marLeft w:val="0"/>
          <w:marRight w:val="0"/>
          <w:marTop w:val="0"/>
          <w:marBottom w:val="0"/>
          <w:divBdr>
            <w:top w:val="none" w:sz="0" w:space="0" w:color="auto"/>
            <w:left w:val="none" w:sz="0" w:space="0" w:color="auto"/>
            <w:bottom w:val="none" w:sz="0" w:space="0" w:color="auto"/>
            <w:right w:val="none" w:sz="0" w:space="0" w:color="auto"/>
          </w:divBdr>
        </w:div>
        <w:div w:id="917130039">
          <w:marLeft w:val="0"/>
          <w:marRight w:val="0"/>
          <w:marTop w:val="0"/>
          <w:marBottom w:val="0"/>
          <w:divBdr>
            <w:top w:val="none" w:sz="0" w:space="0" w:color="auto"/>
            <w:left w:val="none" w:sz="0" w:space="0" w:color="auto"/>
            <w:bottom w:val="none" w:sz="0" w:space="0" w:color="auto"/>
            <w:right w:val="none" w:sz="0" w:space="0" w:color="auto"/>
          </w:divBdr>
        </w:div>
        <w:div w:id="1385252978">
          <w:marLeft w:val="0"/>
          <w:marRight w:val="0"/>
          <w:marTop w:val="0"/>
          <w:marBottom w:val="0"/>
          <w:divBdr>
            <w:top w:val="none" w:sz="0" w:space="0" w:color="auto"/>
            <w:left w:val="none" w:sz="0" w:space="0" w:color="auto"/>
            <w:bottom w:val="none" w:sz="0" w:space="0" w:color="auto"/>
            <w:right w:val="none" w:sz="0" w:space="0" w:color="auto"/>
          </w:divBdr>
          <w:divsChild>
            <w:div w:id="701782885">
              <w:marLeft w:val="0"/>
              <w:marRight w:val="0"/>
              <w:marTop w:val="0"/>
              <w:marBottom w:val="0"/>
              <w:divBdr>
                <w:top w:val="none" w:sz="0" w:space="0" w:color="auto"/>
                <w:left w:val="none" w:sz="0" w:space="0" w:color="auto"/>
                <w:bottom w:val="none" w:sz="0" w:space="0" w:color="auto"/>
                <w:right w:val="none" w:sz="0" w:space="0" w:color="auto"/>
              </w:divBdr>
            </w:div>
            <w:div w:id="2082633160">
              <w:marLeft w:val="0"/>
              <w:marRight w:val="0"/>
              <w:marTop w:val="0"/>
              <w:marBottom w:val="0"/>
              <w:divBdr>
                <w:top w:val="none" w:sz="0" w:space="0" w:color="auto"/>
                <w:left w:val="none" w:sz="0" w:space="0" w:color="auto"/>
                <w:bottom w:val="none" w:sz="0" w:space="0" w:color="auto"/>
                <w:right w:val="none" w:sz="0" w:space="0" w:color="auto"/>
              </w:divBdr>
            </w:div>
          </w:divsChild>
        </w:div>
        <w:div w:id="1771701889">
          <w:marLeft w:val="0"/>
          <w:marRight w:val="0"/>
          <w:marTop w:val="0"/>
          <w:marBottom w:val="0"/>
          <w:divBdr>
            <w:top w:val="none" w:sz="0" w:space="0" w:color="auto"/>
            <w:left w:val="none" w:sz="0" w:space="0" w:color="auto"/>
            <w:bottom w:val="none" w:sz="0" w:space="0" w:color="auto"/>
            <w:right w:val="none" w:sz="0" w:space="0" w:color="auto"/>
          </w:divBdr>
        </w:div>
      </w:divsChild>
    </w:div>
    <w:div w:id="47807148">
      <w:marLeft w:val="0"/>
      <w:marRight w:val="0"/>
      <w:marTop w:val="0"/>
      <w:marBottom w:val="0"/>
      <w:divBdr>
        <w:top w:val="none" w:sz="0" w:space="0" w:color="auto"/>
        <w:left w:val="none" w:sz="0" w:space="0" w:color="auto"/>
        <w:bottom w:val="none" w:sz="0" w:space="0" w:color="auto"/>
        <w:right w:val="none" w:sz="0" w:space="0" w:color="auto"/>
      </w:divBdr>
    </w:div>
    <w:div w:id="57438265">
      <w:marLeft w:val="0"/>
      <w:marRight w:val="0"/>
      <w:marTop w:val="0"/>
      <w:marBottom w:val="0"/>
      <w:divBdr>
        <w:top w:val="none" w:sz="0" w:space="0" w:color="auto"/>
        <w:left w:val="none" w:sz="0" w:space="0" w:color="auto"/>
        <w:bottom w:val="none" w:sz="0" w:space="0" w:color="auto"/>
        <w:right w:val="none" w:sz="0" w:space="0" w:color="auto"/>
      </w:divBdr>
    </w:div>
    <w:div w:id="66079392">
      <w:marLeft w:val="0"/>
      <w:marRight w:val="0"/>
      <w:marTop w:val="0"/>
      <w:marBottom w:val="0"/>
      <w:divBdr>
        <w:top w:val="none" w:sz="0" w:space="0" w:color="auto"/>
        <w:left w:val="none" w:sz="0" w:space="0" w:color="auto"/>
        <w:bottom w:val="none" w:sz="0" w:space="0" w:color="auto"/>
        <w:right w:val="none" w:sz="0" w:space="0" w:color="auto"/>
      </w:divBdr>
    </w:div>
    <w:div w:id="83694289">
      <w:marLeft w:val="0"/>
      <w:marRight w:val="0"/>
      <w:marTop w:val="0"/>
      <w:marBottom w:val="0"/>
      <w:divBdr>
        <w:top w:val="none" w:sz="0" w:space="0" w:color="auto"/>
        <w:left w:val="none" w:sz="0" w:space="0" w:color="auto"/>
        <w:bottom w:val="none" w:sz="0" w:space="0" w:color="auto"/>
        <w:right w:val="none" w:sz="0" w:space="0" w:color="auto"/>
      </w:divBdr>
    </w:div>
    <w:div w:id="98335552">
      <w:marLeft w:val="0"/>
      <w:marRight w:val="0"/>
      <w:marTop w:val="0"/>
      <w:marBottom w:val="0"/>
      <w:divBdr>
        <w:top w:val="none" w:sz="0" w:space="0" w:color="auto"/>
        <w:left w:val="none" w:sz="0" w:space="0" w:color="auto"/>
        <w:bottom w:val="none" w:sz="0" w:space="0" w:color="auto"/>
        <w:right w:val="none" w:sz="0" w:space="0" w:color="auto"/>
      </w:divBdr>
    </w:div>
    <w:div w:id="125005899">
      <w:marLeft w:val="0"/>
      <w:marRight w:val="0"/>
      <w:marTop w:val="0"/>
      <w:marBottom w:val="0"/>
      <w:divBdr>
        <w:top w:val="none" w:sz="0" w:space="0" w:color="auto"/>
        <w:left w:val="none" w:sz="0" w:space="0" w:color="auto"/>
        <w:bottom w:val="none" w:sz="0" w:space="0" w:color="auto"/>
        <w:right w:val="none" w:sz="0" w:space="0" w:color="auto"/>
      </w:divBdr>
    </w:div>
    <w:div w:id="132216492">
      <w:marLeft w:val="0"/>
      <w:marRight w:val="0"/>
      <w:marTop w:val="0"/>
      <w:marBottom w:val="0"/>
      <w:divBdr>
        <w:top w:val="none" w:sz="0" w:space="0" w:color="auto"/>
        <w:left w:val="none" w:sz="0" w:space="0" w:color="auto"/>
        <w:bottom w:val="none" w:sz="0" w:space="0" w:color="auto"/>
        <w:right w:val="none" w:sz="0" w:space="0" w:color="auto"/>
      </w:divBdr>
    </w:div>
    <w:div w:id="166558395">
      <w:marLeft w:val="0"/>
      <w:marRight w:val="0"/>
      <w:marTop w:val="0"/>
      <w:marBottom w:val="0"/>
      <w:divBdr>
        <w:top w:val="none" w:sz="0" w:space="0" w:color="auto"/>
        <w:left w:val="none" w:sz="0" w:space="0" w:color="auto"/>
        <w:bottom w:val="none" w:sz="0" w:space="0" w:color="auto"/>
        <w:right w:val="none" w:sz="0" w:space="0" w:color="auto"/>
      </w:divBdr>
    </w:div>
    <w:div w:id="185799112">
      <w:marLeft w:val="0"/>
      <w:marRight w:val="0"/>
      <w:marTop w:val="0"/>
      <w:marBottom w:val="0"/>
      <w:divBdr>
        <w:top w:val="none" w:sz="0" w:space="0" w:color="auto"/>
        <w:left w:val="none" w:sz="0" w:space="0" w:color="auto"/>
        <w:bottom w:val="none" w:sz="0" w:space="0" w:color="auto"/>
        <w:right w:val="none" w:sz="0" w:space="0" w:color="auto"/>
      </w:divBdr>
    </w:div>
    <w:div w:id="218900477">
      <w:marLeft w:val="0"/>
      <w:marRight w:val="0"/>
      <w:marTop w:val="0"/>
      <w:marBottom w:val="0"/>
      <w:divBdr>
        <w:top w:val="none" w:sz="0" w:space="0" w:color="auto"/>
        <w:left w:val="none" w:sz="0" w:space="0" w:color="auto"/>
        <w:bottom w:val="none" w:sz="0" w:space="0" w:color="auto"/>
        <w:right w:val="none" w:sz="0" w:space="0" w:color="auto"/>
      </w:divBdr>
    </w:div>
    <w:div w:id="223371294">
      <w:marLeft w:val="0"/>
      <w:marRight w:val="0"/>
      <w:marTop w:val="0"/>
      <w:marBottom w:val="0"/>
      <w:divBdr>
        <w:top w:val="none" w:sz="0" w:space="0" w:color="auto"/>
        <w:left w:val="none" w:sz="0" w:space="0" w:color="auto"/>
        <w:bottom w:val="none" w:sz="0" w:space="0" w:color="auto"/>
        <w:right w:val="none" w:sz="0" w:space="0" w:color="auto"/>
      </w:divBdr>
    </w:div>
    <w:div w:id="232399903">
      <w:marLeft w:val="0"/>
      <w:marRight w:val="0"/>
      <w:marTop w:val="0"/>
      <w:marBottom w:val="0"/>
      <w:divBdr>
        <w:top w:val="none" w:sz="0" w:space="0" w:color="auto"/>
        <w:left w:val="none" w:sz="0" w:space="0" w:color="auto"/>
        <w:bottom w:val="none" w:sz="0" w:space="0" w:color="auto"/>
        <w:right w:val="none" w:sz="0" w:space="0" w:color="auto"/>
      </w:divBdr>
    </w:div>
    <w:div w:id="232813954">
      <w:marLeft w:val="0"/>
      <w:marRight w:val="0"/>
      <w:marTop w:val="0"/>
      <w:marBottom w:val="0"/>
      <w:divBdr>
        <w:top w:val="none" w:sz="0" w:space="0" w:color="auto"/>
        <w:left w:val="none" w:sz="0" w:space="0" w:color="auto"/>
        <w:bottom w:val="none" w:sz="0" w:space="0" w:color="auto"/>
        <w:right w:val="none" w:sz="0" w:space="0" w:color="auto"/>
      </w:divBdr>
    </w:div>
    <w:div w:id="288780055">
      <w:marLeft w:val="0"/>
      <w:marRight w:val="0"/>
      <w:marTop w:val="0"/>
      <w:marBottom w:val="0"/>
      <w:divBdr>
        <w:top w:val="none" w:sz="0" w:space="0" w:color="auto"/>
        <w:left w:val="none" w:sz="0" w:space="0" w:color="auto"/>
        <w:bottom w:val="none" w:sz="0" w:space="0" w:color="auto"/>
        <w:right w:val="none" w:sz="0" w:space="0" w:color="auto"/>
      </w:divBdr>
      <w:divsChild>
        <w:div w:id="503125985">
          <w:marLeft w:val="0"/>
          <w:marRight w:val="0"/>
          <w:marTop w:val="0"/>
          <w:marBottom w:val="0"/>
          <w:divBdr>
            <w:top w:val="none" w:sz="0" w:space="0" w:color="auto"/>
            <w:left w:val="none" w:sz="0" w:space="0" w:color="auto"/>
            <w:bottom w:val="none" w:sz="0" w:space="0" w:color="auto"/>
            <w:right w:val="none" w:sz="0" w:space="0" w:color="auto"/>
          </w:divBdr>
        </w:div>
        <w:div w:id="619188182">
          <w:marLeft w:val="0"/>
          <w:marRight w:val="0"/>
          <w:marTop w:val="0"/>
          <w:marBottom w:val="0"/>
          <w:divBdr>
            <w:top w:val="none" w:sz="0" w:space="0" w:color="auto"/>
            <w:left w:val="none" w:sz="0" w:space="0" w:color="auto"/>
            <w:bottom w:val="none" w:sz="0" w:space="0" w:color="auto"/>
            <w:right w:val="none" w:sz="0" w:space="0" w:color="auto"/>
          </w:divBdr>
        </w:div>
        <w:div w:id="1915043194">
          <w:marLeft w:val="0"/>
          <w:marRight w:val="0"/>
          <w:marTop w:val="0"/>
          <w:marBottom w:val="0"/>
          <w:divBdr>
            <w:top w:val="none" w:sz="0" w:space="0" w:color="auto"/>
            <w:left w:val="none" w:sz="0" w:space="0" w:color="auto"/>
            <w:bottom w:val="none" w:sz="0" w:space="0" w:color="auto"/>
            <w:right w:val="none" w:sz="0" w:space="0" w:color="auto"/>
          </w:divBdr>
        </w:div>
        <w:div w:id="1993017545">
          <w:marLeft w:val="0"/>
          <w:marRight w:val="0"/>
          <w:marTop w:val="0"/>
          <w:marBottom w:val="0"/>
          <w:divBdr>
            <w:top w:val="none" w:sz="0" w:space="0" w:color="auto"/>
            <w:left w:val="none" w:sz="0" w:space="0" w:color="auto"/>
            <w:bottom w:val="none" w:sz="0" w:space="0" w:color="auto"/>
            <w:right w:val="none" w:sz="0" w:space="0" w:color="auto"/>
          </w:divBdr>
        </w:div>
      </w:divsChild>
    </w:div>
    <w:div w:id="325867254">
      <w:bodyDiv w:val="1"/>
      <w:marLeft w:val="0"/>
      <w:marRight w:val="0"/>
      <w:marTop w:val="0"/>
      <w:marBottom w:val="0"/>
      <w:divBdr>
        <w:top w:val="none" w:sz="0" w:space="0" w:color="auto"/>
        <w:left w:val="none" w:sz="0" w:space="0" w:color="auto"/>
        <w:bottom w:val="none" w:sz="0" w:space="0" w:color="auto"/>
        <w:right w:val="none" w:sz="0" w:space="0" w:color="auto"/>
      </w:divBdr>
    </w:div>
    <w:div w:id="326132973">
      <w:marLeft w:val="0"/>
      <w:marRight w:val="0"/>
      <w:marTop w:val="0"/>
      <w:marBottom w:val="0"/>
      <w:divBdr>
        <w:top w:val="none" w:sz="0" w:space="0" w:color="auto"/>
        <w:left w:val="none" w:sz="0" w:space="0" w:color="auto"/>
        <w:bottom w:val="none" w:sz="0" w:space="0" w:color="auto"/>
        <w:right w:val="none" w:sz="0" w:space="0" w:color="auto"/>
      </w:divBdr>
    </w:div>
    <w:div w:id="357967668">
      <w:marLeft w:val="0"/>
      <w:marRight w:val="0"/>
      <w:marTop w:val="0"/>
      <w:marBottom w:val="0"/>
      <w:divBdr>
        <w:top w:val="none" w:sz="0" w:space="0" w:color="auto"/>
        <w:left w:val="none" w:sz="0" w:space="0" w:color="auto"/>
        <w:bottom w:val="none" w:sz="0" w:space="0" w:color="auto"/>
        <w:right w:val="none" w:sz="0" w:space="0" w:color="auto"/>
      </w:divBdr>
    </w:div>
    <w:div w:id="389501653">
      <w:marLeft w:val="0"/>
      <w:marRight w:val="0"/>
      <w:marTop w:val="0"/>
      <w:marBottom w:val="0"/>
      <w:divBdr>
        <w:top w:val="none" w:sz="0" w:space="0" w:color="auto"/>
        <w:left w:val="none" w:sz="0" w:space="0" w:color="auto"/>
        <w:bottom w:val="none" w:sz="0" w:space="0" w:color="auto"/>
        <w:right w:val="none" w:sz="0" w:space="0" w:color="auto"/>
      </w:divBdr>
    </w:div>
    <w:div w:id="408506059">
      <w:marLeft w:val="0"/>
      <w:marRight w:val="0"/>
      <w:marTop w:val="0"/>
      <w:marBottom w:val="0"/>
      <w:divBdr>
        <w:top w:val="none" w:sz="0" w:space="0" w:color="auto"/>
        <w:left w:val="none" w:sz="0" w:space="0" w:color="auto"/>
        <w:bottom w:val="none" w:sz="0" w:space="0" w:color="auto"/>
        <w:right w:val="none" w:sz="0" w:space="0" w:color="auto"/>
      </w:divBdr>
    </w:div>
    <w:div w:id="452866602">
      <w:marLeft w:val="0"/>
      <w:marRight w:val="0"/>
      <w:marTop w:val="0"/>
      <w:marBottom w:val="0"/>
      <w:divBdr>
        <w:top w:val="none" w:sz="0" w:space="0" w:color="auto"/>
        <w:left w:val="none" w:sz="0" w:space="0" w:color="auto"/>
        <w:bottom w:val="none" w:sz="0" w:space="0" w:color="auto"/>
        <w:right w:val="none" w:sz="0" w:space="0" w:color="auto"/>
      </w:divBdr>
    </w:div>
    <w:div w:id="472599814">
      <w:bodyDiv w:val="1"/>
      <w:marLeft w:val="0"/>
      <w:marRight w:val="0"/>
      <w:marTop w:val="0"/>
      <w:marBottom w:val="0"/>
      <w:divBdr>
        <w:top w:val="none" w:sz="0" w:space="0" w:color="auto"/>
        <w:left w:val="none" w:sz="0" w:space="0" w:color="auto"/>
        <w:bottom w:val="none" w:sz="0" w:space="0" w:color="auto"/>
        <w:right w:val="none" w:sz="0" w:space="0" w:color="auto"/>
      </w:divBdr>
    </w:div>
    <w:div w:id="481625566">
      <w:bodyDiv w:val="1"/>
      <w:marLeft w:val="0"/>
      <w:marRight w:val="0"/>
      <w:marTop w:val="0"/>
      <w:marBottom w:val="0"/>
      <w:divBdr>
        <w:top w:val="none" w:sz="0" w:space="0" w:color="auto"/>
        <w:left w:val="none" w:sz="0" w:space="0" w:color="auto"/>
        <w:bottom w:val="none" w:sz="0" w:space="0" w:color="auto"/>
        <w:right w:val="none" w:sz="0" w:space="0" w:color="auto"/>
      </w:divBdr>
    </w:div>
    <w:div w:id="482041752">
      <w:marLeft w:val="0"/>
      <w:marRight w:val="0"/>
      <w:marTop w:val="0"/>
      <w:marBottom w:val="0"/>
      <w:divBdr>
        <w:top w:val="none" w:sz="0" w:space="0" w:color="auto"/>
        <w:left w:val="none" w:sz="0" w:space="0" w:color="auto"/>
        <w:bottom w:val="none" w:sz="0" w:space="0" w:color="auto"/>
        <w:right w:val="none" w:sz="0" w:space="0" w:color="auto"/>
      </w:divBdr>
    </w:div>
    <w:div w:id="486170342">
      <w:marLeft w:val="0"/>
      <w:marRight w:val="0"/>
      <w:marTop w:val="0"/>
      <w:marBottom w:val="0"/>
      <w:divBdr>
        <w:top w:val="none" w:sz="0" w:space="0" w:color="auto"/>
        <w:left w:val="none" w:sz="0" w:space="0" w:color="auto"/>
        <w:bottom w:val="none" w:sz="0" w:space="0" w:color="auto"/>
        <w:right w:val="none" w:sz="0" w:space="0" w:color="auto"/>
      </w:divBdr>
    </w:div>
    <w:div w:id="501969099">
      <w:marLeft w:val="0"/>
      <w:marRight w:val="0"/>
      <w:marTop w:val="0"/>
      <w:marBottom w:val="0"/>
      <w:divBdr>
        <w:top w:val="none" w:sz="0" w:space="0" w:color="auto"/>
        <w:left w:val="none" w:sz="0" w:space="0" w:color="auto"/>
        <w:bottom w:val="none" w:sz="0" w:space="0" w:color="auto"/>
        <w:right w:val="none" w:sz="0" w:space="0" w:color="auto"/>
      </w:divBdr>
    </w:div>
    <w:div w:id="508327929">
      <w:marLeft w:val="0"/>
      <w:marRight w:val="0"/>
      <w:marTop w:val="0"/>
      <w:marBottom w:val="0"/>
      <w:divBdr>
        <w:top w:val="none" w:sz="0" w:space="0" w:color="auto"/>
        <w:left w:val="none" w:sz="0" w:space="0" w:color="auto"/>
        <w:bottom w:val="none" w:sz="0" w:space="0" w:color="auto"/>
        <w:right w:val="none" w:sz="0" w:space="0" w:color="auto"/>
      </w:divBdr>
    </w:div>
    <w:div w:id="515389405">
      <w:bodyDiv w:val="1"/>
      <w:marLeft w:val="0"/>
      <w:marRight w:val="0"/>
      <w:marTop w:val="0"/>
      <w:marBottom w:val="0"/>
      <w:divBdr>
        <w:top w:val="none" w:sz="0" w:space="0" w:color="auto"/>
        <w:left w:val="none" w:sz="0" w:space="0" w:color="auto"/>
        <w:bottom w:val="none" w:sz="0" w:space="0" w:color="auto"/>
        <w:right w:val="none" w:sz="0" w:space="0" w:color="auto"/>
      </w:divBdr>
    </w:div>
    <w:div w:id="521672029">
      <w:marLeft w:val="0"/>
      <w:marRight w:val="0"/>
      <w:marTop w:val="0"/>
      <w:marBottom w:val="0"/>
      <w:divBdr>
        <w:top w:val="none" w:sz="0" w:space="0" w:color="auto"/>
        <w:left w:val="none" w:sz="0" w:space="0" w:color="auto"/>
        <w:bottom w:val="none" w:sz="0" w:space="0" w:color="auto"/>
        <w:right w:val="none" w:sz="0" w:space="0" w:color="auto"/>
      </w:divBdr>
    </w:div>
    <w:div w:id="527568634">
      <w:marLeft w:val="0"/>
      <w:marRight w:val="0"/>
      <w:marTop w:val="0"/>
      <w:marBottom w:val="0"/>
      <w:divBdr>
        <w:top w:val="none" w:sz="0" w:space="0" w:color="auto"/>
        <w:left w:val="none" w:sz="0" w:space="0" w:color="auto"/>
        <w:bottom w:val="none" w:sz="0" w:space="0" w:color="auto"/>
        <w:right w:val="none" w:sz="0" w:space="0" w:color="auto"/>
      </w:divBdr>
    </w:div>
    <w:div w:id="527983650">
      <w:marLeft w:val="0"/>
      <w:marRight w:val="0"/>
      <w:marTop w:val="0"/>
      <w:marBottom w:val="0"/>
      <w:divBdr>
        <w:top w:val="none" w:sz="0" w:space="0" w:color="auto"/>
        <w:left w:val="none" w:sz="0" w:space="0" w:color="auto"/>
        <w:bottom w:val="none" w:sz="0" w:space="0" w:color="auto"/>
        <w:right w:val="none" w:sz="0" w:space="0" w:color="auto"/>
      </w:divBdr>
    </w:div>
    <w:div w:id="543519902">
      <w:marLeft w:val="0"/>
      <w:marRight w:val="0"/>
      <w:marTop w:val="0"/>
      <w:marBottom w:val="0"/>
      <w:divBdr>
        <w:top w:val="none" w:sz="0" w:space="0" w:color="auto"/>
        <w:left w:val="none" w:sz="0" w:space="0" w:color="auto"/>
        <w:bottom w:val="none" w:sz="0" w:space="0" w:color="auto"/>
        <w:right w:val="none" w:sz="0" w:space="0" w:color="auto"/>
      </w:divBdr>
    </w:div>
    <w:div w:id="549419428">
      <w:marLeft w:val="0"/>
      <w:marRight w:val="0"/>
      <w:marTop w:val="0"/>
      <w:marBottom w:val="0"/>
      <w:divBdr>
        <w:top w:val="none" w:sz="0" w:space="0" w:color="auto"/>
        <w:left w:val="none" w:sz="0" w:space="0" w:color="auto"/>
        <w:bottom w:val="none" w:sz="0" w:space="0" w:color="auto"/>
        <w:right w:val="none" w:sz="0" w:space="0" w:color="auto"/>
      </w:divBdr>
    </w:div>
    <w:div w:id="565532940">
      <w:bodyDiv w:val="1"/>
      <w:marLeft w:val="0"/>
      <w:marRight w:val="0"/>
      <w:marTop w:val="0"/>
      <w:marBottom w:val="0"/>
      <w:divBdr>
        <w:top w:val="none" w:sz="0" w:space="0" w:color="auto"/>
        <w:left w:val="none" w:sz="0" w:space="0" w:color="auto"/>
        <w:bottom w:val="none" w:sz="0" w:space="0" w:color="auto"/>
        <w:right w:val="none" w:sz="0" w:space="0" w:color="auto"/>
      </w:divBdr>
      <w:divsChild>
        <w:div w:id="712073104">
          <w:marLeft w:val="0"/>
          <w:marRight w:val="0"/>
          <w:marTop w:val="0"/>
          <w:marBottom w:val="0"/>
          <w:divBdr>
            <w:top w:val="none" w:sz="0" w:space="0" w:color="auto"/>
            <w:left w:val="none" w:sz="0" w:space="0" w:color="auto"/>
            <w:bottom w:val="none" w:sz="0" w:space="0" w:color="auto"/>
            <w:right w:val="none" w:sz="0" w:space="0" w:color="auto"/>
          </w:divBdr>
        </w:div>
        <w:div w:id="749691717">
          <w:marLeft w:val="0"/>
          <w:marRight w:val="0"/>
          <w:marTop w:val="0"/>
          <w:marBottom w:val="0"/>
          <w:divBdr>
            <w:top w:val="none" w:sz="0" w:space="0" w:color="auto"/>
            <w:left w:val="none" w:sz="0" w:space="0" w:color="auto"/>
            <w:bottom w:val="none" w:sz="0" w:space="0" w:color="auto"/>
            <w:right w:val="none" w:sz="0" w:space="0" w:color="auto"/>
          </w:divBdr>
        </w:div>
        <w:div w:id="909998531">
          <w:marLeft w:val="0"/>
          <w:marRight w:val="0"/>
          <w:marTop w:val="0"/>
          <w:marBottom w:val="0"/>
          <w:divBdr>
            <w:top w:val="none" w:sz="0" w:space="0" w:color="auto"/>
            <w:left w:val="none" w:sz="0" w:space="0" w:color="auto"/>
            <w:bottom w:val="none" w:sz="0" w:space="0" w:color="auto"/>
            <w:right w:val="none" w:sz="0" w:space="0" w:color="auto"/>
          </w:divBdr>
        </w:div>
        <w:div w:id="1004939213">
          <w:marLeft w:val="0"/>
          <w:marRight w:val="0"/>
          <w:marTop w:val="0"/>
          <w:marBottom w:val="0"/>
          <w:divBdr>
            <w:top w:val="none" w:sz="0" w:space="0" w:color="auto"/>
            <w:left w:val="none" w:sz="0" w:space="0" w:color="auto"/>
            <w:bottom w:val="none" w:sz="0" w:space="0" w:color="auto"/>
            <w:right w:val="none" w:sz="0" w:space="0" w:color="auto"/>
          </w:divBdr>
          <w:divsChild>
            <w:div w:id="1317342417">
              <w:marLeft w:val="0"/>
              <w:marRight w:val="0"/>
              <w:marTop w:val="0"/>
              <w:marBottom w:val="0"/>
              <w:divBdr>
                <w:top w:val="none" w:sz="0" w:space="0" w:color="auto"/>
                <w:left w:val="none" w:sz="0" w:space="0" w:color="auto"/>
                <w:bottom w:val="none" w:sz="0" w:space="0" w:color="auto"/>
                <w:right w:val="none" w:sz="0" w:space="0" w:color="auto"/>
              </w:divBdr>
            </w:div>
          </w:divsChild>
        </w:div>
        <w:div w:id="1283458093">
          <w:marLeft w:val="0"/>
          <w:marRight w:val="0"/>
          <w:marTop w:val="0"/>
          <w:marBottom w:val="0"/>
          <w:divBdr>
            <w:top w:val="none" w:sz="0" w:space="0" w:color="auto"/>
            <w:left w:val="none" w:sz="0" w:space="0" w:color="auto"/>
            <w:bottom w:val="none" w:sz="0" w:space="0" w:color="auto"/>
            <w:right w:val="none" w:sz="0" w:space="0" w:color="auto"/>
          </w:divBdr>
        </w:div>
        <w:div w:id="1342243249">
          <w:marLeft w:val="0"/>
          <w:marRight w:val="0"/>
          <w:marTop w:val="0"/>
          <w:marBottom w:val="0"/>
          <w:divBdr>
            <w:top w:val="none" w:sz="0" w:space="0" w:color="auto"/>
            <w:left w:val="none" w:sz="0" w:space="0" w:color="auto"/>
            <w:bottom w:val="none" w:sz="0" w:space="0" w:color="auto"/>
            <w:right w:val="none" w:sz="0" w:space="0" w:color="auto"/>
          </w:divBdr>
        </w:div>
        <w:div w:id="1422918170">
          <w:marLeft w:val="0"/>
          <w:marRight w:val="0"/>
          <w:marTop w:val="0"/>
          <w:marBottom w:val="0"/>
          <w:divBdr>
            <w:top w:val="none" w:sz="0" w:space="0" w:color="auto"/>
            <w:left w:val="none" w:sz="0" w:space="0" w:color="auto"/>
            <w:bottom w:val="none" w:sz="0" w:space="0" w:color="auto"/>
            <w:right w:val="none" w:sz="0" w:space="0" w:color="auto"/>
          </w:divBdr>
        </w:div>
        <w:div w:id="1487937343">
          <w:marLeft w:val="0"/>
          <w:marRight w:val="0"/>
          <w:marTop w:val="0"/>
          <w:marBottom w:val="0"/>
          <w:divBdr>
            <w:top w:val="none" w:sz="0" w:space="0" w:color="auto"/>
            <w:left w:val="none" w:sz="0" w:space="0" w:color="auto"/>
            <w:bottom w:val="none" w:sz="0" w:space="0" w:color="auto"/>
            <w:right w:val="none" w:sz="0" w:space="0" w:color="auto"/>
          </w:divBdr>
        </w:div>
        <w:div w:id="1588491260">
          <w:marLeft w:val="0"/>
          <w:marRight w:val="0"/>
          <w:marTop w:val="0"/>
          <w:marBottom w:val="0"/>
          <w:divBdr>
            <w:top w:val="none" w:sz="0" w:space="0" w:color="auto"/>
            <w:left w:val="none" w:sz="0" w:space="0" w:color="auto"/>
            <w:bottom w:val="none" w:sz="0" w:space="0" w:color="auto"/>
            <w:right w:val="none" w:sz="0" w:space="0" w:color="auto"/>
          </w:divBdr>
        </w:div>
        <w:div w:id="1701080571">
          <w:marLeft w:val="0"/>
          <w:marRight w:val="0"/>
          <w:marTop w:val="0"/>
          <w:marBottom w:val="0"/>
          <w:divBdr>
            <w:top w:val="none" w:sz="0" w:space="0" w:color="auto"/>
            <w:left w:val="none" w:sz="0" w:space="0" w:color="auto"/>
            <w:bottom w:val="none" w:sz="0" w:space="0" w:color="auto"/>
            <w:right w:val="none" w:sz="0" w:space="0" w:color="auto"/>
          </w:divBdr>
        </w:div>
        <w:div w:id="1847094184">
          <w:marLeft w:val="0"/>
          <w:marRight w:val="0"/>
          <w:marTop w:val="0"/>
          <w:marBottom w:val="0"/>
          <w:divBdr>
            <w:top w:val="none" w:sz="0" w:space="0" w:color="auto"/>
            <w:left w:val="none" w:sz="0" w:space="0" w:color="auto"/>
            <w:bottom w:val="none" w:sz="0" w:space="0" w:color="auto"/>
            <w:right w:val="none" w:sz="0" w:space="0" w:color="auto"/>
          </w:divBdr>
        </w:div>
        <w:div w:id="1929659073">
          <w:marLeft w:val="0"/>
          <w:marRight w:val="0"/>
          <w:marTop w:val="0"/>
          <w:marBottom w:val="0"/>
          <w:divBdr>
            <w:top w:val="none" w:sz="0" w:space="0" w:color="auto"/>
            <w:left w:val="none" w:sz="0" w:space="0" w:color="auto"/>
            <w:bottom w:val="none" w:sz="0" w:space="0" w:color="auto"/>
            <w:right w:val="none" w:sz="0" w:space="0" w:color="auto"/>
          </w:divBdr>
        </w:div>
        <w:div w:id="1979989746">
          <w:marLeft w:val="0"/>
          <w:marRight w:val="0"/>
          <w:marTop w:val="0"/>
          <w:marBottom w:val="0"/>
          <w:divBdr>
            <w:top w:val="none" w:sz="0" w:space="0" w:color="auto"/>
            <w:left w:val="none" w:sz="0" w:space="0" w:color="auto"/>
            <w:bottom w:val="none" w:sz="0" w:space="0" w:color="auto"/>
            <w:right w:val="none" w:sz="0" w:space="0" w:color="auto"/>
          </w:divBdr>
        </w:div>
        <w:div w:id="2000306171">
          <w:marLeft w:val="0"/>
          <w:marRight w:val="0"/>
          <w:marTop w:val="0"/>
          <w:marBottom w:val="0"/>
          <w:divBdr>
            <w:top w:val="none" w:sz="0" w:space="0" w:color="auto"/>
            <w:left w:val="none" w:sz="0" w:space="0" w:color="auto"/>
            <w:bottom w:val="none" w:sz="0" w:space="0" w:color="auto"/>
            <w:right w:val="none" w:sz="0" w:space="0" w:color="auto"/>
          </w:divBdr>
        </w:div>
        <w:div w:id="2049330117">
          <w:marLeft w:val="0"/>
          <w:marRight w:val="0"/>
          <w:marTop w:val="0"/>
          <w:marBottom w:val="0"/>
          <w:divBdr>
            <w:top w:val="none" w:sz="0" w:space="0" w:color="auto"/>
            <w:left w:val="none" w:sz="0" w:space="0" w:color="auto"/>
            <w:bottom w:val="none" w:sz="0" w:space="0" w:color="auto"/>
            <w:right w:val="none" w:sz="0" w:space="0" w:color="auto"/>
          </w:divBdr>
        </w:div>
        <w:div w:id="2059431002">
          <w:marLeft w:val="0"/>
          <w:marRight w:val="0"/>
          <w:marTop w:val="0"/>
          <w:marBottom w:val="0"/>
          <w:divBdr>
            <w:top w:val="none" w:sz="0" w:space="0" w:color="auto"/>
            <w:left w:val="none" w:sz="0" w:space="0" w:color="auto"/>
            <w:bottom w:val="none" w:sz="0" w:space="0" w:color="auto"/>
            <w:right w:val="none" w:sz="0" w:space="0" w:color="auto"/>
          </w:divBdr>
        </w:div>
        <w:div w:id="2070877201">
          <w:marLeft w:val="0"/>
          <w:marRight w:val="0"/>
          <w:marTop w:val="0"/>
          <w:marBottom w:val="0"/>
          <w:divBdr>
            <w:top w:val="none" w:sz="0" w:space="0" w:color="auto"/>
            <w:left w:val="none" w:sz="0" w:space="0" w:color="auto"/>
            <w:bottom w:val="none" w:sz="0" w:space="0" w:color="auto"/>
            <w:right w:val="none" w:sz="0" w:space="0" w:color="auto"/>
          </w:divBdr>
        </w:div>
      </w:divsChild>
    </w:div>
    <w:div w:id="587932582">
      <w:marLeft w:val="0"/>
      <w:marRight w:val="0"/>
      <w:marTop w:val="0"/>
      <w:marBottom w:val="0"/>
      <w:divBdr>
        <w:top w:val="none" w:sz="0" w:space="0" w:color="auto"/>
        <w:left w:val="none" w:sz="0" w:space="0" w:color="auto"/>
        <w:bottom w:val="none" w:sz="0" w:space="0" w:color="auto"/>
        <w:right w:val="none" w:sz="0" w:space="0" w:color="auto"/>
      </w:divBdr>
    </w:div>
    <w:div w:id="597450032">
      <w:marLeft w:val="0"/>
      <w:marRight w:val="0"/>
      <w:marTop w:val="0"/>
      <w:marBottom w:val="0"/>
      <w:divBdr>
        <w:top w:val="none" w:sz="0" w:space="0" w:color="auto"/>
        <w:left w:val="none" w:sz="0" w:space="0" w:color="auto"/>
        <w:bottom w:val="none" w:sz="0" w:space="0" w:color="auto"/>
        <w:right w:val="none" w:sz="0" w:space="0" w:color="auto"/>
      </w:divBdr>
    </w:div>
    <w:div w:id="620497413">
      <w:marLeft w:val="0"/>
      <w:marRight w:val="0"/>
      <w:marTop w:val="0"/>
      <w:marBottom w:val="0"/>
      <w:divBdr>
        <w:top w:val="none" w:sz="0" w:space="0" w:color="auto"/>
        <w:left w:val="none" w:sz="0" w:space="0" w:color="auto"/>
        <w:bottom w:val="none" w:sz="0" w:space="0" w:color="auto"/>
        <w:right w:val="none" w:sz="0" w:space="0" w:color="auto"/>
      </w:divBdr>
    </w:div>
    <w:div w:id="630477667">
      <w:marLeft w:val="0"/>
      <w:marRight w:val="0"/>
      <w:marTop w:val="0"/>
      <w:marBottom w:val="0"/>
      <w:divBdr>
        <w:top w:val="none" w:sz="0" w:space="0" w:color="auto"/>
        <w:left w:val="none" w:sz="0" w:space="0" w:color="auto"/>
        <w:bottom w:val="none" w:sz="0" w:space="0" w:color="auto"/>
        <w:right w:val="none" w:sz="0" w:space="0" w:color="auto"/>
      </w:divBdr>
    </w:div>
    <w:div w:id="632447700">
      <w:marLeft w:val="0"/>
      <w:marRight w:val="0"/>
      <w:marTop w:val="0"/>
      <w:marBottom w:val="0"/>
      <w:divBdr>
        <w:top w:val="none" w:sz="0" w:space="0" w:color="auto"/>
        <w:left w:val="none" w:sz="0" w:space="0" w:color="auto"/>
        <w:bottom w:val="none" w:sz="0" w:space="0" w:color="auto"/>
        <w:right w:val="none" w:sz="0" w:space="0" w:color="auto"/>
      </w:divBdr>
    </w:div>
    <w:div w:id="633144828">
      <w:marLeft w:val="0"/>
      <w:marRight w:val="0"/>
      <w:marTop w:val="0"/>
      <w:marBottom w:val="0"/>
      <w:divBdr>
        <w:top w:val="none" w:sz="0" w:space="0" w:color="auto"/>
        <w:left w:val="none" w:sz="0" w:space="0" w:color="auto"/>
        <w:bottom w:val="none" w:sz="0" w:space="0" w:color="auto"/>
        <w:right w:val="none" w:sz="0" w:space="0" w:color="auto"/>
      </w:divBdr>
    </w:div>
    <w:div w:id="639920015">
      <w:marLeft w:val="0"/>
      <w:marRight w:val="0"/>
      <w:marTop w:val="0"/>
      <w:marBottom w:val="0"/>
      <w:divBdr>
        <w:top w:val="none" w:sz="0" w:space="0" w:color="auto"/>
        <w:left w:val="none" w:sz="0" w:space="0" w:color="auto"/>
        <w:bottom w:val="none" w:sz="0" w:space="0" w:color="auto"/>
        <w:right w:val="none" w:sz="0" w:space="0" w:color="auto"/>
      </w:divBdr>
    </w:div>
    <w:div w:id="647784901">
      <w:marLeft w:val="0"/>
      <w:marRight w:val="0"/>
      <w:marTop w:val="0"/>
      <w:marBottom w:val="0"/>
      <w:divBdr>
        <w:top w:val="none" w:sz="0" w:space="0" w:color="auto"/>
        <w:left w:val="none" w:sz="0" w:space="0" w:color="auto"/>
        <w:bottom w:val="none" w:sz="0" w:space="0" w:color="auto"/>
        <w:right w:val="none" w:sz="0" w:space="0" w:color="auto"/>
      </w:divBdr>
    </w:div>
    <w:div w:id="654644762">
      <w:bodyDiv w:val="1"/>
      <w:marLeft w:val="0"/>
      <w:marRight w:val="0"/>
      <w:marTop w:val="0"/>
      <w:marBottom w:val="0"/>
      <w:divBdr>
        <w:top w:val="none" w:sz="0" w:space="0" w:color="auto"/>
        <w:left w:val="none" w:sz="0" w:space="0" w:color="auto"/>
        <w:bottom w:val="none" w:sz="0" w:space="0" w:color="auto"/>
        <w:right w:val="none" w:sz="0" w:space="0" w:color="auto"/>
      </w:divBdr>
    </w:div>
    <w:div w:id="668796055">
      <w:marLeft w:val="0"/>
      <w:marRight w:val="0"/>
      <w:marTop w:val="0"/>
      <w:marBottom w:val="0"/>
      <w:divBdr>
        <w:top w:val="none" w:sz="0" w:space="0" w:color="auto"/>
        <w:left w:val="none" w:sz="0" w:space="0" w:color="auto"/>
        <w:bottom w:val="none" w:sz="0" w:space="0" w:color="auto"/>
        <w:right w:val="none" w:sz="0" w:space="0" w:color="auto"/>
      </w:divBdr>
    </w:div>
    <w:div w:id="695278798">
      <w:marLeft w:val="0"/>
      <w:marRight w:val="0"/>
      <w:marTop w:val="0"/>
      <w:marBottom w:val="0"/>
      <w:divBdr>
        <w:top w:val="none" w:sz="0" w:space="0" w:color="auto"/>
        <w:left w:val="none" w:sz="0" w:space="0" w:color="auto"/>
        <w:bottom w:val="none" w:sz="0" w:space="0" w:color="auto"/>
        <w:right w:val="none" w:sz="0" w:space="0" w:color="auto"/>
      </w:divBdr>
    </w:div>
    <w:div w:id="722602820">
      <w:marLeft w:val="0"/>
      <w:marRight w:val="0"/>
      <w:marTop w:val="0"/>
      <w:marBottom w:val="0"/>
      <w:divBdr>
        <w:top w:val="none" w:sz="0" w:space="0" w:color="auto"/>
        <w:left w:val="none" w:sz="0" w:space="0" w:color="auto"/>
        <w:bottom w:val="none" w:sz="0" w:space="0" w:color="auto"/>
        <w:right w:val="none" w:sz="0" w:space="0" w:color="auto"/>
      </w:divBdr>
    </w:div>
    <w:div w:id="742457664">
      <w:marLeft w:val="0"/>
      <w:marRight w:val="0"/>
      <w:marTop w:val="0"/>
      <w:marBottom w:val="0"/>
      <w:divBdr>
        <w:top w:val="none" w:sz="0" w:space="0" w:color="auto"/>
        <w:left w:val="none" w:sz="0" w:space="0" w:color="auto"/>
        <w:bottom w:val="none" w:sz="0" w:space="0" w:color="auto"/>
        <w:right w:val="none" w:sz="0" w:space="0" w:color="auto"/>
      </w:divBdr>
    </w:div>
    <w:div w:id="763841491">
      <w:marLeft w:val="0"/>
      <w:marRight w:val="0"/>
      <w:marTop w:val="0"/>
      <w:marBottom w:val="0"/>
      <w:divBdr>
        <w:top w:val="none" w:sz="0" w:space="0" w:color="auto"/>
        <w:left w:val="none" w:sz="0" w:space="0" w:color="auto"/>
        <w:bottom w:val="none" w:sz="0" w:space="0" w:color="auto"/>
        <w:right w:val="none" w:sz="0" w:space="0" w:color="auto"/>
      </w:divBdr>
    </w:div>
    <w:div w:id="765080930">
      <w:marLeft w:val="0"/>
      <w:marRight w:val="0"/>
      <w:marTop w:val="0"/>
      <w:marBottom w:val="0"/>
      <w:divBdr>
        <w:top w:val="none" w:sz="0" w:space="0" w:color="auto"/>
        <w:left w:val="none" w:sz="0" w:space="0" w:color="auto"/>
        <w:bottom w:val="none" w:sz="0" w:space="0" w:color="auto"/>
        <w:right w:val="none" w:sz="0" w:space="0" w:color="auto"/>
      </w:divBdr>
    </w:div>
    <w:div w:id="765460776">
      <w:marLeft w:val="0"/>
      <w:marRight w:val="0"/>
      <w:marTop w:val="0"/>
      <w:marBottom w:val="0"/>
      <w:divBdr>
        <w:top w:val="none" w:sz="0" w:space="0" w:color="auto"/>
        <w:left w:val="none" w:sz="0" w:space="0" w:color="auto"/>
        <w:bottom w:val="none" w:sz="0" w:space="0" w:color="auto"/>
        <w:right w:val="none" w:sz="0" w:space="0" w:color="auto"/>
      </w:divBdr>
    </w:div>
    <w:div w:id="771970043">
      <w:marLeft w:val="0"/>
      <w:marRight w:val="0"/>
      <w:marTop w:val="0"/>
      <w:marBottom w:val="0"/>
      <w:divBdr>
        <w:top w:val="none" w:sz="0" w:space="0" w:color="auto"/>
        <w:left w:val="none" w:sz="0" w:space="0" w:color="auto"/>
        <w:bottom w:val="none" w:sz="0" w:space="0" w:color="auto"/>
        <w:right w:val="none" w:sz="0" w:space="0" w:color="auto"/>
      </w:divBdr>
    </w:div>
    <w:div w:id="817259681">
      <w:marLeft w:val="0"/>
      <w:marRight w:val="0"/>
      <w:marTop w:val="0"/>
      <w:marBottom w:val="0"/>
      <w:divBdr>
        <w:top w:val="none" w:sz="0" w:space="0" w:color="auto"/>
        <w:left w:val="none" w:sz="0" w:space="0" w:color="auto"/>
        <w:bottom w:val="none" w:sz="0" w:space="0" w:color="auto"/>
        <w:right w:val="none" w:sz="0" w:space="0" w:color="auto"/>
      </w:divBdr>
    </w:div>
    <w:div w:id="857699117">
      <w:marLeft w:val="0"/>
      <w:marRight w:val="0"/>
      <w:marTop w:val="0"/>
      <w:marBottom w:val="0"/>
      <w:divBdr>
        <w:top w:val="none" w:sz="0" w:space="0" w:color="auto"/>
        <w:left w:val="none" w:sz="0" w:space="0" w:color="auto"/>
        <w:bottom w:val="none" w:sz="0" w:space="0" w:color="auto"/>
        <w:right w:val="none" w:sz="0" w:space="0" w:color="auto"/>
      </w:divBdr>
    </w:div>
    <w:div w:id="863789080">
      <w:marLeft w:val="0"/>
      <w:marRight w:val="0"/>
      <w:marTop w:val="0"/>
      <w:marBottom w:val="0"/>
      <w:divBdr>
        <w:top w:val="none" w:sz="0" w:space="0" w:color="auto"/>
        <w:left w:val="none" w:sz="0" w:space="0" w:color="auto"/>
        <w:bottom w:val="none" w:sz="0" w:space="0" w:color="auto"/>
        <w:right w:val="none" w:sz="0" w:space="0" w:color="auto"/>
      </w:divBdr>
    </w:div>
    <w:div w:id="890652208">
      <w:marLeft w:val="0"/>
      <w:marRight w:val="0"/>
      <w:marTop w:val="0"/>
      <w:marBottom w:val="0"/>
      <w:divBdr>
        <w:top w:val="none" w:sz="0" w:space="0" w:color="auto"/>
        <w:left w:val="none" w:sz="0" w:space="0" w:color="auto"/>
        <w:bottom w:val="none" w:sz="0" w:space="0" w:color="auto"/>
        <w:right w:val="none" w:sz="0" w:space="0" w:color="auto"/>
      </w:divBdr>
    </w:div>
    <w:div w:id="895511198">
      <w:marLeft w:val="0"/>
      <w:marRight w:val="0"/>
      <w:marTop w:val="0"/>
      <w:marBottom w:val="0"/>
      <w:divBdr>
        <w:top w:val="none" w:sz="0" w:space="0" w:color="auto"/>
        <w:left w:val="none" w:sz="0" w:space="0" w:color="auto"/>
        <w:bottom w:val="none" w:sz="0" w:space="0" w:color="auto"/>
        <w:right w:val="none" w:sz="0" w:space="0" w:color="auto"/>
      </w:divBdr>
    </w:div>
    <w:div w:id="950819433">
      <w:marLeft w:val="0"/>
      <w:marRight w:val="0"/>
      <w:marTop w:val="0"/>
      <w:marBottom w:val="0"/>
      <w:divBdr>
        <w:top w:val="none" w:sz="0" w:space="0" w:color="auto"/>
        <w:left w:val="none" w:sz="0" w:space="0" w:color="auto"/>
        <w:bottom w:val="none" w:sz="0" w:space="0" w:color="auto"/>
        <w:right w:val="none" w:sz="0" w:space="0" w:color="auto"/>
      </w:divBdr>
    </w:div>
    <w:div w:id="959461245">
      <w:marLeft w:val="0"/>
      <w:marRight w:val="0"/>
      <w:marTop w:val="0"/>
      <w:marBottom w:val="0"/>
      <w:divBdr>
        <w:top w:val="none" w:sz="0" w:space="0" w:color="auto"/>
        <w:left w:val="none" w:sz="0" w:space="0" w:color="auto"/>
        <w:bottom w:val="none" w:sz="0" w:space="0" w:color="auto"/>
        <w:right w:val="none" w:sz="0" w:space="0" w:color="auto"/>
      </w:divBdr>
      <w:divsChild>
        <w:div w:id="242689829">
          <w:marLeft w:val="0"/>
          <w:marRight w:val="0"/>
          <w:marTop w:val="0"/>
          <w:marBottom w:val="0"/>
          <w:divBdr>
            <w:top w:val="none" w:sz="0" w:space="0" w:color="auto"/>
            <w:left w:val="none" w:sz="0" w:space="0" w:color="auto"/>
            <w:bottom w:val="none" w:sz="0" w:space="0" w:color="auto"/>
            <w:right w:val="none" w:sz="0" w:space="0" w:color="auto"/>
          </w:divBdr>
        </w:div>
        <w:div w:id="1453476048">
          <w:marLeft w:val="0"/>
          <w:marRight w:val="0"/>
          <w:marTop w:val="0"/>
          <w:marBottom w:val="0"/>
          <w:divBdr>
            <w:top w:val="none" w:sz="0" w:space="0" w:color="auto"/>
            <w:left w:val="none" w:sz="0" w:space="0" w:color="auto"/>
            <w:bottom w:val="none" w:sz="0" w:space="0" w:color="auto"/>
            <w:right w:val="none" w:sz="0" w:space="0" w:color="auto"/>
          </w:divBdr>
        </w:div>
        <w:div w:id="1967537707">
          <w:marLeft w:val="0"/>
          <w:marRight w:val="0"/>
          <w:marTop w:val="0"/>
          <w:marBottom w:val="0"/>
          <w:divBdr>
            <w:top w:val="none" w:sz="0" w:space="0" w:color="auto"/>
            <w:left w:val="none" w:sz="0" w:space="0" w:color="auto"/>
            <w:bottom w:val="none" w:sz="0" w:space="0" w:color="auto"/>
            <w:right w:val="none" w:sz="0" w:space="0" w:color="auto"/>
          </w:divBdr>
        </w:div>
      </w:divsChild>
    </w:div>
    <w:div w:id="962535844">
      <w:bodyDiv w:val="1"/>
      <w:marLeft w:val="0"/>
      <w:marRight w:val="0"/>
      <w:marTop w:val="0"/>
      <w:marBottom w:val="0"/>
      <w:divBdr>
        <w:top w:val="none" w:sz="0" w:space="0" w:color="auto"/>
        <w:left w:val="none" w:sz="0" w:space="0" w:color="auto"/>
        <w:bottom w:val="none" w:sz="0" w:space="0" w:color="auto"/>
        <w:right w:val="none" w:sz="0" w:space="0" w:color="auto"/>
      </w:divBdr>
    </w:div>
    <w:div w:id="969172152">
      <w:marLeft w:val="0"/>
      <w:marRight w:val="0"/>
      <w:marTop w:val="0"/>
      <w:marBottom w:val="0"/>
      <w:divBdr>
        <w:top w:val="none" w:sz="0" w:space="0" w:color="auto"/>
        <w:left w:val="none" w:sz="0" w:space="0" w:color="auto"/>
        <w:bottom w:val="none" w:sz="0" w:space="0" w:color="auto"/>
        <w:right w:val="none" w:sz="0" w:space="0" w:color="auto"/>
      </w:divBdr>
    </w:div>
    <w:div w:id="970208936">
      <w:marLeft w:val="0"/>
      <w:marRight w:val="0"/>
      <w:marTop w:val="0"/>
      <w:marBottom w:val="0"/>
      <w:divBdr>
        <w:top w:val="none" w:sz="0" w:space="0" w:color="auto"/>
        <w:left w:val="none" w:sz="0" w:space="0" w:color="auto"/>
        <w:bottom w:val="none" w:sz="0" w:space="0" w:color="auto"/>
        <w:right w:val="none" w:sz="0" w:space="0" w:color="auto"/>
      </w:divBdr>
    </w:div>
    <w:div w:id="978001779">
      <w:marLeft w:val="0"/>
      <w:marRight w:val="0"/>
      <w:marTop w:val="0"/>
      <w:marBottom w:val="0"/>
      <w:divBdr>
        <w:top w:val="none" w:sz="0" w:space="0" w:color="auto"/>
        <w:left w:val="none" w:sz="0" w:space="0" w:color="auto"/>
        <w:bottom w:val="none" w:sz="0" w:space="0" w:color="auto"/>
        <w:right w:val="none" w:sz="0" w:space="0" w:color="auto"/>
      </w:divBdr>
    </w:div>
    <w:div w:id="980156713">
      <w:marLeft w:val="0"/>
      <w:marRight w:val="0"/>
      <w:marTop w:val="0"/>
      <w:marBottom w:val="0"/>
      <w:divBdr>
        <w:top w:val="none" w:sz="0" w:space="0" w:color="auto"/>
        <w:left w:val="none" w:sz="0" w:space="0" w:color="auto"/>
        <w:bottom w:val="none" w:sz="0" w:space="0" w:color="auto"/>
        <w:right w:val="none" w:sz="0" w:space="0" w:color="auto"/>
      </w:divBdr>
    </w:div>
    <w:div w:id="989022553">
      <w:marLeft w:val="0"/>
      <w:marRight w:val="0"/>
      <w:marTop w:val="0"/>
      <w:marBottom w:val="0"/>
      <w:divBdr>
        <w:top w:val="none" w:sz="0" w:space="0" w:color="auto"/>
        <w:left w:val="none" w:sz="0" w:space="0" w:color="auto"/>
        <w:bottom w:val="none" w:sz="0" w:space="0" w:color="auto"/>
        <w:right w:val="none" w:sz="0" w:space="0" w:color="auto"/>
      </w:divBdr>
    </w:div>
    <w:div w:id="1019772535">
      <w:bodyDiv w:val="1"/>
      <w:marLeft w:val="0"/>
      <w:marRight w:val="0"/>
      <w:marTop w:val="0"/>
      <w:marBottom w:val="0"/>
      <w:divBdr>
        <w:top w:val="none" w:sz="0" w:space="0" w:color="auto"/>
        <w:left w:val="none" w:sz="0" w:space="0" w:color="auto"/>
        <w:bottom w:val="none" w:sz="0" w:space="0" w:color="auto"/>
        <w:right w:val="none" w:sz="0" w:space="0" w:color="auto"/>
      </w:divBdr>
    </w:div>
    <w:div w:id="1046683287">
      <w:marLeft w:val="0"/>
      <w:marRight w:val="0"/>
      <w:marTop w:val="0"/>
      <w:marBottom w:val="0"/>
      <w:divBdr>
        <w:top w:val="none" w:sz="0" w:space="0" w:color="auto"/>
        <w:left w:val="none" w:sz="0" w:space="0" w:color="auto"/>
        <w:bottom w:val="none" w:sz="0" w:space="0" w:color="auto"/>
        <w:right w:val="none" w:sz="0" w:space="0" w:color="auto"/>
      </w:divBdr>
    </w:div>
    <w:div w:id="1077677244">
      <w:bodyDiv w:val="1"/>
      <w:marLeft w:val="0"/>
      <w:marRight w:val="0"/>
      <w:marTop w:val="0"/>
      <w:marBottom w:val="0"/>
      <w:divBdr>
        <w:top w:val="none" w:sz="0" w:space="0" w:color="auto"/>
        <w:left w:val="none" w:sz="0" w:space="0" w:color="auto"/>
        <w:bottom w:val="none" w:sz="0" w:space="0" w:color="auto"/>
        <w:right w:val="none" w:sz="0" w:space="0" w:color="auto"/>
      </w:divBdr>
    </w:div>
    <w:div w:id="1101149442">
      <w:marLeft w:val="0"/>
      <w:marRight w:val="0"/>
      <w:marTop w:val="0"/>
      <w:marBottom w:val="0"/>
      <w:divBdr>
        <w:top w:val="none" w:sz="0" w:space="0" w:color="auto"/>
        <w:left w:val="none" w:sz="0" w:space="0" w:color="auto"/>
        <w:bottom w:val="none" w:sz="0" w:space="0" w:color="auto"/>
        <w:right w:val="none" w:sz="0" w:space="0" w:color="auto"/>
      </w:divBdr>
    </w:div>
    <w:div w:id="1101493325">
      <w:marLeft w:val="0"/>
      <w:marRight w:val="0"/>
      <w:marTop w:val="0"/>
      <w:marBottom w:val="0"/>
      <w:divBdr>
        <w:top w:val="none" w:sz="0" w:space="0" w:color="auto"/>
        <w:left w:val="none" w:sz="0" w:space="0" w:color="auto"/>
        <w:bottom w:val="none" w:sz="0" w:space="0" w:color="auto"/>
        <w:right w:val="none" w:sz="0" w:space="0" w:color="auto"/>
      </w:divBdr>
    </w:div>
    <w:div w:id="1112625158">
      <w:marLeft w:val="0"/>
      <w:marRight w:val="0"/>
      <w:marTop w:val="0"/>
      <w:marBottom w:val="0"/>
      <w:divBdr>
        <w:top w:val="none" w:sz="0" w:space="0" w:color="auto"/>
        <w:left w:val="none" w:sz="0" w:space="0" w:color="auto"/>
        <w:bottom w:val="none" w:sz="0" w:space="0" w:color="auto"/>
        <w:right w:val="none" w:sz="0" w:space="0" w:color="auto"/>
      </w:divBdr>
    </w:div>
    <w:div w:id="1121025256">
      <w:marLeft w:val="0"/>
      <w:marRight w:val="0"/>
      <w:marTop w:val="0"/>
      <w:marBottom w:val="0"/>
      <w:divBdr>
        <w:top w:val="none" w:sz="0" w:space="0" w:color="auto"/>
        <w:left w:val="none" w:sz="0" w:space="0" w:color="auto"/>
        <w:bottom w:val="none" w:sz="0" w:space="0" w:color="auto"/>
        <w:right w:val="none" w:sz="0" w:space="0" w:color="auto"/>
      </w:divBdr>
    </w:div>
    <w:div w:id="1136218623">
      <w:marLeft w:val="0"/>
      <w:marRight w:val="0"/>
      <w:marTop w:val="0"/>
      <w:marBottom w:val="0"/>
      <w:divBdr>
        <w:top w:val="none" w:sz="0" w:space="0" w:color="auto"/>
        <w:left w:val="none" w:sz="0" w:space="0" w:color="auto"/>
        <w:bottom w:val="none" w:sz="0" w:space="0" w:color="auto"/>
        <w:right w:val="none" w:sz="0" w:space="0" w:color="auto"/>
      </w:divBdr>
    </w:div>
    <w:div w:id="1154299992">
      <w:marLeft w:val="0"/>
      <w:marRight w:val="0"/>
      <w:marTop w:val="0"/>
      <w:marBottom w:val="0"/>
      <w:divBdr>
        <w:top w:val="none" w:sz="0" w:space="0" w:color="auto"/>
        <w:left w:val="none" w:sz="0" w:space="0" w:color="auto"/>
        <w:bottom w:val="none" w:sz="0" w:space="0" w:color="auto"/>
        <w:right w:val="none" w:sz="0" w:space="0" w:color="auto"/>
      </w:divBdr>
      <w:divsChild>
        <w:div w:id="1061366314">
          <w:marLeft w:val="0"/>
          <w:marRight w:val="0"/>
          <w:marTop w:val="0"/>
          <w:marBottom w:val="0"/>
          <w:divBdr>
            <w:top w:val="none" w:sz="0" w:space="0" w:color="auto"/>
            <w:left w:val="none" w:sz="0" w:space="0" w:color="auto"/>
            <w:bottom w:val="none" w:sz="0" w:space="0" w:color="auto"/>
            <w:right w:val="none" w:sz="0" w:space="0" w:color="auto"/>
          </w:divBdr>
        </w:div>
        <w:div w:id="1070272448">
          <w:marLeft w:val="0"/>
          <w:marRight w:val="0"/>
          <w:marTop w:val="0"/>
          <w:marBottom w:val="0"/>
          <w:divBdr>
            <w:top w:val="none" w:sz="0" w:space="0" w:color="auto"/>
            <w:left w:val="none" w:sz="0" w:space="0" w:color="auto"/>
            <w:bottom w:val="none" w:sz="0" w:space="0" w:color="auto"/>
            <w:right w:val="none" w:sz="0" w:space="0" w:color="auto"/>
          </w:divBdr>
        </w:div>
        <w:div w:id="1254893754">
          <w:marLeft w:val="0"/>
          <w:marRight w:val="0"/>
          <w:marTop w:val="0"/>
          <w:marBottom w:val="0"/>
          <w:divBdr>
            <w:top w:val="none" w:sz="0" w:space="0" w:color="auto"/>
            <w:left w:val="none" w:sz="0" w:space="0" w:color="auto"/>
            <w:bottom w:val="none" w:sz="0" w:space="0" w:color="auto"/>
            <w:right w:val="none" w:sz="0" w:space="0" w:color="auto"/>
          </w:divBdr>
        </w:div>
        <w:div w:id="1270966982">
          <w:marLeft w:val="0"/>
          <w:marRight w:val="0"/>
          <w:marTop w:val="0"/>
          <w:marBottom w:val="0"/>
          <w:divBdr>
            <w:top w:val="none" w:sz="0" w:space="0" w:color="auto"/>
            <w:left w:val="none" w:sz="0" w:space="0" w:color="auto"/>
            <w:bottom w:val="none" w:sz="0" w:space="0" w:color="auto"/>
            <w:right w:val="none" w:sz="0" w:space="0" w:color="auto"/>
          </w:divBdr>
        </w:div>
        <w:div w:id="1825078776">
          <w:marLeft w:val="0"/>
          <w:marRight w:val="0"/>
          <w:marTop w:val="0"/>
          <w:marBottom w:val="0"/>
          <w:divBdr>
            <w:top w:val="none" w:sz="0" w:space="0" w:color="auto"/>
            <w:left w:val="none" w:sz="0" w:space="0" w:color="auto"/>
            <w:bottom w:val="none" w:sz="0" w:space="0" w:color="auto"/>
            <w:right w:val="none" w:sz="0" w:space="0" w:color="auto"/>
          </w:divBdr>
        </w:div>
      </w:divsChild>
    </w:div>
    <w:div w:id="1159349335">
      <w:marLeft w:val="0"/>
      <w:marRight w:val="0"/>
      <w:marTop w:val="0"/>
      <w:marBottom w:val="0"/>
      <w:divBdr>
        <w:top w:val="none" w:sz="0" w:space="0" w:color="auto"/>
        <w:left w:val="none" w:sz="0" w:space="0" w:color="auto"/>
        <w:bottom w:val="none" w:sz="0" w:space="0" w:color="auto"/>
        <w:right w:val="none" w:sz="0" w:space="0" w:color="auto"/>
      </w:divBdr>
    </w:div>
    <w:div w:id="1159810897">
      <w:marLeft w:val="0"/>
      <w:marRight w:val="0"/>
      <w:marTop w:val="0"/>
      <w:marBottom w:val="0"/>
      <w:divBdr>
        <w:top w:val="none" w:sz="0" w:space="0" w:color="auto"/>
        <w:left w:val="none" w:sz="0" w:space="0" w:color="auto"/>
        <w:bottom w:val="none" w:sz="0" w:space="0" w:color="auto"/>
        <w:right w:val="none" w:sz="0" w:space="0" w:color="auto"/>
      </w:divBdr>
    </w:div>
    <w:div w:id="1165704386">
      <w:marLeft w:val="0"/>
      <w:marRight w:val="0"/>
      <w:marTop w:val="0"/>
      <w:marBottom w:val="0"/>
      <w:divBdr>
        <w:top w:val="none" w:sz="0" w:space="0" w:color="auto"/>
        <w:left w:val="none" w:sz="0" w:space="0" w:color="auto"/>
        <w:bottom w:val="none" w:sz="0" w:space="0" w:color="auto"/>
        <w:right w:val="none" w:sz="0" w:space="0" w:color="auto"/>
      </w:divBdr>
    </w:div>
    <w:div w:id="1196576438">
      <w:marLeft w:val="0"/>
      <w:marRight w:val="0"/>
      <w:marTop w:val="0"/>
      <w:marBottom w:val="0"/>
      <w:divBdr>
        <w:top w:val="none" w:sz="0" w:space="0" w:color="auto"/>
        <w:left w:val="none" w:sz="0" w:space="0" w:color="auto"/>
        <w:bottom w:val="none" w:sz="0" w:space="0" w:color="auto"/>
        <w:right w:val="none" w:sz="0" w:space="0" w:color="auto"/>
      </w:divBdr>
    </w:div>
    <w:div w:id="1199471734">
      <w:marLeft w:val="0"/>
      <w:marRight w:val="0"/>
      <w:marTop w:val="0"/>
      <w:marBottom w:val="0"/>
      <w:divBdr>
        <w:top w:val="none" w:sz="0" w:space="0" w:color="auto"/>
        <w:left w:val="none" w:sz="0" w:space="0" w:color="auto"/>
        <w:bottom w:val="none" w:sz="0" w:space="0" w:color="auto"/>
        <w:right w:val="none" w:sz="0" w:space="0" w:color="auto"/>
      </w:divBdr>
    </w:div>
    <w:div w:id="1200095926">
      <w:marLeft w:val="0"/>
      <w:marRight w:val="0"/>
      <w:marTop w:val="0"/>
      <w:marBottom w:val="0"/>
      <w:divBdr>
        <w:top w:val="none" w:sz="0" w:space="0" w:color="auto"/>
        <w:left w:val="none" w:sz="0" w:space="0" w:color="auto"/>
        <w:bottom w:val="none" w:sz="0" w:space="0" w:color="auto"/>
        <w:right w:val="none" w:sz="0" w:space="0" w:color="auto"/>
      </w:divBdr>
    </w:div>
    <w:div w:id="1208489255">
      <w:marLeft w:val="0"/>
      <w:marRight w:val="0"/>
      <w:marTop w:val="0"/>
      <w:marBottom w:val="0"/>
      <w:divBdr>
        <w:top w:val="none" w:sz="0" w:space="0" w:color="auto"/>
        <w:left w:val="none" w:sz="0" w:space="0" w:color="auto"/>
        <w:bottom w:val="none" w:sz="0" w:space="0" w:color="auto"/>
        <w:right w:val="none" w:sz="0" w:space="0" w:color="auto"/>
      </w:divBdr>
    </w:div>
    <w:div w:id="1221287621">
      <w:marLeft w:val="0"/>
      <w:marRight w:val="0"/>
      <w:marTop w:val="0"/>
      <w:marBottom w:val="0"/>
      <w:divBdr>
        <w:top w:val="none" w:sz="0" w:space="0" w:color="auto"/>
        <w:left w:val="none" w:sz="0" w:space="0" w:color="auto"/>
        <w:bottom w:val="none" w:sz="0" w:space="0" w:color="auto"/>
        <w:right w:val="none" w:sz="0" w:space="0" w:color="auto"/>
      </w:divBdr>
    </w:div>
    <w:div w:id="1227497999">
      <w:marLeft w:val="0"/>
      <w:marRight w:val="0"/>
      <w:marTop w:val="0"/>
      <w:marBottom w:val="0"/>
      <w:divBdr>
        <w:top w:val="none" w:sz="0" w:space="0" w:color="auto"/>
        <w:left w:val="none" w:sz="0" w:space="0" w:color="auto"/>
        <w:bottom w:val="none" w:sz="0" w:space="0" w:color="auto"/>
        <w:right w:val="none" w:sz="0" w:space="0" w:color="auto"/>
      </w:divBdr>
    </w:div>
    <w:div w:id="1268931794">
      <w:bodyDiv w:val="1"/>
      <w:marLeft w:val="0"/>
      <w:marRight w:val="0"/>
      <w:marTop w:val="0"/>
      <w:marBottom w:val="0"/>
      <w:divBdr>
        <w:top w:val="none" w:sz="0" w:space="0" w:color="auto"/>
        <w:left w:val="none" w:sz="0" w:space="0" w:color="auto"/>
        <w:bottom w:val="none" w:sz="0" w:space="0" w:color="auto"/>
        <w:right w:val="none" w:sz="0" w:space="0" w:color="auto"/>
      </w:divBdr>
    </w:div>
    <w:div w:id="1272321231">
      <w:marLeft w:val="0"/>
      <w:marRight w:val="0"/>
      <w:marTop w:val="0"/>
      <w:marBottom w:val="0"/>
      <w:divBdr>
        <w:top w:val="none" w:sz="0" w:space="0" w:color="auto"/>
        <w:left w:val="none" w:sz="0" w:space="0" w:color="auto"/>
        <w:bottom w:val="none" w:sz="0" w:space="0" w:color="auto"/>
        <w:right w:val="none" w:sz="0" w:space="0" w:color="auto"/>
      </w:divBdr>
    </w:div>
    <w:div w:id="1282687106">
      <w:marLeft w:val="0"/>
      <w:marRight w:val="0"/>
      <w:marTop w:val="0"/>
      <w:marBottom w:val="0"/>
      <w:divBdr>
        <w:top w:val="none" w:sz="0" w:space="0" w:color="auto"/>
        <w:left w:val="none" w:sz="0" w:space="0" w:color="auto"/>
        <w:bottom w:val="none" w:sz="0" w:space="0" w:color="auto"/>
        <w:right w:val="none" w:sz="0" w:space="0" w:color="auto"/>
      </w:divBdr>
    </w:div>
    <w:div w:id="1290162162">
      <w:bodyDiv w:val="1"/>
      <w:marLeft w:val="0"/>
      <w:marRight w:val="0"/>
      <w:marTop w:val="0"/>
      <w:marBottom w:val="0"/>
      <w:divBdr>
        <w:top w:val="none" w:sz="0" w:space="0" w:color="auto"/>
        <w:left w:val="none" w:sz="0" w:space="0" w:color="auto"/>
        <w:bottom w:val="none" w:sz="0" w:space="0" w:color="auto"/>
        <w:right w:val="none" w:sz="0" w:space="0" w:color="auto"/>
      </w:divBdr>
    </w:div>
    <w:div w:id="1301418079">
      <w:marLeft w:val="0"/>
      <w:marRight w:val="0"/>
      <w:marTop w:val="0"/>
      <w:marBottom w:val="0"/>
      <w:divBdr>
        <w:top w:val="none" w:sz="0" w:space="0" w:color="auto"/>
        <w:left w:val="none" w:sz="0" w:space="0" w:color="auto"/>
        <w:bottom w:val="none" w:sz="0" w:space="0" w:color="auto"/>
        <w:right w:val="none" w:sz="0" w:space="0" w:color="auto"/>
      </w:divBdr>
    </w:div>
    <w:div w:id="1314867660">
      <w:marLeft w:val="0"/>
      <w:marRight w:val="0"/>
      <w:marTop w:val="0"/>
      <w:marBottom w:val="0"/>
      <w:divBdr>
        <w:top w:val="none" w:sz="0" w:space="0" w:color="auto"/>
        <w:left w:val="none" w:sz="0" w:space="0" w:color="auto"/>
        <w:bottom w:val="none" w:sz="0" w:space="0" w:color="auto"/>
        <w:right w:val="none" w:sz="0" w:space="0" w:color="auto"/>
      </w:divBdr>
    </w:div>
    <w:div w:id="1316684249">
      <w:marLeft w:val="0"/>
      <w:marRight w:val="0"/>
      <w:marTop w:val="0"/>
      <w:marBottom w:val="0"/>
      <w:divBdr>
        <w:top w:val="none" w:sz="0" w:space="0" w:color="auto"/>
        <w:left w:val="none" w:sz="0" w:space="0" w:color="auto"/>
        <w:bottom w:val="none" w:sz="0" w:space="0" w:color="auto"/>
        <w:right w:val="none" w:sz="0" w:space="0" w:color="auto"/>
      </w:divBdr>
    </w:div>
    <w:div w:id="1330020220">
      <w:marLeft w:val="0"/>
      <w:marRight w:val="0"/>
      <w:marTop w:val="0"/>
      <w:marBottom w:val="0"/>
      <w:divBdr>
        <w:top w:val="none" w:sz="0" w:space="0" w:color="auto"/>
        <w:left w:val="none" w:sz="0" w:space="0" w:color="auto"/>
        <w:bottom w:val="none" w:sz="0" w:space="0" w:color="auto"/>
        <w:right w:val="none" w:sz="0" w:space="0" w:color="auto"/>
      </w:divBdr>
    </w:div>
    <w:div w:id="1339842582">
      <w:marLeft w:val="0"/>
      <w:marRight w:val="0"/>
      <w:marTop w:val="0"/>
      <w:marBottom w:val="0"/>
      <w:divBdr>
        <w:top w:val="none" w:sz="0" w:space="0" w:color="auto"/>
        <w:left w:val="none" w:sz="0" w:space="0" w:color="auto"/>
        <w:bottom w:val="none" w:sz="0" w:space="0" w:color="auto"/>
        <w:right w:val="none" w:sz="0" w:space="0" w:color="auto"/>
      </w:divBdr>
    </w:div>
    <w:div w:id="1352100194">
      <w:marLeft w:val="0"/>
      <w:marRight w:val="0"/>
      <w:marTop w:val="0"/>
      <w:marBottom w:val="0"/>
      <w:divBdr>
        <w:top w:val="none" w:sz="0" w:space="0" w:color="auto"/>
        <w:left w:val="none" w:sz="0" w:space="0" w:color="auto"/>
        <w:bottom w:val="none" w:sz="0" w:space="0" w:color="auto"/>
        <w:right w:val="none" w:sz="0" w:space="0" w:color="auto"/>
      </w:divBdr>
    </w:div>
    <w:div w:id="1357461161">
      <w:marLeft w:val="0"/>
      <w:marRight w:val="0"/>
      <w:marTop w:val="0"/>
      <w:marBottom w:val="0"/>
      <w:divBdr>
        <w:top w:val="none" w:sz="0" w:space="0" w:color="auto"/>
        <w:left w:val="none" w:sz="0" w:space="0" w:color="auto"/>
        <w:bottom w:val="none" w:sz="0" w:space="0" w:color="auto"/>
        <w:right w:val="none" w:sz="0" w:space="0" w:color="auto"/>
      </w:divBdr>
    </w:div>
    <w:div w:id="1361667073">
      <w:marLeft w:val="0"/>
      <w:marRight w:val="0"/>
      <w:marTop w:val="0"/>
      <w:marBottom w:val="0"/>
      <w:divBdr>
        <w:top w:val="none" w:sz="0" w:space="0" w:color="auto"/>
        <w:left w:val="none" w:sz="0" w:space="0" w:color="auto"/>
        <w:bottom w:val="none" w:sz="0" w:space="0" w:color="auto"/>
        <w:right w:val="none" w:sz="0" w:space="0" w:color="auto"/>
      </w:divBdr>
    </w:div>
    <w:div w:id="1382901759">
      <w:marLeft w:val="0"/>
      <w:marRight w:val="0"/>
      <w:marTop w:val="0"/>
      <w:marBottom w:val="0"/>
      <w:divBdr>
        <w:top w:val="none" w:sz="0" w:space="0" w:color="auto"/>
        <w:left w:val="none" w:sz="0" w:space="0" w:color="auto"/>
        <w:bottom w:val="none" w:sz="0" w:space="0" w:color="auto"/>
        <w:right w:val="none" w:sz="0" w:space="0" w:color="auto"/>
      </w:divBdr>
    </w:div>
    <w:div w:id="1389108926">
      <w:marLeft w:val="0"/>
      <w:marRight w:val="0"/>
      <w:marTop w:val="0"/>
      <w:marBottom w:val="0"/>
      <w:divBdr>
        <w:top w:val="none" w:sz="0" w:space="0" w:color="auto"/>
        <w:left w:val="none" w:sz="0" w:space="0" w:color="auto"/>
        <w:bottom w:val="none" w:sz="0" w:space="0" w:color="auto"/>
        <w:right w:val="none" w:sz="0" w:space="0" w:color="auto"/>
      </w:divBdr>
    </w:div>
    <w:div w:id="1393772176">
      <w:marLeft w:val="0"/>
      <w:marRight w:val="0"/>
      <w:marTop w:val="0"/>
      <w:marBottom w:val="0"/>
      <w:divBdr>
        <w:top w:val="none" w:sz="0" w:space="0" w:color="auto"/>
        <w:left w:val="none" w:sz="0" w:space="0" w:color="auto"/>
        <w:bottom w:val="none" w:sz="0" w:space="0" w:color="auto"/>
        <w:right w:val="none" w:sz="0" w:space="0" w:color="auto"/>
      </w:divBdr>
      <w:divsChild>
        <w:div w:id="1198012192">
          <w:marLeft w:val="0"/>
          <w:marRight w:val="0"/>
          <w:marTop w:val="0"/>
          <w:marBottom w:val="0"/>
          <w:divBdr>
            <w:top w:val="none" w:sz="0" w:space="0" w:color="auto"/>
            <w:left w:val="none" w:sz="0" w:space="0" w:color="auto"/>
            <w:bottom w:val="none" w:sz="0" w:space="0" w:color="auto"/>
            <w:right w:val="none" w:sz="0" w:space="0" w:color="auto"/>
          </w:divBdr>
        </w:div>
      </w:divsChild>
    </w:div>
    <w:div w:id="1423527292">
      <w:marLeft w:val="0"/>
      <w:marRight w:val="0"/>
      <w:marTop w:val="0"/>
      <w:marBottom w:val="0"/>
      <w:divBdr>
        <w:top w:val="none" w:sz="0" w:space="0" w:color="auto"/>
        <w:left w:val="none" w:sz="0" w:space="0" w:color="auto"/>
        <w:bottom w:val="none" w:sz="0" w:space="0" w:color="auto"/>
        <w:right w:val="none" w:sz="0" w:space="0" w:color="auto"/>
      </w:divBdr>
    </w:div>
    <w:div w:id="1438717930">
      <w:marLeft w:val="0"/>
      <w:marRight w:val="0"/>
      <w:marTop w:val="0"/>
      <w:marBottom w:val="0"/>
      <w:divBdr>
        <w:top w:val="none" w:sz="0" w:space="0" w:color="auto"/>
        <w:left w:val="none" w:sz="0" w:space="0" w:color="auto"/>
        <w:bottom w:val="none" w:sz="0" w:space="0" w:color="auto"/>
        <w:right w:val="none" w:sz="0" w:space="0" w:color="auto"/>
      </w:divBdr>
    </w:div>
    <w:div w:id="1442652535">
      <w:marLeft w:val="0"/>
      <w:marRight w:val="0"/>
      <w:marTop w:val="0"/>
      <w:marBottom w:val="0"/>
      <w:divBdr>
        <w:top w:val="none" w:sz="0" w:space="0" w:color="auto"/>
        <w:left w:val="none" w:sz="0" w:space="0" w:color="auto"/>
        <w:bottom w:val="none" w:sz="0" w:space="0" w:color="auto"/>
        <w:right w:val="none" w:sz="0" w:space="0" w:color="auto"/>
      </w:divBdr>
    </w:div>
    <w:div w:id="1449083503">
      <w:marLeft w:val="0"/>
      <w:marRight w:val="0"/>
      <w:marTop w:val="0"/>
      <w:marBottom w:val="0"/>
      <w:divBdr>
        <w:top w:val="none" w:sz="0" w:space="0" w:color="auto"/>
        <w:left w:val="none" w:sz="0" w:space="0" w:color="auto"/>
        <w:bottom w:val="none" w:sz="0" w:space="0" w:color="auto"/>
        <w:right w:val="none" w:sz="0" w:space="0" w:color="auto"/>
      </w:divBdr>
    </w:div>
    <w:div w:id="1455292840">
      <w:marLeft w:val="0"/>
      <w:marRight w:val="0"/>
      <w:marTop w:val="0"/>
      <w:marBottom w:val="0"/>
      <w:divBdr>
        <w:top w:val="none" w:sz="0" w:space="0" w:color="auto"/>
        <w:left w:val="none" w:sz="0" w:space="0" w:color="auto"/>
        <w:bottom w:val="none" w:sz="0" w:space="0" w:color="auto"/>
        <w:right w:val="none" w:sz="0" w:space="0" w:color="auto"/>
      </w:divBdr>
      <w:divsChild>
        <w:div w:id="340551182">
          <w:marLeft w:val="0"/>
          <w:marRight w:val="0"/>
          <w:marTop w:val="0"/>
          <w:marBottom w:val="0"/>
          <w:divBdr>
            <w:top w:val="none" w:sz="0" w:space="0" w:color="auto"/>
            <w:left w:val="none" w:sz="0" w:space="0" w:color="auto"/>
            <w:bottom w:val="none" w:sz="0" w:space="0" w:color="auto"/>
            <w:right w:val="none" w:sz="0" w:space="0" w:color="auto"/>
          </w:divBdr>
        </w:div>
        <w:div w:id="407852778">
          <w:marLeft w:val="0"/>
          <w:marRight w:val="0"/>
          <w:marTop w:val="0"/>
          <w:marBottom w:val="0"/>
          <w:divBdr>
            <w:top w:val="none" w:sz="0" w:space="0" w:color="auto"/>
            <w:left w:val="none" w:sz="0" w:space="0" w:color="auto"/>
            <w:bottom w:val="none" w:sz="0" w:space="0" w:color="auto"/>
            <w:right w:val="none" w:sz="0" w:space="0" w:color="auto"/>
          </w:divBdr>
        </w:div>
        <w:div w:id="1151483031">
          <w:marLeft w:val="0"/>
          <w:marRight w:val="0"/>
          <w:marTop w:val="0"/>
          <w:marBottom w:val="0"/>
          <w:divBdr>
            <w:top w:val="none" w:sz="0" w:space="0" w:color="auto"/>
            <w:left w:val="none" w:sz="0" w:space="0" w:color="auto"/>
            <w:bottom w:val="none" w:sz="0" w:space="0" w:color="auto"/>
            <w:right w:val="none" w:sz="0" w:space="0" w:color="auto"/>
          </w:divBdr>
        </w:div>
        <w:div w:id="1512260552">
          <w:marLeft w:val="0"/>
          <w:marRight w:val="0"/>
          <w:marTop w:val="0"/>
          <w:marBottom w:val="0"/>
          <w:divBdr>
            <w:top w:val="none" w:sz="0" w:space="0" w:color="auto"/>
            <w:left w:val="none" w:sz="0" w:space="0" w:color="auto"/>
            <w:bottom w:val="none" w:sz="0" w:space="0" w:color="auto"/>
            <w:right w:val="none" w:sz="0" w:space="0" w:color="auto"/>
          </w:divBdr>
        </w:div>
        <w:div w:id="1943996575">
          <w:marLeft w:val="0"/>
          <w:marRight w:val="0"/>
          <w:marTop w:val="0"/>
          <w:marBottom w:val="0"/>
          <w:divBdr>
            <w:top w:val="none" w:sz="0" w:space="0" w:color="auto"/>
            <w:left w:val="none" w:sz="0" w:space="0" w:color="auto"/>
            <w:bottom w:val="none" w:sz="0" w:space="0" w:color="auto"/>
            <w:right w:val="none" w:sz="0" w:space="0" w:color="auto"/>
          </w:divBdr>
        </w:div>
        <w:div w:id="2094160694">
          <w:marLeft w:val="0"/>
          <w:marRight w:val="0"/>
          <w:marTop w:val="0"/>
          <w:marBottom w:val="0"/>
          <w:divBdr>
            <w:top w:val="none" w:sz="0" w:space="0" w:color="auto"/>
            <w:left w:val="none" w:sz="0" w:space="0" w:color="auto"/>
            <w:bottom w:val="none" w:sz="0" w:space="0" w:color="auto"/>
            <w:right w:val="none" w:sz="0" w:space="0" w:color="auto"/>
          </w:divBdr>
        </w:div>
      </w:divsChild>
    </w:div>
    <w:div w:id="1464614927">
      <w:marLeft w:val="0"/>
      <w:marRight w:val="0"/>
      <w:marTop w:val="0"/>
      <w:marBottom w:val="0"/>
      <w:divBdr>
        <w:top w:val="none" w:sz="0" w:space="0" w:color="auto"/>
        <w:left w:val="none" w:sz="0" w:space="0" w:color="auto"/>
        <w:bottom w:val="none" w:sz="0" w:space="0" w:color="auto"/>
        <w:right w:val="none" w:sz="0" w:space="0" w:color="auto"/>
      </w:divBdr>
    </w:div>
    <w:div w:id="1514028956">
      <w:marLeft w:val="0"/>
      <w:marRight w:val="0"/>
      <w:marTop w:val="0"/>
      <w:marBottom w:val="0"/>
      <w:divBdr>
        <w:top w:val="none" w:sz="0" w:space="0" w:color="auto"/>
        <w:left w:val="none" w:sz="0" w:space="0" w:color="auto"/>
        <w:bottom w:val="none" w:sz="0" w:space="0" w:color="auto"/>
        <w:right w:val="none" w:sz="0" w:space="0" w:color="auto"/>
      </w:divBdr>
      <w:divsChild>
        <w:div w:id="138495633">
          <w:marLeft w:val="0"/>
          <w:marRight w:val="0"/>
          <w:marTop w:val="0"/>
          <w:marBottom w:val="0"/>
          <w:divBdr>
            <w:top w:val="none" w:sz="0" w:space="0" w:color="auto"/>
            <w:left w:val="none" w:sz="0" w:space="0" w:color="auto"/>
            <w:bottom w:val="none" w:sz="0" w:space="0" w:color="auto"/>
            <w:right w:val="none" w:sz="0" w:space="0" w:color="auto"/>
          </w:divBdr>
        </w:div>
        <w:div w:id="1378550072">
          <w:marLeft w:val="0"/>
          <w:marRight w:val="0"/>
          <w:marTop w:val="0"/>
          <w:marBottom w:val="0"/>
          <w:divBdr>
            <w:top w:val="none" w:sz="0" w:space="0" w:color="auto"/>
            <w:left w:val="none" w:sz="0" w:space="0" w:color="auto"/>
            <w:bottom w:val="none" w:sz="0" w:space="0" w:color="auto"/>
            <w:right w:val="none" w:sz="0" w:space="0" w:color="auto"/>
          </w:divBdr>
        </w:div>
        <w:div w:id="1511799970">
          <w:marLeft w:val="0"/>
          <w:marRight w:val="0"/>
          <w:marTop w:val="0"/>
          <w:marBottom w:val="0"/>
          <w:divBdr>
            <w:top w:val="none" w:sz="0" w:space="0" w:color="auto"/>
            <w:left w:val="none" w:sz="0" w:space="0" w:color="auto"/>
            <w:bottom w:val="none" w:sz="0" w:space="0" w:color="auto"/>
            <w:right w:val="none" w:sz="0" w:space="0" w:color="auto"/>
          </w:divBdr>
        </w:div>
        <w:div w:id="2025746625">
          <w:marLeft w:val="0"/>
          <w:marRight w:val="0"/>
          <w:marTop w:val="0"/>
          <w:marBottom w:val="0"/>
          <w:divBdr>
            <w:top w:val="none" w:sz="0" w:space="0" w:color="auto"/>
            <w:left w:val="none" w:sz="0" w:space="0" w:color="auto"/>
            <w:bottom w:val="none" w:sz="0" w:space="0" w:color="auto"/>
            <w:right w:val="none" w:sz="0" w:space="0" w:color="auto"/>
          </w:divBdr>
        </w:div>
      </w:divsChild>
    </w:div>
    <w:div w:id="1543789704">
      <w:marLeft w:val="0"/>
      <w:marRight w:val="0"/>
      <w:marTop w:val="0"/>
      <w:marBottom w:val="0"/>
      <w:divBdr>
        <w:top w:val="none" w:sz="0" w:space="0" w:color="auto"/>
        <w:left w:val="none" w:sz="0" w:space="0" w:color="auto"/>
        <w:bottom w:val="none" w:sz="0" w:space="0" w:color="auto"/>
        <w:right w:val="none" w:sz="0" w:space="0" w:color="auto"/>
      </w:divBdr>
      <w:divsChild>
        <w:div w:id="672415287">
          <w:marLeft w:val="0"/>
          <w:marRight w:val="0"/>
          <w:marTop w:val="0"/>
          <w:marBottom w:val="0"/>
          <w:divBdr>
            <w:top w:val="none" w:sz="0" w:space="0" w:color="auto"/>
            <w:left w:val="none" w:sz="0" w:space="0" w:color="auto"/>
            <w:bottom w:val="none" w:sz="0" w:space="0" w:color="auto"/>
            <w:right w:val="none" w:sz="0" w:space="0" w:color="auto"/>
          </w:divBdr>
        </w:div>
        <w:div w:id="1960650369">
          <w:marLeft w:val="0"/>
          <w:marRight w:val="0"/>
          <w:marTop w:val="0"/>
          <w:marBottom w:val="0"/>
          <w:divBdr>
            <w:top w:val="none" w:sz="0" w:space="0" w:color="auto"/>
            <w:left w:val="none" w:sz="0" w:space="0" w:color="auto"/>
            <w:bottom w:val="none" w:sz="0" w:space="0" w:color="auto"/>
            <w:right w:val="none" w:sz="0" w:space="0" w:color="auto"/>
          </w:divBdr>
        </w:div>
      </w:divsChild>
    </w:div>
    <w:div w:id="1549757854">
      <w:marLeft w:val="0"/>
      <w:marRight w:val="0"/>
      <w:marTop w:val="0"/>
      <w:marBottom w:val="0"/>
      <w:divBdr>
        <w:top w:val="none" w:sz="0" w:space="0" w:color="auto"/>
        <w:left w:val="none" w:sz="0" w:space="0" w:color="auto"/>
        <w:bottom w:val="none" w:sz="0" w:space="0" w:color="auto"/>
        <w:right w:val="none" w:sz="0" w:space="0" w:color="auto"/>
      </w:divBdr>
    </w:div>
    <w:div w:id="1555657782">
      <w:marLeft w:val="0"/>
      <w:marRight w:val="0"/>
      <w:marTop w:val="0"/>
      <w:marBottom w:val="0"/>
      <w:divBdr>
        <w:top w:val="none" w:sz="0" w:space="0" w:color="auto"/>
        <w:left w:val="none" w:sz="0" w:space="0" w:color="auto"/>
        <w:bottom w:val="none" w:sz="0" w:space="0" w:color="auto"/>
        <w:right w:val="none" w:sz="0" w:space="0" w:color="auto"/>
      </w:divBdr>
    </w:div>
    <w:div w:id="1563247482">
      <w:marLeft w:val="0"/>
      <w:marRight w:val="0"/>
      <w:marTop w:val="0"/>
      <w:marBottom w:val="0"/>
      <w:divBdr>
        <w:top w:val="none" w:sz="0" w:space="0" w:color="auto"/>
        <w:left w:val="none" w:sz="0" w:space="0" w:color="auto"/>
        <w:bottom w:val="none" w:sz="0" w:space="0" w:color="auto"/>
        <w:right w:val="none" w:sz="0" w:space="0" w:color="auto"/>
      </w:divBdr>
    </w:div>
    <w:div w:id="1570575210">
      <w:marLeft w:val="0"/>
      <w:marRight w:val="0"/>
      <w:marTop w:val="0"/>
      <w:marBottom w:val="0"/>
      <w:divBdr>
        <w:top w:val="none" w:sz="0" w:space="0" w:color="auto"/>
        <w:left w:val="none" w:sz="0" w:space="0" w:color="auto"/>
        <w:bottom w:val="none" w:sz="0" w:space="0" w:color="auto"/>
        <w:right w:val="none" w:sz="0" w:space="0" w:color="auto"/>
      </w:divBdr>
    </w:div>
    <w:div w:id="1596984210">
      <w:marLeft w:val="0"/>
      <w:marRight w:val="0"/>
      <w:marTop w:val="0"/>
      <w:marBottom w:val="0"/>
      <w:divBdr>
        <w:top w:val="none" w:sz="0" w:space="0" w:color="auto"/>
        <w:left w:val="none" w:sz="0" w:space="0" w:color="auto"/>
        <w:bottom w:val="none" w:sz="0" w:space="0" w:color="auto"/>
        <w:right w:val="none" w:sz="0" w:space="0" w:color="auto"/>
      </w:divBdr>
    </w:div>
    <w:div w:id="1613321275">
      <w:bodyDiv w:val="1"/>
      <w:marLeft w:val="0"/>
      <w:marRight w:val="0"/>
      <w:marTop w:val="0"/>
      <w:marBottom w:val="0"/>
      <w:divBdr>
        <w:top w:val="none" w:sz="0" w:space="0" w:color="auto"/>
        <w:left w:val="none" w:sz="0" w:space="0" w:color="auto"/>
        <w:bottom w:val="none" w:sz="0" w:space="0" w:color="auto"/>
        <w:right w:val="none" w:sz="0" w:space="0" w:color="auto"/>
      </w:divBdr>
    </w:div>
    <w:div w:id="1616205729">
      <w:marLeft w:val="0"/>
      <w:marRight w:val="0"/>
      <w:marTop w:val="0"/>
      <w:marBottom w:val="0"/>
      <w:divBdr>
        <w:top w:val="none" w:sz="0" w:space="0" w:color="auto"/>
        <w:left w:val="none" w:sz="0" w:space="0" w:color="auto"/>
        <w:bottom w:val="none" w:sz="0" w:space="0" w:color="auto"/>
        <w:right w:val="none" w:sz="0" w:space="0" w:color="auto"/>
      </w:divBdr>
    </w:div>
    <w:div w:id="1617252434">
      <w:marLeft w:val="0"/>
      <w:marRight w:val="0"/>
      <w:marTop w:val="0"/>
      <w:marBottom w:val="0"/>
      <w:divBdr>
        <w:top w:val="none" w:sz="0" w:space="0" w:color="auto"/>
        <w:left w:val="none" w:sz="0" w:space="0" w:color="auto"/>
        <w:bottom w:val="none" w:sz="0" w:space="0" w:color="auto"/>
        <w:right w:val="none" w:sz="0" w:space="0" w:color="auto"/>
      </w:divBdr>
    </w:div>
    <w:div w:id="1618369243">
      <w:marLeft w:val="0"/>
      <w:marRight w:val="0"/>
      <w:marTop w:val="0"/>
      <w:marBottom w:val="0"/>
      <w:divBdr>
        <w:top w:val="none" w:sz="0" w:space="0" w:color="auto"/>
        <w:left w:val="none" w:sz="0" w:space="0" w:color="auto"/>
        <w:bottom w:val="none" w:sz="0" w:space="0" w:color="auto"/>
        <w:right w:val="none" w:sz="0" w:space="0" w:color="auto"/>
      </w:divBdr>
    </w:div>
    <w:div w:id="1625190978">
      <w:marLeft w:val="0"/>
      <w:marRight w:val="0"/>
      <w:marTop w:val="0"/>
      <w:marBottom w:val="0"/>
      <w:divBdr>
        <w:top w:val="none" w:sz="0" w:space="0" w:color="auto"/>
        <w:left w:val="none" w:sz="0" w:space="0" w:color="auto"/>
        <w:bottom w:val="none" w:sz="0" w:space="0" w:color="auto"/>
        <w:right w:val="none" w:sz="0" w:space="0" w:color="auto"/>
      </w:divBdr>
    </w:div>
    <w:div w:id="1639796365">
      <w:bodyDiv w:val="1"/>
      <w:marLeft w:val="0"/>
      <w:marRight w:val="0"/>
      <w:marTop w:val="0"/>
      <w:marBottom w:val="0"/>
      <w:divBdr>
        <w:top w:val="none" w:sz="0" w:space="0" w:color="auto"/>
        <w:left w:val="none" w:sz="0" w:space="0" w:color="auto"/>
        <w:bottom w:val="none" w:sz="0" w:space="0" w:color="auto"/>
        <w:right w:val="none" w:sz="0" w:space="0" w:color="auto"/>
      </w:divBdr>
    </w:div>
    <w:div w:id="1687750392">
      <w:marLeft w:val="0"/>
      <w:marRight w:val="0"/>
      <w:marTop w:val="0"/>
      <w:marBottom w:val="0"/>
      <w:divBdr>
        <w:top w:val="none" w:sz="0" w:space="0" w:color="auto"/>
        <w:left w:val="none" w:sz="0" w:space="0" w:color="auto"/>
        <w:bottom w:val="none" w:sz="0" w:space="0" w:color="auto"/>
        <w:right w:val="none" w:sz="0" w:space="0" w:color="auto"/>
      </w:divBdr>
    </w:div>
    <w:div w:id="1694114053">
      <w:marLeft w:val="0"/>
      <w:marRight w:val="0"/>
      <w:marTop w:val="0"/>
      <w:marBottom w:val="0"/>
      <w:divBdr>
        <w:top w:val="none" w:sz="0" w:space="0" w:color="auto"/>
        <w:left w:val="none" w:sz="0" w:space="0" w:color="auto"/>
        <w:bottom w:val="none" w:sz="0" w:space="0" w:color="auto"/>
        <w:right w:val="none" w:sz="0" w:space="0" w:color="auto"/>
      </w:divBdr>
    </w:div>
    <w:div w:id="1715890948">
      <w:marLeft w:val="0"/>
      <w:marRight w:val="0"/>
      <w:marTop w:val="0"/>
      <w:marBottom w:val="0"/>
      <w:divBdr>
        <w:top w:val="none" w:sz="0" w:space="0" w:color="auto"/>
        <w:left w:val="none" w:sz="0" w:space="0" w:color="auto"/>
        <w:bottom w:val="none" w:sz="0" w:space="0" w:color="auto"/>
        <w:right w:val="none" w:sz="0" w:space="0" w:color="auto"/>
      </w:divBdr>
    </w:div>
    <w:div w:id="1728340665">
      <w:marLeft w:val="0"/>
      <w:marRight w:val="0"/>
      <w:marTop w:val="0"/>
      <w:marBottom w:val="0"/>
      <w:divBdr>
        <w:top w:val="none" w:sz="0" w:space="0" w:color="auto"/>
        <w:left w:val="none" w:sz="0" w:space="0" w:color="auto"/>
        <w:bottom w:val="none" w:sz="0" w:space="0" w:color="auto"/>
        <w:right w:val="none" w:sz="0" w:space="0" w:color="auto"/>
      </w:divBdr>
    </w:div>
    <w:div w:id="1731265773">
      <w:marLeft w:val="0"/>
      <w:marRight w:val="0"/>
      <w:marTop w:val="0"/>
      <w:marBottom w:val="0"/>
      <w:divBdr>
        <w:top w:val="none" w:sz="0" w:space="0" w:color="auto"/>
        <w:left w:val="none" w:sz="0" w:space="0" w:color="auto"/>
        <w:bottom w:val="none" w:sz="0" w:space="0" w:color="auto"/>
        <w:right w:val="none" w:sz="0" w:space="0" w:color="auto"/>
      </w:divBdr>
    </w:div>
    <w:div w:id="1763448637">
      <w:marLeft w:val="0"/>
      <w:marRight w:val="0"/>
      <w:marTop w:val="0"/>
      <w:marBottom w:val="0"/>
      <w:divBdr>
        <w:top w:val="none" w:sz="0" w:space="0" w:color="auto"/>
        <w:left w:val="none" w:sz="0" w:space="0" w:color="auto"/>
        <w:bottom w:val="none" w:sz="0" w:space="0" w:color="auto"/>
        <w:right w:val="none" w:sz="0" w:space="0" w:color="auto"/>
      </w:divBdr>
    </w:div>
    <w:div w:id="1763722022">
      <w:marLeft w:val="0"/>
      <w:marRight w:val="0"/>
      <w:marTop w:val="0"/>
      <w:marBottom w:val="0"/>
      <w:divBdr>
        <w:top w:val="none" w:sz="0" w:space="0" w:color="auto"/>
        <w:left w:val="none" w:sz="0" w:space="0" w:color="auto"/>
        <w:bottom w:val="none" w:sz="0" w:space="0" w:color="auto"/>
        <w:right w:val="none" w:sz="0" w:space="0" w:color="auto"/>
      </w:divBdr>
    </w:div>
    <w:div w:id="1764491756">
      <w:marLeft w:val="0"/>
      <w:marRight w:val="0"/>
      <w:marTop w:val="0"/>
      <w:marBottom w:val="0"/>
      <w:divBdr>
        <w:top w:val="none" w:sz="0" w:space="0" w:color="auto"/>
        <w:left w:val="none" w:sz="0" w:space="0" w:color="auto"/>
        <w:bottom w:val="none" w:sz="0" w:space="0" w:color="auto"/>
        <w:right w:val="none" w:sz="0" w:space="0" w:color="auto"/>
      </w:divBdr>
    </w:div>
    <w:div w:id="1780174573">
      <w:marLeft w:val="0"/>
      <w:marRight w:val="0"/>
      <w:marTop w:val="0"/>
      <w:marBottom w:val="0"/>
      <w:divBdr>
        <w:top w:val="none" w:sz="0" w:space="0" w:color="auto"/>
        <w:left w:val="none" w:sz="0" w:space="0" w:color="auto"/>
        <w:bottom w:val="none" w:sz="0" w:space="0" w:color="auto"/>
        <w:right w:val="none" w:sz="0" w:space="0" w:color="auto"/>
      </w:divBdr>
    </w:div>
    <w:div w:id="1789471681">
      <w:bodyDiv w:val="1"/>
      <w:marLeft w:val="0"/>
      <w:marRight w:val="0"/>
      <w:marTop w:val="0"/>
      <w:marBottom w:val="0"/>
      <w:divBdr>
        <w:top w:val="none" w:sz="0" w:space="0" w:color="auto"/>
        <w:left w:val="none" w:sz="0" w:space="0" w:color="auto"/>
        <w:bottom w:val="none" w:sz="0" w:space="0" w:color="auto"/>
        <w:right w:val="none" w:sz="0" w:space="0" w:color="auto"/>
      </w:divBdr>
      <w:divsChild>
        <w:div w:id="308100833">
          <w:marLeft w:val="0"/>
          <w:marRight w:val="0"/>
          <w:marTop w:val="0"/>
          <w:marBottom w:val="0"/>
          <w:divBdr>
            <w:top w:val="none" w:sz="0" w:space="0" w:color="auto"/>
            <w:left w:val="none" w:sz="0" w:space="0" w:color="auto"/>
            <w:bottom w:val="none" w:sz="0" w:space="0" w:color="auto"/>
            <w:right w:val="none" w:sz="0" w:space="0" w:color="auto"/>
          </w:divBdr>
          <w:divsChild>
            <w:div w:id="152817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248984">
      <w:marLeft w:val="0"/>
      <w:marRight w:val="0"/>
      <w:marTop w:val="0"/>
      <w:marBottom w:val="0"/>
      <w:divBdr>
        <w:top w:val="none" w:sz="0" w:space="0" w:color="auto"/>
        <w:left w:val="none" w:sz="0" w:space="0" w:color="auto"/>
        <w:bottom w:val="none" w:sz="0" w:space="0" w:color="auto"/>
        <w:right w:val="none" w:sz="0" w:space="0" w:color="auto"/>
      </w:divBdr>
    </w:div>
    <w:div w:id="1801652187">
      <w:marLeft w:val="0"/>
      <w:marRight w:val="0"/>
      <w:marTop w:val="0"/>
      <w:marBottom w:val="0"/>
      <w:divBdr>
        <w:top w:val="none" w:sz="0" w:space="0" w:color="auto"/>
        <w:left w:val="none" w:sz="0" w:space="0" w:color="auto"/>
        <w:bottom w:val="none" w:sz="0" w:space="0" w:color="auto"/>
        <w:right w:val="none" w:sz="0" w:space="0" w:color="auto"/>
      </w:divBdr>
    </w:div>
    <w:div w:id="1817792388">
      <w:marLeft w:val="0"/>
      <w:marRight w:val="0"/>
      <w:marTop w:val="0"/>
      <w:marBottom w:val="0"/>
      <w:divBdr>
        <w:top w:val="none" w:sz="0" w:space="0" w:color="auto"/>
        <w:left w:val="none" w:sz="0" w:space="0" w:color="auto"/>
        <w:bottom w:val="none" w:sz="0" w:space="0" w:color="auto"/>
        <w:right w:val="none" w:sz="0" w:space="0" w:color="auto"/>
      </w:divBdr>
    </w:div>
    <w:div w:id="1819179155">
      <w:marLeft w:val="0"/>
      <w:marRight w:val="0"/>
      <w:marTop w:val="0"/>
      <w:marBottom w:val="0"/>
      <w:divBdr>
        <w:top w:val="none" w:sz="0" w:space="0" w:color="auto"/>
        <w:left w:val="none" w:sz="0" w:space="0" w:color="auto"/>
        <w:bottom w:val="none" w:sz="0" w:space="0" w:color="auto"/>
        <w:right w:val="none" w:sz="0" w:space="0" w:color="auto"/>
      </w:divBdr>
    </w:div>
    <w:div w:id="1833792696">
      <w:marLeft w:val="0"/>
      <w:marRight w:val="0"/>
      <w:marTop w:val="0"/>
      <w:marBottom w:val="0"/>
      <w:divBdr>
        <w:top w:val="none" w:sz="0" w:space="0" w:color="auto"/>
        <w:left w:val="none" w:sz="0" w:space="0" w:color="auto"/>
        <w:bottom w:val="none" w:sz="0" w:space="0" w:color="auto"/>
        <w:right w:val="none" w:sz="0" w:space="0" w:color="auto"/>
      </w:divBdr>
    </w:div>
    <w:div w:id="1863090012">
      <w:marLeft w:val="0"/>
      <w:marRight w:val="0"/>
      <w:marTop w:val="0"/>
      <w:marBottom w:val="0"/>
      <w:divBdr>
        <w:top w:val="none" w:sz="0" w:space="0" w:color="auto"/>
        <w:left w:val="none" w:sz="0" w:space="0" w:color="auto"/>
        <w:bottom w:val="none" w:sz="0" w:space="0" w:color="auto"/>
        <w:right w:val="none" w:sz="0" w:space="0" w:color="auto"/>
      </w:divBdr>
    </w:div>
    <w:div w:id="1865165769">
      <w:marLeft w:val="0"/>
      <w:marRight w:val="0"/>
      <w:marTop w:val="0"/>
      <w:marBottom w:val="0"/>
      <w:divBdr>
        <w:top w:val="none" w:sz="0" w:space="0" w:color="auto"/>
        <w:left w:val="none" w:sz="0" w:space="0" w:color="auto"/>
        <w:bottom w:val="none" w:sz="0" w:space="0" w:color="auto"/>
        <w:right w:val="none" w:sz="0" w:space="0" w:color="auto"/>
      </w:divBdr>
    </w:div>
    <w:div w:id="1883126763">
      <w:marLeft w:val="0"/>
      <w:marRight w:val="0"/>
      <w:marTop w:val="0"/>
      <w:marBottom w:val="0"/>
      <w:divBdr>
        <w:top w:val="none" w:sz="0" w:space="0" w:color="auto"/>
        <w:left w:val="none" w:sz="0" w:space="0" w:color="auto"/>
        <w:bottom w:val="none" w:sz="0" w:space="0" w:color="auto"/>
        <w:right w:val="none" w:sz="0" w:space="0" w:color="auto"/>
      </w:divBdr>
    </w:div>
    <w:div w:id="1885214993">
      <w:marLeft w:val="0"/>
      <w:marRight w:val="0"/>
      <w:marTop w:val="0"/>
      <w:marBottom w:val="0"/>
      <w:divBdr>
        <w:top w:val="none" w:sz="0" w:space="0" w:color="auto"/>
        <w:left w:val="none" w:sz="0" w:space="0" w:color="auto"/>
        <w:bottom w:val="none" w:sz="0" w:space="0" w:color="auto"/>
        <w:right w:val="none" w:sz="0" w:space="0" w:color="auto"/>
      </w:divBdr>
    </w:div>
    <w:div w:id="1887721784">
      <w:marLeft w:val="0"/>
      <w:marRight w:val="0"/>
      <w:marTop w:val="0"/>
      <w:marBottom w:val="0"/>
      <w:divBdr>
        <w:top w:val="none" w:sz="0" w:space="0" w:color="auto"/>
        <w:left w:val="none" w:sz="0" w:space="0" w:color="auto"/>
        <w:bottom w:val="none" w:sz="0" w:space="0" w:color="auto"/>
        <w:right w:val="none" w:sz="0" w:space="0" w:color="auto"/>
      </w:divBdr>
    </w:div>
    <w:div w:id="1889683790">
      <w:marLeft w:val="0"/>
      <w:marRight w:val="0"/>
      <w:marTop w:val="0"/>
      <w:marBottom w:val="0"/>
      <w:divBdr>
        <w:top w:val="none" w:sz="0" w:space="0" w:color="auto"/>
        <w:left w:val="none" w:sz="0" w:space="0" w:color="auto"/>
        <w:bottom w:val="none" w:sz="0" w:space="0" w:color="auto"/>
        <w:right w:val="none" w:sz="0" w:space="0" w:color="auto"/>
      </w:divBdr>
    </w:div>
    <w:div w:id="1891260710">
      <w:marLeft w:val="0"/>
      <w:marRight w:val="0"/>
      <w:marTop w:val="0"/>
      <w:marBottom w:val="0"/>
      <w:divBdr>
        <w:top w:val="none" w:sz="0" w:space="0" w:color="auto"/>
        <w:left w:val="none" w:sz="0" w:space="0" w:color="auto"/>
        <w:bottom w:val="none" w:sz="0" w:space="0" w:color="auto"/>
        <w:right w:val="none" w:sz="0" w:space="0" w:color="auto"/>
      </w:divBdr>
    </w:div>
    <w:div w:id="1944993777">
      <w:marLeft w:val="0"/>
      <w:marRight w:val="0"/>
      <w:marTop w:val="0"/>
      <w:marBottom w:val="0"/>
      <w:divBdr>
        <w:top w:val="none" w:sz="0" w:space="0" w:color="auto"/>
        <w:left w:val="none" w:sz="0" w:space="0" w:color="auto"/>
        <w:bottom w:val="none" w:sz="0" w:space="0" w:color="auto"/>
        <w:right w:val="none" w:sz="0" w:space="0" w:color="auto"/>
      </w:divBdr>
    </w:div>
    <w:div w:id="1979916988">
      <w:marLeft w:val="0"/>
      <w:marRight w:val="0"/>
      <w:marTop w:val="0"/>
      <w:marBottom w:val="0"/>
      <w:divBdr>
        <w:top w:val="none" w:sz="0" w:space="0" w:color="auto"/>
        <w:left w:val="none" w:sz="0" w:space="0" w:color="auto"/>
        <w:bottom w:val="none" w:sz="0" w:space="0" w:color="auto"/>
        <w:right w:val="none" w:sz="0" w:space="0" w:color="auto"/>
      </w:divBdr>
    </w:div>
    <w:div w:id="1997371196">
      <w:marLeft w:val="0"/>
      <w:marRight w:val="0"/>
      <w:marTop w:val="0"/>
      <w:marBottom w:val="0"/>
      <w:divBdr>
        <w:top w:val="none" w:sz="0" w:space="0" w:color="auto"/>
        <w:left w:val="none" w:sz="0" w:space="0" w:color="auto"/>
        <w:bottom w:val="none" w:sz="0" w:space="0" w:color="auto"/>
        <w:right w:val="none" w:sz="0" w:space="0" w:color="auto"/>
      </w:divBdr>
    </w:div>
    <w:div w:id="1999571791">
      <w:marLeft w:val="0"/>
      <w:marRight w:val="0"/>
      <w:marTop w:val="0"/>
      <w:marBottom w:val="0"/>
      <w:divBdr>
        <w:top w:val="none" w:sz="0" w:space="0" w:color="auto"/>
        <w:left w:val="none" w:sz="0" w:space="0" w:color="auto"/>
        <w:bottom w:val="none" w:sz="0" w:space="0" w:color="auto"/>
        <w:right w:val="none" w:sz="0" w:space="0" w:color="auto"/>
      </w:divBdr>
    </w:div>
    <w:div w:id="2024548407">
      <w:marLeft w:val="0"/>
      <w:marRight w:val="0"/>
      <w:marTop w:val="0"/>
      <w:marBottom w:val="0"/>
      <w:divBdr>
        <w:top w:val="none" w:sz="0" w:space="0" w:color="auto"/>
        <w:left w:val="none" w:sz="0" w:space="0" w:color="auto"/>
        <w:bottom w:val="none" w:sz="0" w:space="0" w:color="auto"/>
        <w:right w:val="none" w:sz="0" w:space="0" w:color="auto"/>
      </w:divBdr>
    </w:div>
    <w:div w:id="2036149030">
      <w:marLeft w:val="0"/>
      <w:marRight w:val="0"/>
      <w:marTop w:val="0"/>
      <w:marBottom w:val="0"/>
      <w:divBdr>
        <w:top w:val="none" w:sz="0" w:space="0" w:color="auto"/>
        <w:left w:val="none" w:sz="0" w:space="0" w:color="auto"/>
        <w:bottom w:val="none" w:sz="0" w:space="0" w:color="auto"/>
        <w:right w:val="none" w:sz="0" w:space="0" w:color="auto"/>
      </w:divBdr>
    </w:div>
    <w:div w:id="2038113739">
      <w:marLeft w:val="0"/>
      <w:marRight w:val="0"/>
      <w:marTop w:val="0"/>
      <w:marBottom w:val="0"/>
      <w:divBdr>
        <w:top w:val="none" w:sz="0" w:space="0" w:color="auto"/>
        <w:left w:val="none" w:sz="0" w:space="0" w:color="auto"/>
        <w:bottom w:val="none" w:sz="0" w:space="0" w:color="auto"/>
        <w:right w:val="none" w:sz="0" w:space="0" w:color="auto"/>
      </w:divBdr>
    </w:div>
    <w:div w:id="2041591693">
      <w:bodyDiv w:val="1"/>
      <w:marLeft w:val="0"/>
      <w:marRight w:val="0"/>
      <w:marTop w:val="0"/>
      <w:marBottom w:val="0"/>
      <w:divBdr>
        <w:top w:val="none" w:sz="0" w:space="0" w:color="auto"/>
        <w:left w:val="none" w:sz="0" w:space="0" w:color="auto"/>
        <w:bottom w:val="none" w:sz="0" w:space="0" w:color="auto"/>
        <w:right w:val="none" w:sz="0" w:space="0" w:color="auto"/>
      </w:divBdr>
    </w:div>
    <w:div w:id="2048219363">
      <w:marLeft w:val="0"/>
      <w:marRight w:val="0"/>
      <w:marTop w:val="0"/>
      <w:marBottom w:val="0"/>
      <w:divBdr>
        <w:top w:val="none" w:sz="0" w:space="0" w:color="auto"/>
        <w:left w:val="none" w:sz="0" w:space="0" w:color="auto"/>
        <w:bottom w:val="none" w:sz="0" w:space="0" w:color="auto"/>
        <w:right w:val="none" w:sz="0" w:space="0" w:color="auto"/>
      </w:divBdr>
    </w:div>
    <w:div w:id="2069650131">
      <w:bodyDiv w:val="1"/>
      <w:marLeft w:val="0"/>
      <w:marRight w:val="0"/>
      <w:marTop w:val="0"/>
      <w:marBottom w:val="0"/>
      <w:divBdr>
        <w:top w:val="none" w:sz="0" w:space="0" w:color="auto"/>
        <w:left w:val="none" w:sz="0" w:space="0" w:color="auto"/>
        <w:bottom w:val="none" w:sz="0" w:space="0" w:color="auto"/>
        <w:right w:val="none" w:sz="0" w:space="0" w:color="auto"/>
      </w:divBdr>
    </w:div>
    <w:div w:id="2115708295">
      <w:marLeft w:val="0"/>
      <w:marRight w:val="0"/>
      <w:marTop w:val="0"/>
      <w:marBottom w:val="0"/>
      <w:divBdr>
        <w:top w:val="none" w:sz="0" w:space="0" w:color="auto"/>
        <w:left w:val="none" w:sz="0" w:space="0" w:color="auto"/>
        <w:bottom w:val="none" w:sz="0" w:space="0" w:color="auto"/>
        <w:right w:val="none" w:sz="0" w:space="0" w:color="auto"/>
      </w:divBdr>
    </w:div>
    <w:div w:id="2141721950">
      <w:marLeft w:val="0"/>
      <w:marRight w:val="0"/>
      <w:marTop w:val="0"/>
      <w:marBottom w:val="0"/>
      <w:divBdr>
        <w:top w:val="none" w:sz="0" w:space="0" w:color="auto"/>
        <w:left w:val="none" w:sz="0" w:space="0" w:color="auto"/>
        <w:bottom w:val="none" w:sz="0" w:space="0" w:color="auto"/>
        <w:right w:val="none" w:sz="0" w:space="0" w:color="auto"/>
      </w:divBdr>
    </w:div>
    <w:div w:id="214535021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ry\AppData\Roaming\Microsoft\Templates\Author_Prepara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40686-F745-42B8-907C-6BBA81619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Author_Preparation.dot</Template>
  <TotalTime>3440</TotalTime>
  <Pages>2</Pages>
  <Words>785</Words>
  <Characters>4476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Gary A Bisbee</dc:creator>
  <cp:keywords/>
  <dc:description/>
  <cp:lastModifiedBy>Porter Scobey</cp:lastModifiedBy>
  <cp:revision>16</cp:revision>
  <cp:lastPrinted>2016-04-14T16:12:00Z</cp:lastPrinted>
  <dcterms:created xsi:type="dcterms:W3CDTF">2016-02-22T13:34:00Z</dcterms:created>
  <dcterms:modified xsi:type="dcterms:W3CDTF">2016-04-14T16:18:00Z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